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A45" w:rsidRDefault="001B4A45" w:rsidP="00F16582">
      <w:pPr>
        <w:pStyle w:val="Heading1"/>
        <w:tabs>
          <w:tab w:val="left" w:pos="1134"/>
        </w:tabs>
        <w:spacing w:before="160" w:after="0"/>
        <w:jc w:val="right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</w:p>
    <w:p w:rsidR="001B4A45" w:rsidRPr="00022F2D" w:rsidRDefault="001B4A45" w:rsidP="00F16582">
      <w:pPr>
        <w:pStyle w:val="Heading1"/>
        <w:tabs>
          <w:tab w:val="left" w:pos="1134"/>
        </w:tabs>
        <w:spacing w:before="160" w:after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                                                                   </w:t>
      </w:r>
      <w:r w:rsidRPr="003B688A"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    </w:t>
      </w:r>
      <w:r w:rsidRPr="00022F2D">
        <w:rPr>
          <w:rFonts w:ascii="Times New Roman" w:hAnsi="Times New Roman" w:cs="Times New Roman"/>
          <w:b w:val="0"/>
          <w:bCs w:val="0"/>
          <w:sz w:val="28"/>
          <w:szCs w:val="28"/>
        </w:rPr>
        <w:t>Утвержден</w:t>
      </w:r>
    </w:p>
    <w:p w:rsidR="001B4A45" w:rsidRPr="00022F2D" w:rsidRDefault="001B4A45" w:rsidP="00F16582">
      <w:pPr>
        <w:tabs>
          <w:tab w:val="left" w:pos="1134"/>
        </w:tabs>
        <w:jc w:val="right"/>
        <w:rPr>
          <w:sz w:val="28"/>
          <w:szCs w:val="28"/>
        </w:rPr>
      </w:pPr>
      <w:r w:rsidRPr="00022F2D">
        <w:rPr>
          <w:sz w:val="28"/>
          <w:szCs w:val="28"/>
        </w:rPr>
        <w:t>приказом председателя</w:t>
      </w:r>
    </w:p>
    <w:p w:rsidR="001B4A45" w:rsidRPr="00022F2D" w:rsidRDefault="001B4A45" w:rsidP="00F16582">
      <w:pPr>
        <w:tabs>
          <w:tab w:val="left" w:pos="1134"/>
        </w:tabs>
        <w:jc w:val="right"/>
        <w:rPr>
          <w:sz w:val="28"/>
          <w:szCs w:val="28"/>
        </w:rPr>
      </w:pPr>
      <w:r w:rsidRPr="00022F2D">
        <w:rPr>
          <w:sz w:val="28"/>
          <w:szCs w:val="28"/>
        </w:rPr>
        <w:t>комитета социального обеспечения</w:t>
      </w:r>
    </w:p>
    <w:p w:rsidR="001B4A45" w:rsidRPr="00022F2D" w:rsidRDefault="001B4A45" w:rsidP="00F16582">
      <w:pPr>
        <w:tabs>
          <w:tab w:val="left" w:pos="1134"/>
        </w:tabs>
        <w:jc w:val="right"/>
        <w:rPr>
          <w:sz w:val="28"/>
          <w:szCs w:val="28"/>
        </w:rPr>
      </w:pPr>
      <w:r w:rsidRPr="00022F2D">
        <w:rPr>
          <w:sz w:val="28"/>
          <w:szCs w:val="28"/>
        </w:rPr>
        <w:t>Курской области</w:t>
      </w:r>
    </w:p>
    <w:p w:rsidR="001B4A45" w:rsidRDefault="001B4A45" w:rsidP="00F16582">
      <w:pPr>
        <w:tabs>
          <w:tab w:val="left" w:pos="1134"/>
        </w:tabs>
        <w:ind w:hanging="4"/>
        <w:jc w:val="right"/>
        <w:rPr>
          <w:b/>
          <w:bCs/>
        </w:rPr>
      </w:pPr>
    </w:p>
    <w:p w:rsidR="001B4A45" w:rsidRPr="00F16582" w:rsidRDefault="001B4A45" w:rsidP="00F16582">
      <w:pPr>
        <w:tabs>
          <w:tab w:val="left" w:pos="1134"/>
        </w:tabs>
        <w:ind w:hanging="4"/>
        <w:jc w:val="right"/>
        <w:rPr>
          <w:sz w:val="28"/>
          <w:szCs w:val="28"/>
        </w:rPr>
      </w:pPr>
      <w:r w:rsidRPr="00F16582">
        <w:rPr>
          <w:sz w:val="28"/>
          <w:szCs w:val="28"/>
        </w:rPr>
        <w:t xml:space="preserve">                                                      от </w:t>
      </w:r>
      <w:r>
        <w:rPr>
          <w:sz w:val="28"/>
          <w:szCs w:val="28"/>
        </w:rPr>
        <w:t xml:space="preserve">"20" июня  </w:t>
      </w:r>
      <w:r w:rsidRPr="00F16582">
        <w:rPr>
          <w:sz w:val="28"/>
          <w:szCs w:val="28"/>
        </w:rPr>
        <w:t>20</w:t>
      </w:r>
      <w:r>
        <w:rPr>
          <w:sz w:val="28"/>
          <w:szCs w:val="28"/>
        </w:rPr>
        <w:t>16</w:t>
      </w:r>
      <w:r w:rsidRPr="00F16582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F16582">
        <w:rPr>
          <w:sz w:val="28"/>
          <w:szCs w:val="28"/>
        </w:rPr>
        <w:t xml:space="preserve"> № </w:t>
      </w:r>
      <w:r>
        <w:rPr>
          <w:sz w:val="28"/>
          <w:szCs w:val="28"/>
        </w:rPr>
        <w:t>163</w:t>
      </w:r>
    </w:p>
    <w:p w:rsidR="001B4A45" w:rsidRDefault="001B4A45" w:rsidP="00A158DB"/>
    <w:p w:rsidR="001B4A45" w:rsidRDefault="001B4A45" w:rsidP="00A158DB"/>
    <w:p w:rsidR="001B4A45" w:rsidRDefault="001B4A45" w:rsidP="00A158DB">
      <w:pPr>
        <w:pStyle w:val="Heading1"/>
        <w:tabs>
          <w:tab w:val="left" w:pos="720"/>
        </w:tabs>
        <w:spacing w:before="0" w:after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B4A45" w:rsidRPr="008B75A5" w:rsidRDefault="001B4A45" w:rsidP="00A158DB">
      <w:pPr>
        <w:pStyle w:val="Heading1"/>
        <w:tabs>
          <w:tab w:val="left" w:pos="72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8B75A5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1B4A45" w:rsidRPr="008B75A5" w:rsidRDefault="001B4A45" w:rsidP="00A158DB">
      <w:pPr>
        <w:jc w:val="center"/>
        <w:rPr>
          <w:b/>
          <w:bCs/>
          <w:sz w:val="28"/>
          <w:szCs w:val="28"/>
        </w:rPr>
      </w:pPr>
      <w:r w:rsidRPr="008B75A5">
        <w:rPr>
          <w:b/>
          <w:bCs/>
          <w:sz w:val="28"/>
          <w:szCs w:val="28"/>
        </w:rPr>
        <w:t xml:space="preserve">комитета социального обеспечения Курской области </w:t>
      </w:r>
    </w:p>
    <w:p w:rsidR="001B4A45" w:rsidRPr="008B75A5" w:rsidRDefault="001B4A45" w:rsidP="00A158DB">
      <w:pPr>
        <w:jc w:val="center"/>
        <w:rPr>
          <w:b/>
          <w:bCs/>
          <w:sz w:val="28"/>
          <w:szCs w:val="28"/>
        </w:rPr>
      </w:pPr>
      <w:r w:rsidRPr="008B75A5">
        <w:rPr>
          <w:b/>
          <w:bCs/>
          <w:sz w:val="28"/>
          <w:szCs w:val="28"/>
        </w:rPr>
        <w:t xml:space="preserve">по предоставлению государственной услуги  </w:t>
      </w:r>
    </w:p>
    <w:p w:rsidR="001B4A45" w:rsidRDefault="001B4A45" w:rsidP="00DD609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830E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Признание граждан нуждающимися в предоставлении социальных услуг в стационарной форме социального обслуживания»</w:t>
      </w:r>
    </w:p>
    <w:p w:rsidR="001B4A45" w:rsidRDefault="001B4A45" w:rsidP="00DD609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B4A45" w:rsidRDefault="001B4A45" w:rsidP="00DD609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(далее - Административный регламент)</w:t>
      </w:r>
    </w:p>
    <w:p w:rsidR="001B4A45" w:rsidRPr="00022F2D" w:rsidRDefault="001B4A45" w:rsidP="00A158DB">
      <w:pPr>
        <w:tabs>
          <w:tab w:val="left" w:pos="720"/>
          <w:tab w:val="left" w:pos="1800"/>
        </w:tabs>
        <w:jc w:val="center"/>
      </w:pPr>
    </w:p>
    <w:p w:rsidR="001B4A45" w:rsidRPr="00D830E6" w:rsidRDefault="001B4A45" w:rsidP="00A158DB">
      <w:pPr>
        <w:pStyle w:val="Heading1"/>
        <w:tabs>
          <w:tab w:val="left" w:pos="720"/>
          <w:tab w:val="left" w:pos="1800"/>
        </w:tabs>
        <w:spacing w:before="12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22F2D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1B4A45" w:rsidRDefault="001B4A45" w:rsidP="00A158DB"/>
    <w:p w:rsidR="001B4A45" w:rsidRPr="00190AD8" w:rsidRDefault="001B4A45" w:rsidP="00A158DB">
      <w:pPr>
        <w:jc w:val="center"/>
        <w:rPr>
          <w:b/>
          <w:bCs/>
          <w:sz w:val="28"/>
          <w:szCs w:val="28"/>
        </w:rPr>
      </w:pPr>
      <w:r w:rsidRPr="00190AD8">
        <w:rPr>
          <w:b/>
          <w:bCs/>
          <w:sz w:val="28"/>
          <w:szCs w:val="28"/>
        </w:rPr>
        <w:t>Предмет регулирования Административного регламента.</w:t>
      </w:r>
    </w:p>
    <w:p w:rsidR="001B4A45" w:rsidRDefault="001B4A45" w:rsidP="00A158DB">
      <w:pPr>
        <w:ind w:firstLine="720"/>
        <w:jc w:val="both"/>
        <w:rPr>
          <w:sz w:val="28"/>
          <w:szCs w:val="28"/>
        </w:rPr>
      </w:pPr>
    </w:p>
    <w:p w:rsidR="001B4A45" w:rsidRDefault="001B4A45" w:rsidP="00A158DB">
      <w:pPr>
        <w:pStyle w:val="ConsPlusNormal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D830E6">
        <w:rPr>
          <w:rFonts w:ascii="Times New Roman" w:hAnsi="Times New Roman" w:cs="Times New Roman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190AD8">
        <w:rPr>
          <w:rFonts w:ascii="Times New Roman" w:hAnsi="Times New Roman" w:cs="Times New Roman"/>
          <w:sz w:val="28"/>
          <w:szCs w:val="28"/>
        </w:rPr>
        <w:t>Административный регламент определяет сроки и последовательность действий (административных процедур) при предоставлении государственной услуги</w:t>
      </w:r>
      <w:r w:rsidRPr="00190AD8">
        <w:rPr>
          <w:rFonts w:ascii="Times New Roman" w:hAnsi="Times New Roman" w:cs="Times New Roman"/>
          <w:kern w:val="32"/>
          <w:sz w:val="28"/>
          <w:szCs w:val="28"/>
        </w:rPr>
        <w:t xml:space="preserve"> по </w:t>
      </w:r>
      <w:r>
        <w:rPr>
          <w:rFonts w:ascii="Times New Roman" w:hAnsi="Times New Roman" w:cs="Times New Roman"/>
          <w:kern w:val="32"/>
          <w:sz w:val="28"/>
          <w:szCs w:val="28"/>
        </w:rPr>
        <w:t>п</w:t>
      </w:r>
      <w:r w:rsidRPr="004D0FE5">
        <w:rPr>
          <w:rFonts w:ascii="Times New Roman" w:hAnsi="Times New Roman" w:cs="Times New Roman"/>
          <w:sz w:val="28"/>
          <w:szCs w:val="28"/>
        </w:rPr>
        <w:t>ризнани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D0FE5">
        <w:rPr>
          <w:rFonts w:ascii="Times New Roman" w:hAnsi="Times New Roman" w:cs="Times New Roman"/>
          <w:sz w:val="28"/>
          <w:szCs w:val="28"/>
        </w:rPr>
        <w:t xml:space="preserve"> граждан нуждающимися в предоставлении социальных услуг в стационарной форме социального обслуживания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4A45" w:rsidRDefault="001B4A45" w:rsidP="00A158DB">
      <w:pPr>
        <w:pStyle w:val="ConsPlusNormal"/>
        <w:ind w:firstLine="56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B4A45" w:rsidRPr="003B688A" w:rsidRDefault="001B4A45" w:rsidP="00A158DB">
      <w:pPr>
        <w:pStyle w:val="ConsPlusNormal"/>
        <w:ind w:firstLine="56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B688A">
        <w:rPr>
          <w:rFonts w:ascii="Times New Roman" w:hAnsi="Times New Roman" w:cs="Times New Roman"/>
          <w:b/>
          <w:bCs/>
          <w:sz w:val="28"/>
          <w:szCs w:val="28"/>
        </w:rPr>
        <w:t>Круг заявителей.</w:t>
      </w:r>
    </w:p>
    <w:p w:rsidR="001B4A45" w:rsidRPr="003B688A" w:rsidRDefault="001B4A45" w:rsidP="00A158DB">
      <w:pPr>
        <w:pStyle w:val="ConsPlusNormal"/>
        <w:ind w:firstLine="561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B4A45" w:rsidRDefault="001B4A45" w:rsidP="00A158D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B688A">
        <w:rPr>
          <w:sz w:val="28"/>
          <w:szCs w:val="28"/>
        </w:rPr>
        <w:t>. Заявителями являются</w:t>
      </w:r>
      <w:r w:rsidRPr="00315687">
        <w:rPr>
          <w:sz w:val="28"/>
          <w:szCs w:val="28"/>
        </w:rPr>
        <w:t>:</w:t>
      </w:r>
    </w:p>
    <w:p w:rsidR="001B4A45" w:rsidRDefault="001B4A45" w:rsidP="009209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</w:t>
      </w:r>
      <w:r w:rsidRPr="0092093F">
        <w:rPr>
          <w:sz w:val="28"/>
          <w:szCs w:val="28"/>
        </w:rPr>
        <w:t>аждан</w:t>
      </w:r>
      <w:r>
        <w:rPr>
          <w:sz w:val="28"/>
          <w:szCs w:val="28"/>
        </w:rPr>
        <w:t>е</w:t>
      </w:r>
      <w:r w:rsidRPr="0092093F">
        <w:rPr>
          <w:sz w:val="28"/>
          <w:szCs w:val="28"/>
        </w:rPr>
        <w:t xml:space="preserve"> Российской Федерации, проживающи</w:t>
      </w:r>
      <w:r>
        <w:rPr>
          <w:sz w:val="28"/>
          <w:szCs w:val="28"/>
        </w:rPr>
        <w:t>е</w:t>
      </w:r>
      <w:r w:rsidRPr="0092093F">
        <w:rPr>
          <w:sz w:val="28"/>
          <w:szCs w:val="28"/>
        </w:rPr>
        <w:t xml:space="preserve"> на территории Курской области</w:t>
      </w:r>
      <w:r>
        <w:rPr>
          <w:sz w:val="28"/>
          <w:szCs w:val="28"/>
        </w:rPr>
        <w:t>;</w:t>
      </w:r>
    </w:p>
    <w:p w:rsidR="001B4A45" w:rsidRDefault="001B4A45" w:rsidP="009209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иностранные </w:t>
      </w:r>
      <w:r w:rsidRPr="006E7D7A">
        <w:rPr>
          <w:sz w:val="28"/>
          <w:szCs w:val="28"/>
        </w:rPr>
        <w:t>граждан</w:t>
      </w:r>
      <w:r>
        <w:rPr>
          <w:sz w:val="28"/>
          <w:szCs w:val="28"/>
        </w:rPr>
        <w:t>е</w:t>
      </w:r>
      <w:r w:rsidRPr="006E7D7A">
        <w:rPr>
          <w:sz w:val="28"/>
          <w:szCs w:val="28"/>
        </w:rPr>
        <w:t xml:space="preserve"> и лиц</w:t>
      </w:r>
      <w:r>
        <w:rPr>
          <w:sz w:val="28"/>
          <w:szCs w:val="28"/>
        </w:rPr>
        <w:t>а</w:t>
      </w:r>
      <w:r w:rsidRPr="006E7D7A">
        <w:rPr>
          <w:sz w:val="28"/>
          <w:szCs w:val="28"/>
        </w:rPr>
        <w:t xml:space="preserve"> без гражданства, постоянно проживающи</w:t>
      </w:r>
      <w:r>
        <w:rPr>
          <w:sz w:val="28"/>
          <w:szCs w:val="28"/>
        </w:rPr>
        <w:t>е</w:t>
      </w:r>
      <w:r w:rsidRPr="006E7D7A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Курской области;</w:t>
      </w:r>
    </w:p>
    <w:p w:rsidR="001B4A45" w:rsidRDefault="001B4A45" w:rsidP="009209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7D7A">
        <w:rPr>
          <w:sz w:val="28"/>
          <w:szCs w:val="28"/>
        </w:rPr>
        <w:t>беженц</w:t>
      </w:r>
      <w:r>
        <w:rPr>
          <w:sz w:val="28"/>
          <w:szCs w:val="28"/>
        </w:rPr>
        <w:t>ы.</w:t>
      </w:r>
    </w:p>
    <w:p w:rsidR="001B4A45" w:rsidRDefault="001B4A45" w:rsidP="009209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Pr="00D005E7">
        <w:rPr>
          <w:sz w:val="28"/>
          <w:szCs w:val="28"/>
        </w:rPr>
        <w:t xml:space="preserve">От имени </w:t>
      </w:r>
      <w:r>
        <w:rPr>
          <w:sz w:val="28"/>
          <w:szCs w:val="28"/>
        </w:rPr>
        <w:t>заявителя</w:t>
      </w:r>
      <w:r w:rsidRPr="00D005E7">
        <w:rPr>
          <w:sz w:val="28"/>
          <w:szCs w:val="28"/>
        </w:rPr>
        <w:t xml:space="preserve"> заявление об </w:t>
      </w:r>
      <w:r>
        <w:rPr>
          <w:sz w:val="28"/>
          <w:szCs w:val="28"/>
        </w:rPr>
        <w:t>оформлен</w:t>
      </w:r>
      <w:r w:rsidRPr="00D005E7">
        <w:rPr>
          <w:sz w:val="28"/>
          <w:szCs w:val="28"/>
        </w:rPr>
        <w:t xml:space="preserve">ии на стационарное социальное обслуживание могут подавать: </w:t>
      </w:r>
    </w:p>
    <w:p w:rsidR="001B4A45" w:rsidRDefault="001B4A45" w:rsidP="005351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законный представитель (</w:t>
      </w:r>
      <w:r w:rsidRPr="00D005E7">
        <w:rPr>
          <w:sz w:val="28"/>
          <w:szCs w:val="28"/>
        </w:rPr>
        <w:t>опекун</w:t>
      </w:r>
      <w:r>
        <w:rPr>
          <w:sz w:val="28"/>
          <w:szCs w:val="28"/>
        </w:rPr>
        <w:t xml:space="preserve">; </w:t>
      </w:r>
      <w:r w:rsidRPr="00D005E7">
        <w:rPr>
          <w:sz w:val="28"/>
          <w:szCs w:val="28"/>
        </w:rPr>
        <w:t>попечитель</w:t>
      </w:r>
      <w:r>
        <w:rPr>
          <w:sz w:val="28"/>
          <w:szCs w:val="28"/>
        </w:rPr>
        <w:t xml:space="preserve">; </w:t>
      </w:r>
      <w:r w:rsidRPr="00D005E7">
        <w:rPr>
          <w:sz w:val="28"/>
          <w:szCs w:val="28"/>
        </w:rPr>
        <w:t>органы опеки и попечительства</w:t>
      </w:r>
      <w:r>
        <w:rPr>
          <w:sz w:val="28"/>
          <w:szCs w:val="28"/>
        </w:rPr>
        <w:t>);</w:t>
      </w:r>
    </w:p>
    <w:p w:rsidR="001B4A45" w:rsidRDefault="001B4A45" w:rsidP="005351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общественные объединения;</w:t>
      </w:r>
    </w:p>
    <w:p w:rsidR="001B4A45" w:rsidRDefault="001B4A45" w:rsidP="005351F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либо их уполномоченные представители</w:t>
      </w:r>
      <w:r>
        <w:rPr>
          <w:sz w:val="28"/>
          <w:szCs w:val="28"/>
          <w:vertAlign w:val="superscript"/>
        </w:rPr>
        <w:t>*</w:t>
      </w:r>
      <w:r>
        <w:rPr>
          <w:sz w:val="28"/>
          <w:szCs w:val="28"/>
        </w:rPr>
        <w:t>.</w:t>
      </w:r>
    </w:p>
    <w:p w:rsidR="001B4A45" w:rsidRDefault="001B4A45" w:rsidP="008C699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B4A45" w:rsidRDefault="001B4A45" w:rsidP="004D33A2">
      <w:pPr>
        <w:jc w:val="both"/>
        <w:rPr>
          <w:sz w:val="16"/>
          <w:szCs w:val="16"/>
        </w:rPr>
      </w:pPr>
    </w:p>
    <w:p w:rsidR="001B4A45" w:rsidRPr="004D33A2" w:rsidRDefault="001B4A45" w:rsidP="004D33A2">
      <w:pPr>
        <w:jc w:val="both"/>
        <w:rPr>
          <w:sz w:val="16"/>
          <w:szCs w:val="16"/>
        </w:rPr>
      </w:pPr>
      <w:r w:rsidRPr="004D33A2">
        <w:rPr>
          <w:sz w:val="16"/>
          <w:szCs w:val="16"/>
        </w:rPr>
        <w:t>*В соответствии со ст.14 Федерального закона «Об основах социального обслуживания граждан в Российской Федерации» от имени заявителя в его интересах могут обратиться государственные органы, органы местного самоуправления непосредственно в уполномоченный орган по предоставлению государственной услуги</w:t>
      </w:r>
    </w:p>
    <w:p w:rsidR="001B4A45" w:rsidRDefault="001B4A45" w:rsidP="008C6990">
      <w:pPr>
        <w:jc w:val="both"/>
        <w:rPr>
          <w:sz w:val="28"/>
          <w:szCs w:val="28"/>
        </w:rPr>
      </w:pPr>
      <w:r w:rsidRPr="001F226F">
        <w:rPr>
          <w:sz w:val="28"/>
          <w:szCs w:val="28"/>
        </w:rPr>
        <w:tab/>
      </w:r>
    </w:p>
    <w:p w:rsidR="001B4A45" w:rsidRPr="008C6990" w:rsidRDefault="001B4A45" w:rsidP="004D33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Законный представитель предъявляет </w:t>
      </w:r>
      <w:r w:rsidRPr="008C6990">
        <w:rPr>
          <w:sz w:val="28"/>
          <w:szCs w:val="28"/>
        </w:rPr>
        <w:t>копи</w:t>
      </w:r>
      <w:r>
        <w:rPr>
          <w:sz w:val="28"/>
          <w:szCs w:val="28"/>
        </w:rPr>
        <w:t>ю</w:t>
      </w:r>
      <w:r w:rsidRPr="008C6990">
        <w:rPr>
          <w:sz w:val="28"/>
          <w:szCs w:val="28"/>
        </w:rPr>
        <w:t xml:space="preserve"> документа, подтверждающего полномочия законного представителя заявителя:</w:t>
      </w:r>
    </w:p>
    <w:p w:rsidR="001B4A45" w:rsidRDefault="001B4A45" w:rsidP="004D33A2">
      <w:pPr>
        <w:ind w:firstLine="720"/>
        <w:jc w:val="both"/>
        <w:rPr>
          <w:sz w:val="28"/>
          <w:szCs w:val="28"/>
        </w:rPr>
      </w:pPr>
      <w:r w:rsidRPr="001F226F">
        <w:rPr>
          <w:sz w:val="28"/>
          <w:szCs w:val="28"/>
        </w:rPr>
        <w:t>а) нотариально удостоверенная доверенность;</w:t>
      </w:r>
    </w:p>
    <w:p w:rsidR="001B4A45" w:rsidRPr="001F226F" w:rsidRDefault="001B4A45" w:rsidP="004D33A2">
      <w:pPr>
        <w:ind w:firstLine="720"/>
        <w:jc w:val="both"/>
        <w:rPr>
          <w:sz w:val="28"/>
          <w:szCs w:val="28"/>
        </w:rPr>
      </w:pPr>
      <w:r w:rsidRPr="001F226F">
        <w:rPr>
          <w:sz w:val="28"/>
          <w:szCs w:val="28"/>
        </w:rPr>
        <w:t xml:space="preserve">б) решение органов опеки и попечительства об установлении опеки или попечительства над несовершеннолетним и назначении заявителя опекуном или попечителем. </w:t>
      </w:r>
    </w:p>
    <w:p w:rsidR="001B4A45" w:rsidRDefault="001B4A45" w:rsidP="00A158DB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4A45" w:rsidRPr="00190AD8" w:rsidRDefault="001B4A45" w:rsidP="00A158DB">
      <w:pPr>
        <w:tabs>
          <w:tab w:val="left" w:pos="1134"/>
          <w:tab w:val="left" w:pos="1541"/>
          <w:tab w:val="left" w:pos="1809"/>
        </w:tabs>
        <w:ind w:firstLine="561"/>
        <w:jc w:val="center"/>
        <w:rPr>
          <w:b/>
          <w:bCs/>
          <w:sz w:val="28"/>
          <w:szCs w:val="28"/>
        </w:rPr>
      </w:pPr>
      <w:r w:rsidRPr="00190AD8">
        <w:rPr>
          <w:b/>
          <w:bCs/>
          <w:sz w:val="28"/>
          <w:szCs w:val="28"/>
        </w:rPr>
        <w:t>Требования  к порядку информирования о предоставлении государственной услуги.</w:t>
      </w:r>
    </w:p>
    <w:p w:rsidR="001B4A45" w:rsidRDefault="001B4A45" w:rsidP="00A158DB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4A45" w:rsidRPr="00700844" w:rsidRDefault="001B4A45" w:rsidP="00770A57">
      <w:pPr>
        <w:tabs>
          <w:tab w:val="left" w:pos="1008"/>
          <w:tab w:val="left" w:pos="1134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B688A">
        <w:rPr>
          <w:sz w:val="28"/>
          <w:szCs w:val="28"/>
        </w:rPr>
        <w:t xml:space="preserve">. </w:t>
      </w:r>
      <w:r w:rsidRPr="00700844">
        <w:rPr>
          <w:sz w:val="28"/>
          <w:szCs w:val="28"/>
        </w:rPr>
        <w:t xml:space="preserve">Информация о месте нахождения, графике работы,  контактных телефонах, официальных сайтах </w:t>
      </w:r>
      <w:r>
        <w:rPr>
          <w:sz w:val="28"/>
          <w:szCs w:val="28"/>
        </w:rPr>
        <w:t>комитета социального обеспечения Курской области (далее - Комитет), предоставляющего государственную услугу и областных бюджетных учреждений социального обслуживания (далее - Центры социального обслуживания), участвующих в предоставлении государственной услуги п</w:t>
      </w:r>
      <w:r w:rsidRPr="00700844">
        <w:rPr>
          <w:sz w:val="28"/>
          <w:szCs w:val="28"/>
        </w:rPr>
        <w:t>риводится в приложении № 1 к настоящему Административному регламенту.</w:t>
      </w:r>
    </w:p>
    <w:p w:rsidR="001B4A45" w:rsidRPr="00700844" w:rsidRDefault="001B4A45" w:rsidP="00770A5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Pr="00700844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700844">
        <w:rPr>
          <w:sz w:val="28"/>
          <w:szCs w:val="28"/>
        </w:rPr>
        <w:t>ведения о местах нахождения и контактных телефонах, официальных сайтах, адресах электронной почты органов</w:t>
      </w:r>
      <w:r>
        <w:rPr>
          <w:sz w:val="28"/>
          <w:szCs w:val="28"/>
        </w:rPr>
        <w:t xml:space="preserve"> и организаций</w:t>
      </w:r>
      <w:r w:rsidRPr="00700844">
        <w:rPr>
          <w:sz w:val="28"/>
          <w:szCs w:val="28"/>
        </w:rPr>
        <w:t xml:space="preserve">, предоставляющих </w:t>
      </w:r>
      <w:r>
        <w:rPr>
          <w:sz w:val="28"/>
          <w:szCs w:val="28"/>
        </w:rPr>
        <w:t xml:space="preserve">и участвующих в предоставлении </w:t>
      </w:r>
      <w:r w:rsidRPr="00700844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700844">
        <w:rPr>
          <w:sz w:val="28"/>
          <w:szCs w:val="28"/>
        </w:rPr>
        <w:t xml:space="preserve"> услуг</w:t>
      </w:r>
      <w:r>
        <w:rPr>
          <w:sz w:val="28"/>
          <w:szCs w:val="28"/>
        </w:rPr>
        <w:t>,</w:t>
      </w:r>
      <w:r w:rsidRPr="00700844">
        <w:rPr>
          <w:sz w:val="28"/>
          <w:szCs w:val="28"/>
        </w:rPr>
        <w:t xml:space="preserve"> размещаются:</w:t>
      </w:r>
    </w:p>
    <w:p w:rsidR="001B4A45" w:rsidRPr="00A35628" w:rsidRDefault="001B4A45" w:rsidP="00770A57">
      <w:pPr>
        <w:ind w:firstLine="540"/>
        <w:jc w:val="both"/>
        <w:rPr>
          <w:sz w:val="28"/>
          <w:szCs w:val="28"/>
        </w:rPr>
      </w:pPr>
      <w:r w:rsidRPr="00700844">
        <w:rPr>
          <w:sz w:val="28"/>
          <w:szCs w:val="28"/>
        </w:rPr>
        <w:t xml:space="preserve">1) на официальном сайте Администрации Курской области: </w:t>
      </w:r>
      <w:r w:rsidRPr="009D1FA8">
        <w:rPr>
          <w:sz w:val="28"/>
          <w:szCs w:val="28"/>
        </w:rPr>
        <w:t>http://</w:t>
      </w:r>
      <w:hyperlink r:id="rId6" w:history="1">
        <w:r w:rsidRPr="00A35628">
          <w:rPr>
            <w:rStyle w:val="Hyperlink"/>
            <w:color w:val="auto"/>
            <w:sz w:val="28"/>
            <w:szCs w:val="28"/>
          </w:rPr>
          <w:t>adm.rkursk.ru</w:t>
        </w:r>
      </w:hyperlink>
      <w:r w:rsidRPr="00A35628">
        <w:rPr>
          <w:sz w:val="28"/>
          <w:szCs w:val="28"/>
        </w:rPr>
        <w:t>;</w:t>
      </w:r>
    </w:p>
    <w:p w:rsidR="001B4A45" w:rsidRPr="00700844" w:rsidRDefault="001B4A45" w:rsidP="00770A57">
      <w:pPr>
        <w:tabs>
          <w:tab w:val="left" w:pos="1008"/>
          <w:tab w:val="left" w:pos="1134"/>
          <w:tab w:val="num" w:pos="1474"/>
        </w:tabs>
        <w:ind w:firstLine="561"/>
        <w:jc w:val="both"/>
        <w:rPr>
          <w:sz w:val="28"/>
          <w:szCs w:val="28"/>
        </w:rPr>
      </w:pPr>
      <w:r w:rsidRPr="00700844">
        <w:rPr>
          <w:sz w:val="28"/>
          <w:szCs w:val="28"/>
        </w:rPr>
        <w:t xml:space="preserve">2) на информационных стендах </w:t>
      </w:r>
      <w:r>
        <w:rPr>
          <w:sz w:val="28"/>
          <w:szCs w:val="28"/>
        </w:rPr>
        <w:t>Комитета, Центров социального обслуживания</w:t>
      </w:r>
      <w:r w:rsidRPr="00700844">
        <w:rPr>
          <w:sz w:val="28"/>
          <w:szCs w:val="28"/>
        </w:rPr>
        <w:t>.</w:t>
      </w:r>
    </w:p>
    <w:p w:rsidR="001B4A45" w:rsidRPr="00700844" w:rsidRDefault="001B4A45" w:rsidP="00770A57">
      <w:pPr>
        <w:tabs>
          <w:tab w:val="left" w:pos="1008"/>
          <w:tab w:val="left" w:pos="1134"/>
          <w:tab w:val="num" w:pos="1474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00844">
        <w:rPr>
          <w:sz w:val="28"/>
          <w:szCs w:val="28"/>
        </w:rPr>
        <w:t xml:space="preserve">. Сведения о графике работы </w:t>
      </w:r>
      <w:r>
        <w:rPr>
          <w:sz w:val="28"/>
          <w:szCs w:val="28"/>
        </w:rPr>
        <w:t>Комитета и Центров социального обслуживания с</w:t>
      </w:r>
      <w:r w:rsidRPr="00700844">
        <w:rPr>
          <w:sz w:val="28"/>
          <w:szCs w:val="28"/>
        </w:rPr>
        <w:t xml:space="preserve">ообщаются по телефонам, а также размещаются  на информационной табличке (вывеске) перед входом в здание, в котором располагается </w:t>
      </w:r>
      <w:r>
        <w:rPr>
          <w:sz w:val="28"/>
          <w:szCs w:val="28"/>
        </w:rPr>
        <w:t>Комитет и Центры социального обслуживания</w:t>
      </w:r>
      <w:r w:rsidRPr="00700844">
        <w:rPr>
          <w:sz w:val="28"/>
          <w:szCs w:val="28"/>
        </w:rPr>
        <w:t>.</w:t>
      </w:r>
    </w:p>
    <w:p w:rsidR="001B4A45" w:rsidRDefault="001B4A45" w:rsidP="00770A5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</w:t>
      </w:r>
      <w:r w:rsidRPr="00700844">
        <w:rPr>
          <w:sz w:val="28"/>
          <w:szCs w:val="28"/>
        </w:rPr>
        <w:t xml:space="preserve">. На информационных стендах в доступных для ознакомления местах, официальном сайте Администрации Курской области в информационно-телекоммуникационной сети «Интернет» </w:t>
      </w:r>
      <w:r w:rsidRPr="00A35628">
        <w:rPr>
          <w:sz w:val="28"/>
          <w:szCs w:val="28"/>
        </w:rPr>
        <w:t>(</w:t>
      </w:r>
      <w:r w:rsidRPr="009D1FA8">
        <w:rPr>
          <w:sz w:val="28"/>
          <w:szCs w:val="28"/>
        </w:rPr>
        <w:t>http://</w:t>
      </w:r>
      <w:hyperlink r:id="rId7" w:history="1">
        <w:r w:rsidRPr="00A35628">
          <w:rPr>
            <w:rStyle w:val="Hyperlink"/>
            <w:color w:val="auto"/>
            <w:sz w:val="28"/>
            <w:szCs w:val="28"/>
          </w:rPr>
          <w:t>adm.rkursk.ru</w:t>
        </w:r>
      </w:hyperlink>
      <w:r w:rsidRPr="00700844">
        <w:rPr>
          <w:sz w:val="28"/>
          <w:szCs w:val="28"/>
        </w:rPr>
        <w:t>),</w:t>
      </w:r>
      <w:r>
        <w:rPr>
          <w:sz w:val="28"/>
          <w:szCs w:val="28"/>
        </w:rPr>
        <w:t xml:space="preserve"> в федеральной государственной информационной системе «Единый портал государственных и муниципальных услуг (функций)» </w:t>
      </w:r>
      <w:r w:rsidRPr="009D1FA8">
        <w:rPr>
          <w:sz w:val="28"/>
          <w:szCs w:val="28"/>
        </w:rPr>
        <w:t>http://</w:t>
      </w:r>
      <w:r>
        <w:rPr>
          <w:sz w:val="28"/>
          <w:szCs w:val="28"/>
          <w:lang w:val="en-US"/>
        </w:rPr>
        <w:t>www</w:t>
      </w:r>
      <w:r w:rsidRPr="00A35628">
        <w:rPr>
          <w:sz w:val="28"/>
          <w:szCs w:val="28"/>
        </w:rPr>
        <w:t>.</w:t>
      </w:r>
      <w:r w:rsidRPr="008F010F">
        <w:rPr>
          <w:sz w:val="28"/>
          <w:szCs w:val="28"/>
          <w:u w:val="single"/>
        </w:rPr>
        <w:t>gosuslugi.ru.</w:t>
      </w:r>
      <w:r>
        <w:rPr>
          <w:sz w:val="28"/>
          <w:szCs w:val="28"/>
        </w:rPr>
        <w:t xml:space="preserve">, региональной информационной системе «Портал государственных и муниципальных услуг Курской области» </w:t>
      </w:r>
      <w:r w:rsidRPr="009D1FA8">
        <w:rPr>
          <w:sz w:val="28"/>
          <w:szCs w:val="28"/>
        </w:rPr>
        <w:t>http://</w:t>
      </w:r>
      <w:r>
        <w:rPr>
          <w:sz w:val="28"/>
          <w:szCs w:val="28"/>
          <w:lang w:val="en-US"/>
        </w:rPr>
        <w:t>www</w:t>
      </w:r>
      <w:r w:rsidRPr="00A35628">
        <w:rPr>
          <w:sz w:val="28"/>
          <w:szCs w:val="28"/>
        </w:rPr>
        <w:t>.</w:t>
      </w:r>
      <w:r w:rsidRPr="008F010F">
        <w:rPr>
          <w:sz w:val="28"/>
          <w:szCs w:val="28"/>
          <w:u w:val="single"/>
          <w:lang w:val="en-US"/>
        </w:rPr>
        <w:t>r</w:t>
      </w:r>
      <w:r w:rsidRPr="008F010F">
        <w:rPr>
          <w:sz w:val="28"/>
          <w:szCs w:val="28"/>
          <w:u w:val="single"/>
        </w:rPr>
        <w:t>pgu.rkursk.ru.</w:t>
      </w:r>
      <w:r>
        <w:rPr>
          <w:sz w:val="28"/>
          <w:szCs w:val="28"/>
        </w:rPr>
        <w:t xml:space="preserve"> размещается следующая информация:</w:t>
      </w:r>
    </w:p>
    <w:p w:rsidR="001B4A45" w:rsidRPr="00700844" w:rsidRDefault="001B4A45" w:rsidP="00770A5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00844">
        <w:rPr>
          <w:sz w:val="28"/>
          <w:szCs w:val="28"/>
        </w:rPr>
        <w:t>регламент с приложениями и извлечениями из него;</w:t>
      </w:r>
    </w:p>
    <w:p w:rsidR="001B4A45" w:rsidRPr="00700844" w:rsidRDefault="001B4A45" w:rsidP="00770A5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00844">
        <w:rPr>
          <w:sz w:val="28"/>
          <w:szCs w:val="28"/>
        </w:rPr>
        <w:t>график приема заявителей;</w:t>
      </w:r>
    </w:p>
    <w:p w:rsidR="001B4A45" w:rsidRPr="00700844" w:rsidRDefault="001B4A45" w:rsidP="00770A5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00844">
        <w:rPr>
          <w:sz w:val="28"/>
          <w:szCs w:val="28"/>
        </w:rPr>
        <w:t>порядок получения консультаций;</w:t>
      </w:r>
    </w:p>
    <w:p w:rsidR="001B4A45" w:rsidRPr="00700844" w:rsidRDefault="001B4A45" w:rsidP="00D41F11">
      <w:pPr>
        <w:tabs>
          <w:tab w:val="left" w:pos="1008"/>
          <w:tab w:val="left" w:pos="1134"/>
          <w:tab w:val="num" w:pos="1474"/>
        </w:tabs>
        <w:ind w:firstLine="561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порядок п</w:t>
      </w:r>
      <w:r>
        <w:rPr>
          <w:sz w:val="28"/>
          <w:szCs w:val="28"/>
        </w:rPr>
        <w:t>олучения государственной услуги;</w:t>
      </w:r>
    </w:p>
    <w:p w:rsidR="001B4A45" w:rsidRPr="00700844" w:rsidRDefault="001B4A45" w:rsidP="00770A5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00844">
        <w:rPr>
          <w:sz w:val="28"/>
          <w:szCs w:val="28"/>
        </w:rPr>
        <w:t>порядок информирования заявителей о ходе предоставления государственной услуги;</w:t>
      </w:r>
    </w:p>
    <w:p w:rsidR="001B4A45" w:rsidRPr="00700844" w:rsidRDefault="001B4A45" w:rsidP="00770A5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00844">
        <w:rPr>
          <w:sz w:val="28"/>
          <w:szCs w:val="28"/>
        </w:rPr>
        <w:t>сведения об услугах, которые являются необходимыми и обязательными для предоставления государственной услуги.</w:t>
      </w:r>
    </w:p>
    <w:p w:rsidR="001B4A45" w:rsidRPr="00700844" w:rsidRDefault="001B4A45" w:rsidP="00770A5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8</w:t>
      </w:r>
      <w:r w:rsidRPr="00700844">
        <w:rPr>
          <w:sz w:val="28"/>
          <w:szCs w:val="28"/>
        </w:rPr>
        <w:t>. Информация по вопросам предоставления государственной услуги, в том числе о ходе предоставления государственной услуги, предоставляется в устной (в ходе личного приема) и (или) письменной форме.</w:t>
      </w:r>
    </w:p>
    <w:p w:rsidR="001B4A45" w:rsidRPr="00700844" w:rsidRDefault="001B4A45" w:rsidP="00770A5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00844">
        <w:rPr>
          <w:sz w:val="28"/>
          <w:szCs w:val="28"/>
        </w:rPr>
        <w:t xml:space="preserve">При устном обращении заявителей (в ходе личного приема) специалист </w:t>
      </w:r>
      <w:r>
        <w:rPr>
          <w:sz w:val="28"/>
          <w:szCs w:val="28"/>
        </w:rPr>
        <w:t>Комитета или Центра социального обслуживания</w:t>
      </w:r>
      <w:r w:rsidRPr="00700844">
        <w:rPr>
          <w:sz w:val="28"/>
          <w:szCs w:val="28"/>
        </w:rPr>
        <w:t xml:space="preserve">, обеспечивающий предоставление государственной услуги (далее - специалист), дает устный ответ, с согласия заявителя, в случае, если изложенные в устном обращении факты и обстоятельства являются очевидными и не требуют дополнительной проверки. </w:t>
      </w:r>
    </w:p>
    <w:p w:rsidR="001B4A45" w:rsidRPr="00700844" w:rsidRDefault="001B4A45" w:rsidP="00770A5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00844">
        <w:rPr>
          <w:sz w:val="28"/>
          <w:szCs w:val="28"/>
        </w:rPr>
        <w:t>Письменный ответ подписывается руководителем Комитета</w:t>
      </w:r>
      <w:r>
        <w:rPr>
          <w:sz w:val="28"/>
          <w:szCs w:val="28"/>
        </w:rPr>
        <w:t xml:space="preserve"> или Центра социального обслуживания </w:t>
      </w:r>
      <w:r w:rsidRPr="00700844">
        <w:rPr>
          <w:sz w:val="28"/>
          <w:szCs w:val="28"/>
        </w:rPr>
        <w:t>и содержит информацию о фамилии, инициалах и номере телефона исполнителя. Ответ направляется по почтовому адресу, указанному в письменном обращении.</w:t>
      </w:r>
    </w:p>
    <w:p w:rsidR="001B4A45" w:rsidRPr="00700844" w:rsidRDefault="001B4A45" w:rsidP="00770A5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00844">
        <w:rPr>
          <w:sz w:val="28"/>
          <w:szCs w:val="28"/>
        </w:rPr>
        <w:t>При письменном обращении ответ направляется заявителю в течение 30 календарных дней со дня регистрации письменного обращения в Комитет</w:t>
      </w:r>
      <w:r>
        <w:rPr>
          <w:sz w:val="28"/>
          <w:szCs w:val="28"/>
        </w:rPr>
        <w:t>е или Центре социального обслуживания</w:t>
      </w:r>
      <w:r w:rsidRPr="00700844">
        <w:rPr>
          <w:sz w:val="28"/>
          <w:szCs w:val="28"/>
        </w:rPr>
        <w:t>.</w:t>
      </w:r>
    </w:p>
    <w:p w:rsidR="001B4A45" w:rsidRPr="00700844" w:rsidRDefault="001B4A45" w:rsidP="00770A5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00844">
        <w:rPr>
          <w:sz w:val="28"/>
          <w:szCs w:val="28"/>
        </w:rPr>
        <w:t>В случае направления запроса в другие государственные органы, органы местного самоуправления или должностному лицу, руководитель Комитета</w:t>
      </w:r>
      <w:r>
        <w:rPr>
          <w:sz w:val="28"/>
          <w:szCs w:val="28"/>
        </w:rPr>
        <w:t xml:space="preserve"> или Центра социального обслуживания</w:t>
      </w:r>
      <w:r w:rsidRPr="00700844">
        <w:rPr>
          <w:sz w:val="28"/>
          <w:szCs w:val="28"/>
        </w:rPr>
        <w:t xml:space="preserve"> вправе продлить срок рассмотрения обращения не более чем на 30 календарных дней, уведомив о продлении срока его рассмотрения гражданина, направившего обращение.</w:t>
      </w:r>
    </w:p>
    <w:p w:rsidR="001B4A45" w:rsidRPr="00700844" w:rsidRDefault="001B4A45" w:rsidP="00770A5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00844">
        <w:rPr>
          <w:sz w:val="28"/>
          <w:szCs w:val="28"/>
        </w:rPr>
        <w:t xml:space="preserve">При личном обращении заявителя за консультацией по вопросам предоставления государственной услуги в </w:t>
      </w:r>
      <w:r>
        <w:rPr>
          <w:sz w:val="28"/>
          <w:szCs w:val="28"/>
        </w:rPr>
        <w:t>Комитет или Центр социального обслуживания</w:t>
      </w:r>
      <w:r w:rsidRPr="00700844">
        <w:rPr>
          <w:sz w:val="28"/>
          <w:szCs w:val="28"/>
        </w:rPr>
        <w:t>, специалист выдает заявителю список документов, необходимых для предоставления государственной услуги, в том числе бланк заявления о предоставлении государственной услуги для заполнения.</w:t>
      </w:r>
    </w:p>
    <w:p w:rsidR="001B4A45" w:rsidRDefault="001B4A45" w:rsidP="00A158DB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1B4A45" w:rsidRPr="00190AD8" w:rsidRDefault="001B4A45" w:rsidP="00A158DB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190AD8">
        <w:rPr>
          <w:b/>
          <w:bCs/>
          <w:sz w:val="28"/>
          <w:szCs w:val="28"/>
          <w:lang w:val="en-US"/>
        </w:rPr>
        <w:t>II</w:t>
      </w:r>
      <w:r w:rsidRPr="00190AD8">
        <w:rPr>
          <w:b/>
          <w:bCs/>
          <w:sz w:val="28"/>
          <w:szCs w:val="28"/>
        </w:rPr>
        <w:t>. Стандарт предоставления государственной услуги.</w:t>
      </w:r>
    </w:p>
    <w:p w:rsidR="001B4A45" w:rsidRPr="00190AD8" w:rsidRDefault="001B4A45" w:rsidP="00A158DB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1B4A45" w:rsidRPr="00190AD8" w:rsidRDefault="001B4A45" w:rsidP="00A158DB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190AD8">
        <w:rPr>
          <w:b/>
          <w:bCs/>
          <w:sz w:val="28"/>
          <w:szCs w:val="28"/>
        </w:rPr>
        <w:t>Наименование государственной услуги.</w:t>
      </w:r>
    </w:p>
    <w:p w:rsidR="001B4A45" w:rsidRPr="00190AD8" w:rsidRDefault="001B4A45" w:rsidP="00A158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B4A45" w:rsidRPr="00190AD8" w:rsidRDefault="001B4A45" w:rsidP="00A158DB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190AD8">
        <w:rPr>
          <w:sz w:val="28"/>
          <w:szCs w:val="28"/>
        </w:rPr>
        <w:t xml:space="preserve"> Наименование государственной услуги:</w:t>
      </w:r>
    </w:p>
    <w:p w:rsidR="001B4A45" w:rsidRPr="00A95697" w:rsidRDefault="001B4A45" w:rsidP="00A158DB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"</w:t>
      </w:r>
      <w:r w:rsidRPr="00A95697">
        <w:rPr>
          <w:rFonts w:ascii="Times New Roman" w:hAnsi="Times New Roman" w:cs="Times New Roman"/>
          <w:b w:val="0"/>
          <w:bCs w:val="0"/>
          <w:sz w:val="28"/>
          <w:szCs w:val="28"/>
        </w:rPr>
        <w:t>Признание граждан нуждающимися в предоставлении социальных услуг в стационарной форме социального обслуживания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"</w:t>
      </w:r>
      <w:r w:rsidRPr="00A9569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1B4A45" w:rsidRDefault="001B4A45" w:rsidP="00A158DB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B4A45" w:rsidRPr="00190AD8" w:rsidRDefault="001B4A45" w:rsidP="00A158DB">
      <w:pPr>
        <w:pStyle w:val="ConsPlusNormal"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0AD8">
        <w:rPr>
          <w:rFonts w:ascii="Times New Roman" w:hAnsi="Times New Roman" w:cs="Times New Roman"/>
          <w:b/>
          <w:bCs/>
          <w:sz w:val="28"/>
          <w:szCs w:val="28"/>
        </w:rPr>
        <w:t>Наименование органа исполнительной власти Курской области, предоставляющего государственную услугу</w:t>
      </w:r>
    </w:p>
    <w:p w:rsidR="001B4A45" w:rsidRPr="00190AD8" w:rsidRDefault="001B4A45" w:rsidP="00A158DB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</w:p>
    <w:p w:rsidR="001B4A45" w:rsidRDefault="001B4A45" w:rsidP="00A158DB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190AD8">
        <w:rPr>
          <w:sz w:val="28"/>
          <w:szCs w:val="28"/>
        </w:rPr>
        <w:t>.</w:t>
      </w:r>
      <w:r>
        <w:rPr>
          <w:sz w:val="28"/>
          <w:szCs w:val="28"/>
        </w:rPr>
        <w:t>Органом исполнительной власти Курской области, предоставляющим государственную услугу, является комитет социального обеспечения Курской области.</w:t>
      </w:r>
    </w:p>
    <w:p w:rsidR="001B4A45" w:rsidRDefault="001B4A45" w:rsidP="00A158DB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90AD8">
        <w:rPr>
          <w:sz w:val="28"/>
          <w:szCs w:val="28"/>
        </w:rPr>
        <w:t>В предоставлении государственной услуги участвуют:</w:t>
      </w:r>
    </w:p>
    <w:p w:rsidR="001B4A45" w:rsidRDefault="001B4A45" w:rsidP="00A158DB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Центры социального обслуживания </w:t>
      </w:r>
      <w:r w:rsidRPr="00190AD8">
        <w:rPr>
          <w:sz w:val="28"/>
          <w:szCs w:val="28"/>
        </w:rPr>
        <w:t>в части приема документов от заявителя</w:t>
      </w:r>
      <w:r>
        <w:rPr>
          <w:sz w:val="28"/>
          <w:szCs w:val="28"/>
        </w:rPr>
        <w:t>;</w:t>
      </w:r>
      <w:r w:rsidRPr="006558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запроса </w:t>
      </w:r>
      <w:r w:rsidRPr="003B688A">
        <w:rPr>
          <w:sz w:val="28"/>
          <w:szCs w:val="28"/>
        </w:rPr>
        <w:t>в рамках межведомственного взаимодействия документ</w:t>
      </w:r>
      <w:r>
        <w:rPr>
          <w:sz w:val="28"/>
          <w:szCs w:val="28"/>
        </w:rPr>
        <w:t>ов</w:t>
      </w:r>
      <w:r w:rsidRPr="003B688A">
        <w:rPr>
          <w:sz w:val="28"/>
          <w:szCs w:val="28"/>
        </w:rPr>
        <w:t xml:space="preserve"> (сведени</w:t>
      </w:r>
      <w:r>
        <w:rPr>
          <w:sz w:val="28"/>
          <w:szCs w:val="28"/>
        </w:rPr>
        <w:t>й</w:t>
      </w:r>
      <w:r w:rsidRPr="003B688A">
        <w:rPr>
          <w:sz w:val="28"/>
          <w:szCs w:val="28"/>
        </w:rPr>
        <w:t>), которые находятся в распоряжении государственных органов, органов местного самоуправления и иных организаци</w:t>
      </w:r>
      <w:r>
        <w:rPr>
          <w:sz w:val="28"/>
          <w:szCs w:val="28"/>
        </w:rPr>
        <w:t>й; составления акта обследования на предмет оформления на стационарное социальное обслуживание; формирования личного дела заявителя; передачи личного дела заявителя в комитет и вручения путевки заявителю</w:t>
      </w:r>
      <w:r w:rsidRPr="00190AD8">
        <w:rPr>
          <w:sz w:val="28"/>
          <w:szCs w:val="28"/>
        </w:rPr>
        <w:t>;</w:t>
      </w:r>
    </w:p>
    <w:p w:rsidR="001B4A45" w:rsidRDefault="001B4A45" w:rsidP="004F122F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19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медицинские организации, уполномоченные на выдачу заключения о </w:t>
      </w:r>
      <w:r w:rsidRPr="004F122F">
        <w:rPr>
          <w:sz w:val="28"/>
          <w:szCs w:val="28"/>
        </w:rPr>
        <w:t>наличии медицинских противопоказаний, в связи</w:t>
      </w:r>
      <w:r>
        <w:rPr>
          <w:sz w:val="28"/>
          <w:szCs w:val="28"/>
        </w:rPr>
        <w:t xml:space="preserve"> </w:t>
      </w:r>
      <w:r w:rsidRPr="004F122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4F122F">
        <w:rPr>
          <w:sz w:val="28"/>
          <w:szCs w:val="28"/>
        </w:rPr>
        <w:t>наличием</w:t>
      </w:r>
      <w:r>
        <w:rPr>
          <w:sz w:val="28"/>
          <w:szCs w:val="28"/>
        </w:rPr>
        <w:t xml:space="preserve"> </w:t>
      </w:r>
      <w:r w:rsidRPr="004F122F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</w:t>
      </w:r>
      <w:r w:rsidRPr="004F122F">
        <w:rPr>
          <w:sz w:val="28"/>
          <w:szCs w:val="28"/>
        </w:rPr>
        <w:t>гражданину или получателю социальных услуг может</w:t>
      </w:r>
      <w:r>
        <w:rPr>
          <w:sz w:val="28"/>
          <w:szCs w:val="28"/>
        </w:rPr>
        <w:t xml:space="preserve"> </w:t>
      </w:r>
      <w:r w:rsidRPr="004F122F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4F122F">
        <w:rPr>
          <w:sz w:val="28"/>
          <w:szCs w:val="28"/>
        </w:rPr>
        <w:t>отказано,</w:t>
      </w:r>
      <w:r>
        <w:rPr>
          <w:sz w:val="28"/>
          <w:szCs w:val="28"/>
        </w:rPr>
        <w:t xml:space="preserve"> </w:t>
      </w:r>
      <w:r w:rsidRPr="004F122F">
        <w:rPr>
          <w:sz w:val="28"/>
          <w:szCs w:val="28"/>
        </w:rPr>
        <w:t>в том числе временно, в предоставлении социальных услуг</w:t>
      </w:r>
      <w:r>
        <w:rPr>
          <w:sz w:val="28"/>
          <w:szCs w:val="28"/>
        </w:rPr>
        <w:t xml:space="preserve"> </w:t>
      </w:r>
      <w:r w:rsidRPr="004F122F">
        <w:rPr>
          <w:sz w:val="28"/>
          <w:szCs w:val="28"/>
        </w:rPr>
        <w:t>в стационарной форме</w:t>
      </w:r>
      <w:r>
        <w:rPr>
          <w:sz w:val="28"/>
          <w:szCs w:val="28"/>
        </w:rPr>
        <w:t>;</w:t>
      </w:r>
    </w:p>
    <w:p w:rsidR="001B4A45" w:rsidRDefault="001B4A45" w:rsidP="00F035B6">
      <w:pPr>
        <w:tabs>
          <w:tab w:val="left" w:pos="907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3) </w:t>
      </w:r>
      <w:r w:rsidRPr="00337B1D">
        <w:rPr>
          <w:sz w:val="28"/>
          <w:szCs w:val="28"/>
        </w:rPr>
        <w:t>психолого</w:t>
      </w:r>
      <w:r>
        <w:rPr>
          <w:sz w:val="28"/>
          <w:szCs w:val="28"/>
        </w:rPr>
        <w:t xml:space="preserve">-медико-педагогическая комиссия </w:t>
      </w:r>
      <w:r w:rsidRPr="005E1B24">
        <w:rPr>
          <w:sz w:val="28"/>
          <w:szCs w:val="28"/>
        </w:rPr>
        <w:t>Областного казенного учреждения для детей,</w:t>
      </w:r>
      <w:r>
        <w:rPr>
          <w:rFonts w:ascii="Arial" w:hAnsi="Arial" w:cs="Arial"/>
          <w:sz w:val="35"/>
          <w:szCs w:val="35"/>
        </w:rPr>
        <w:t xml:space="preserve"> </w:t>
      </w:r>
      <w:r w:rsidRPr="005E1B24">
        <w:rPr>
          <w:sz w:val="28"/>
          <w:szCs w:val="28"/>
        </w:rPr>
        <w:t>нуждающихся</w:t>
      </w:r>
      <w:r>
        <w:rPr>
          <w:sz w:val="28"/>
          <w:szCs w:val="28"/>
        </w:rPr>
        <w:t xml:space="preserve"> в психолого-педагогической, медицинской и социальной помощи "Курский центр психолого-педагогического, медицинского и социального сопровождения" (далее - ПМПК)</w:t>
      </w:r>
      <w:r w:rsidRPr="00915DA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части выдачи заключения о наличии особенностей в физическом и (или) психическом развитии ребенка и </w:t>
      </w:r>
      <w:r w:rsidRPr="00915DA5">
        <w:rPr>
          <w:sz w:val="28"/>
          <w:szCs w:val="28"/>
        </w:rPr>
        <w:t>рекомендацией устройства ребенка в стационарное учреждение социального обслуживания</w:t>
      </w:r>
      <w:r>
        <w:rPr>
          <w:sz w:val="28"/>
          <w:szCs w:val="28"/>
        </w:rPr>
        <w:t>.</w:t>
      </w:r>
    </w:p>
    <w:p w:rsidR="001B4A45" w:rsidRPr="00190AD8" w:rsidRDefault="001B4A45" w:rsidP="008771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</w:t>
      </w:r>
      <w:r w:rsidRPr="00190AD8">
        <w:rPr>
          <w:sz w:val="28"/>
          <w:szCs w:val="28"/>
        </w:rPr>
        <w:t xml:space="preserve"> соответствии с требованиями </w:t>
      </w:r>
      <w:hyperlink r:id="rId8" w:history="1">
        <w:r w:rsidRPr="00190AD8">
          <w:rPr>
            <w:sz w:val="28"/>
            <w:szCs w:val="28"/>
          </w:rPr>
          <w:t>пункта 3 части 1 статьи 7</w:t>
        </w:r>
      </w:hyperlink>
      <w:r w:rsidRPr="00190AD8">
        <w:rPr>
          <w:sz w:val="28"/>
          <w:szCs w:val="28"/>
        </w:rPr>
        <w:t xml:space="preserve"> Федерального закона от 27 июля 2010г</w:t>
      </w:r>
      <w:r>
        <w:rPr>
          <w:sz w:val="28"/>
          <w:szCs w:val="28"/>
        </w:rPr>
        <w:t>.</w:t>
      </w:r>
      <w:r w:rsidRPr="00190AD8">
        <w:rPr>
          <w:sz w:val="28"/>
          <w:szCs w:val="28"/>
        </w:rPr>
        <w:t xml:space="preserve"> N 210-ФЗ «Об организации предоставления государственных и муниципальных услуг» вышеназванные орган</w:t>
      </w:r>
      <w:r>
        <w:rPr>
          <w:sz w:val="28"/>
          <w:szCs w:val="28"/>
        </w:rPr>
        <w:t xml:space="preserve">изации, участвующие в предоставлении </w:t>
      </w:r>
      <w:r w:rsidRPr="00190AD8">
        <w:rPr>
          <w:sz w:val="28"/>
          <w:szCs w:val="28"/>
        </w:rPr>
        <w:t>государственн</w:t>
      </w:r>
      <w:r>
        <w:rPr>
          <w:sz w:val="28"/>
          <w:szCs w:val="28"/>
        </w:rPr>
        <w:t xml:space="preserve">ой </w:t>
      </w:r>
      <w:r w:rsidRPr="00190AD8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190AD8">
        <w:rPr>
          <w:sz w:val="28"/>
          <w:szCs w:val="28"/>
        </w:rPr>
        <w:t>, не вправе требовать от заявителей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постановлением Правительства Российской Федерации и постановлением Администрации Курской области.</w:t>
      </w:r>
    </w:p>
    <w:p w:rsidR="001B4A45" w:rsidRDefault="001B4A45" w:rsidP="00A158DB">
      <w:pPr>
        <w:pStyle w:val="ConsPlusNormal"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4A45" w:rsidRPr="003B688A" w:rsidRDefault="001B4A45" w:rsidP="00A158DB">
      <w:pPr>
        <w:pStyle w:val="ConsPlusNormal"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688A">
        <w:rPr>
          <w:rFonts w:ascii="Times New Roman" w:hAnsi="Times New Roman" w:cs="Times New Roman"/>
          <w:b/>
          <w:bCs/>
          <w:sz w:val="28"/>
          <w:szCs w:val="28"/>
        </w:rPr>
        <w:t>Описание результата предоставления государственной услуги</w:t>
      </w:r>
    </w:p>
    <w:p w:rsidR="001B4A45" w:rsidRPr="003B688A" w:rsidRDefault="001B4A45" w:rsidP="00A158DB">
      <w:pPr>
        <w:pStyle w:val="ConsPlusNormal"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4A45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B688A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3B688A">
        <w:rPr>
          <w:sz w:val="28"/>
          <w:szCs w:val="28"/>
        </w:rPr>
        <w:t xml:space="preserve">. Результатом предоставления государственной услуги является </w:t>
      </w:r>
      <w:r>
        <w:rPr>
          <w:sz w:val="28"/>
          <w:szCs w:val="28"/>
        </w:rPr>
        <w:t xml:space="preserve">принятие решения о признании гражданина </w:t>
      </w:r>
      <w:r w:rsidRPr="00010C0D">
        <w:rPr>
          <w:sz w:val="28"/>
          <w:szCs w:val="28"/>
        </w:rPr>
        <w:t>нуждающимся в предоставлении социальных услуг в стационарной форме социального обслуживания</w:t>
      </w:r>
      <w:r>
        <w:rPr>
          <w:sz w:val="28"/>
          <w:szCs w:val="28"/>
        </w:rPr>
        <w:t xml:space="preserve"> (далее - решение), разработка индивидуальной программы предоставления социальных услуг </w:t>
      </w:r>
      <w:r w:rsidRPr="00655845">
        <w:rPr>
          <w:sz w:val="28"/>
          <w:szCs w:val="28"/>
        </w:rPr>
        <w:t xml:space="preserve">(далее - ИППСУ) и </w:t>
      </w:r>
      <w:r>
        <w:rPr>
          <w:sz w:val="28"/>
          <w:szCs w:val="28"/>
        </w:rPr>
        <w:t>выписка</w:t>
      </w:r>
      <w:r w:rsidRPr="00180D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путевки </w:t>
      </w:r>
      <w:r w:rsidRPr="00180DFD">
        <w:rPr>
          <w:sz w:val="28"/>
          <w:szCs w:val="28"/>
        </w:rPr>
        <w:t>для оформления на стационарное социальное обслуживание по установленной форм</w:t>
      </w:r>
      <w:r>
        <w:rPr>
          <w:sz w:val="28"/>
          <w:szCs w:val="28"/>
        </w:rPr>
        <w:t>е (далее - путевка), в</w:t>
      </w:r>
      <w:r w:rsidRPr="00180DFD">
        <w:rPr>
          <w:sz w:val="28"/>
          <w:szCs w:val="28"/>
        </w:rPr>
        <w:t xml:space="preserve"> случае выбора </w:t>
      </w:r>
      <w:r>
        <w:rPr>
          <w:sz w:val="28"/>
          <w:szCs w:val="28"/>
        </w:rPr>
        <w:t xml:space="preserve">гражданином в качестве </w:t>
      </w:r>
      <w:r w:rsidRPr="00180DFD">
        <w:rPr>
          <w:sz w:val="28"/>
          <w:szCs w:val="28"/>
        </w:rPr>
        <w:t>поставщик</w:t>
      </w:r>
      <w:r>
        <w:rPr>
          <w:sz w:val="28"/>
          <w:szCs w:val="28"/>
        </w:rPr>
        <w:t>а</w:t>
      </w:r>
      <w:r w:rsidRPr="00180DFD">
        <w:rPr>
          <w:sz w:val="28"/>
          <w:szCs w:val="28"/>
        </w:rPr>
        <w:t xml:space="preserve"> социальных услуг организацию социального обслуживания, находящуюс</w:t>
      </w:r>
      <w:r>
        <w:rPr>
          <w:sz w:val="28"/>
          <w:szCs w:val="28"/>
        </w:rPr>
        <w:t>я в ведении Комитета.</w:t>
      </w:r>
    </w:p>
    <w:p w:rsidR="001B4A45" w:rsidRDefault="001B4A45" w:rsidP="00A158DB">
      <w:pPr>
        <w:pStyle w:val="ConsPlusNormal"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4A45" w:rsidRPr="00836AE2" w:rsidRDefault="001B4A45" w:rsidP="00836AE2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836AE2">
        <w:rPr>
          <w:b/>
          <w:bCs/>
          <w:sz w:val="28"/>
          <w:szCs w:val="28"/>
        </w:rPr>
        <w:t>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государственной услуги</w:t>
      </w:r>
    </w:p>
    <w:p w:rsidR="001B4A45" w:rsidRPr="003B688A" w:rsidRDefault="001B4A45" w:rsidP="00A158DB">
      <w:pPr>
        <w:pStyle w:val="ConsPlusNormal"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4A45" w:rsidRDefault="001B4A45" w:rsidP="00982234">
      <w:pPr>
        <w:tabs>
          <w:tab w:val="left" w:pos="-50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B688A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3B688A">
        <w:rPr>
          <w:sz w:val="28"/>
          <w:szCs w:val="28"/>
        </w:rPr>
        <w:t xml:space="preserve">. </w:t>
      </w:r>
      <w:r>
        <w:rPr>
          <w:sz w:val="28"/>
          <w:szCs w:val="28"/>
        </w:rPr>
        <w:t>Срок предоставления государственной услуги составляет:</w:t>
      </w:r>
    </w:p>
    <w:p w:rsidR="001B4A45" w:rsidRDefault="001B4A45" w:rsidP="00982234">
      <w:pPr>
        <w:tabs>
          <w:tab w:val="left" w:pos="-50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21 </w:t>
      </w:r>
      <w:r w:rsidRPr="00180DFD">
        <w:rPr>
          <w:sz w:val="28"/>
          <w:szCs w:val="28"/>
        </w:rPr>
        <w:t>рабочи</w:t>
      </w:r>
      <w:r>
        <w:rPr>
          <w:sz w:val="28"/>
          <w:szCs w:val="28"/>
        </w:rPr>
        <w:t>й д</w:t>
      </w:r>
      <w:r w:rsidRPr="00180DFD">
        <w:rPr>
          <w:sz w:val="28"/>
          <w:szCs w:val="28"/>
        </w:rPr>
        <w:t>е</w:t>
      </w:r>
      <w:r>
        <w:rPr>
          <w:sz w:val="28"/>
          <w:szCs w:val="28"/>
        </w:rPr>
        <w:t>нь</w:t>
      </w:r>
      <w:r w:rsidRPr="00180DFD">
        <w:rPr>
          <w:sz w:val="28"/>
          <w:szCs w:val="28"/>
        </w:rPr>
        <w:t xml:space="preserve"> с даты </w:t>
      </w:r>
      <w:r>
        <w:rPr>
          <w:sz w:val="28"/>
          <w:szCs w:val="28"/>
        </w:rPr>
        <w:t>регистрации заявления с документами, предусмотренными в пункте 14 Административного регламента, в Центре социального обслуживания;</w:t>
      </w:r>
    </w:p>
    <w:p w:rsidR="001B4A45" w:rsidRDefault="001B4A45" w:rsidP="00982234">
      <w:pPr>
        <w:tabs>
          <w:tab w:val="left" w:pos="-50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10 рабочих дней с даты регистрации личного дела заявителя, сформированного Центром социального обслуживания, в Комитете в Журнале входящей корреспонденции.</w:t>
      </w:r>
    </w:p>
    <w:p w:rsidR="001B4A45" w:rsidRDefault="001B4A45" w:rsidP="009822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Предоставление государственной услуги приостанавливается</w:t>
      </w:r>
      <w:r>
        <w:rPr>
          <w:sz w:val="28"/>
          <w:szCs w:val="28"/>
        </w:rPr>
        <w:t xml:space="preserve"> </w:t>
      </w:r>
      <w:r w:rsidRPr="00700844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предоставлении неполного комплекта документов или </w:t>
      </w:r>
      <w:r w:rsidRPr="00315687">
        <w:rPr>
          <w:sz w:val="28"/>
          <w:szCs w:val="28"/>
        </w:rPr>
        <w:t>ненадлежащим образом оформленны</w:t>
      </w:r>
      <w:r>
        <w:rPr>
          <w:sz w:val="28"/>
          <w:szCs w:val="28"/>
        </w:rPr>
        <w:t>х</w:t>
      </w:r>
      <w:r w:rsidRPr="00315687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 не</w:t>
      </w:r>
      <w:r w:rsidRPr="00700844">
        <w:rPr>
          <w:sz w:val="28"/>
          <w:szCs w:val="28"/>
        </w:rPr>
        <w:t xml:space="preserve"> более чем на </w:t>
      </w:r>
      <w:r>
        <w:rPr>
          <w:sz w:val="28"/>
          <w:szCs w:val="28"/>
        </w:rPr>
        <w:t>1</w:t>
      </w:r>
      <w:r w:rsidRPr="00700844">
        <w:rPr>
          <w:sz w:val="28"/>
          <w:szCs w:val="28"/>
        </w:rPr>
        <w:t>0 дней</w:t>
      </w:r>
      <w:r>
        <w:rPr>
          <w:sz w:val="28"/>
          <w:szCs w:val="28"/>
        </w:rPr>
        <w:t>.</w:t>
      </w:r>
      <w:r w:rsidRPr="00700844">
        <w:rPr>
          <w:sz w:val="28"/>
          <w:szCs w:val="28"/>
        </w:rPr>
        <w:t xml:space="preserve"> </w:t>
      </w:r>
    </w:p>
    <w:p w:rsidR="001B4A45" w:rsidRDefault="001B4A45" w:rsidP="001904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15687">
        <w:rPr>
          <w:sz w:val="28"/>
          <w:szCs w:val="28"/>
        </w:rPr>
        <w:t>Указанные обстоятельства</w:t>
      </w:r>
      <w:r>
        <w:rPr>
          <w:sz w:val="28"/>
          <w:szCs w:val="28"/>
        </w:rPr>
        <w:t xml:space="preserve"> п</w:t>
      </w:r>
      <w:r w:rsidRPr="00315687">
        <w:rPr>
          <w:sz w:val="28"/>
          <w:szCs w:val="28"/>
        </w:rPr>
        <w:t xml:space="preserve">исьменно сообщаются </w:t>
      </w:r>
      <w:r w:rsidRPr="0070588D">
        <w:rPr>
          <w:sz w:val="28"/>
          <w:szCs w:val="28"/>
        </w:rPr>
        <w:t>специалист</w:t>
      </w:r>
      <w:r>
        <w:rPr>
          <w:sz w:val="28"/>
          <w:szCs w:val="28"/>
        </w:rPr>
        <w:t>ом</w:t>
      </w:r>
      <w:r w:rsidRPr="0070588D">
        <w:rPr>
          <w:sz w:val="28"/>
          <w:szCs w:val="28"/>
        </w:rPr>
        <w:t>, ответственн</w:t>
      </w:r>
      <w:r>
        <w:rPr>
          <w:sz w:val="28"/>
          <w:szCs w:val="28"/>
        </w:rPr>
        <w:t>ым</w:t>
      </w:r>
      <w:r w:rsidRPr="0070588D">
        <w:rPr>
          <w:sz w:val="28"/>
          <w:szCs w:val="28"/>
        </w:rPr>
        <w:t xml:space="preserve"> за подготовку проекта решения о </w:t>
      </w:r>
      <w:r>
        <w:rPr>
          <w:sz w:val="28"/>
          <w:szCs w:val="28"/>
        </w:rPr>
        <w:t xml:space="preserve">нуждаемости гражданина в </w:t>
      </w:r>
      <w:r w:rsidRPr="00BC09A7">
        <w:rPr>
          <w:sz w:val="28"/>
          <w:szCs w:val="28"/>
        </w:rPr>
        <w:t>предоставлении социальных услуг в стационарной форме социального обслуживания</w:t>
      </w:r>
      <w:r>
        <w:rPr>
          <w:sz w:val="28"/>
          <w:szCs w:val="28"/>
        </w:rPr>
        <w:t>,</w:t>
      </w:r>
      <w:r w:rsidRPr="0070588D">
        <w:rPr>
          <w:sz w:val="28"/>
          <w:szCs w:val="28"/>
        </w:rPr>
        <w:t xml:space="preserve"> в Центр социального обслуживания</w:t>
      </w:r>
      <w:r>
        <w:rPr>
          <w:sz w:val="28"/>
          <w:szCs w:val="28"/>
        </w:rPr>
        <w:t xml:space="preserve"> для их устранения.</w:t>
      </w:r>
    </w:p>
    <w:p w:rsidR="001B4A45" w:rsidRPr="00700844" w:rsidRDefault="001B4A45" w:rsidP="001904E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00844">
        <w:rPr>
          <w:sz w:val="28"/>
          <w:szCs w:val="28"/>
        </w:rPr>
        <w:t xml:space="preserve">Срок выдачи (направления) документов, являющихся результатом предоставления услуги – передача </w:t>
      </w:r>
      <w:r>
        <w:rPr>
          <w:sz w:val="28"/>
          <w:szCs w:val="28"/>
        </w:rPr>
        <w:t>решения, ИППСУ и путевки</w:t>
      </w:r>
      <w:r w:rsidRPr="00700844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Центр социального обслуживания </w:t>
      </w:r>
      <w:r w:rsidRPr="00700844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3</w:t>
      </w:r>
      <w:r w:rsidRPr="00700844">
        <w:rPr>
          <w:sz w:val="28"/>
          <w:szCs w:val="28"/>
        </w:rPr>
        <w:t xml:space="preserve"> рабочи</w:t>
      </w:r>
      <w:r>
        <w:rPr>
          <w:sz w:val="28"/>
          <w:szCs w:val="28"/>
        </w:rPr>
        <w:t>х</w:t>
      </w:r>
      <w:r w:rsidRPr="00700844">
        <w:rPr>
          <w:sz w:val="28"/>
          <w:szCs w:val="28"/>
        </w:rPr>
        <w:t xml:space="preserve"> дн</w:t>
      </w:r>
      <w:r>
        <w:rPr>
          <w:sz w:val="28"/>
          <w:szCs w:val="28"/>
        </w:rPr>
        <w:t>я</w:t>
      </w:r>
      <w:r w:rsidRPr="00700844">
        <w:rPr>
          <w:sz w:val="28"/>
          <w:szCs w:val="28"/>
        </w:rPr>
        <w:t>.</w:t>
      </w:r>
    </w:p>
    <w:p w:rsidR="001B4A45" w:rsidRDefault="001B4A45" w:rsidP="00A158DB">
      <w:pPr>
        <w:jc w:val="both"/>
        <w:rPr>
          <w:sz w:val="28"/>
          <w:szCs w:val="28"/>
        </w:rPr>
      </w:pPr>
    </w:p>
    <w:p w:rsidR="001B4A45" w:rsidRPr="003B688A" w:rsidRDefault="001B4A45" w:rsidP="00836AE2">
      <w:pPr>
        <w:pStyle w:val="ConsPlusNormal"/>
        <w:ind w:firstLine="540"/>
        <w:jc w:val="center"/>
        <w:rPr>
          <w:b/>
          <w:bCs/>
          <w:sz w:val="28"/>
          <w:szCs w:val="28"/>
        </w:rPr>
      </w:pPr>
      <w:r w:rsidRPr="00836AE2">
        <w:rPr>
          <w:rFonts w:ascii="Times New Roman" w:hAnsi="Times New Roman" w:cs="Times New Roman"/>
          <w:b/>
          <w:bCs/>
          <w:sz w:val="28"/>
          <w:szCs w:val="28"/>
        </w:rPr>
        <w:t>Перечень нормативных правовых актов, регулирующих отношения, возникающие в связи с предоставлением государственной услуги, с указанием их реквизитов и источников официального опубликования</w:t>
      </w:r>
    </w:p>
    <w:p w:rsidR="001B4A45" w:rsidRPr="003B688A" w:rsidRDefault="001B4A45" w:rsidP="00A158DB">
      <w:pPr>
        <w:pStyle w:val="ConsPlusNormal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B4A45" w:rsidRPr="003B688A" w:rsidRDefault="001B4A45" w:rsidP="00A158DB">
      <w:pPr>
        <w:pStyle w:val="ConsPlusNormal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3B688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B688A">
        <w:rPr>
          <w:rFonts w:ascii="Times New Roman" w:hAnsi="Times New Roman" w:cs="Times New Roman"/>
          <w:sz w:val="28"/>
          <w:szCs w:val="28"/>
        </w:rPr>
        <w:t>. Предоставление государственной  услуги осуществляется в соответствии с:</w:t>
      </w:r>
    </w:p>
    <w:p w:rsidR="001B4A45" w:rsidRDefault="001B4A45" w:rsidP="0060231B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-Федеральным законом Российской Федерации от 24.11.1995 № 181-ФЗ «О социальной защите инвалидов в Российской Федерации» («Российская газета», № 234, 02.12.1995); </w:t>
      </w:r>
    </w:p>
    <w:p w:rsidR="001B4A45" w:rsidRDefault="001B4A45" w:rsidP="00701BF7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C338D">
        <w:rPr>
          <w:rFonts w:ascii="Times New Roman" w:hAnsi="Times New Roman" w:cs="Times New Roman"/>
          <w:sz w:val="28"/>
          <w:szCs w:val="28"/>
        </w:rPr>
        <w:t xml:space="preserve">-Законом Российской Федерации от 02.07.1992 № 3185-1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8C338D">
        <w:rPr>
          <w:rFonts w:ascii="Times New Roman" w:hAnsi="Times New Roman" w:cs="Times New Roman"/>
          <w:sz w:val="28"/>
          <w:szCs w:val="28"/>
        </w:rPr>
        <w:t>О психиатрической помощи и гарантиях прав граждан при её оказании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8C338D">
        <w:rPr>
          <w:rFonts w:ascii="Times New Roman" w:hAnsi="Times New Roman" w:cs="Times New Roman"/>
          <w:sz w:val="28"/>
          <w:szCs w:val="28"/>
        </w:rPr>
        <w:t xml:space="preserve"> (Ведомости С</w:t>
      </w:r>
      <w:r>
        <w:rPr>
          <w:rFonts w:ascii="Times New Roman" w:hAnsi="Times New Roman" w:cs="Times New Roman"/>
          <w:sz w:val="28"/>
          <w:szCs w:val="28"/>
        </w:rPr>
        <w:t xml:space="preserve">НД </w:t>
      </w:r>
      <w:r w:rsidRPr="008C338D">
        <w:rPr>
          <w:rFonts w:ascii="Times New Roman" w:hAnsi="Times New Roman" w:cs="Times New Roman"/>
          <w:sz w:val="28"/>
          <w:szCs w:val="28"/>
        </w:rPr>
        <w:t xml:space="preserve">и ВС РФ </w:t>
      </w:r>
      <w:r>
        <w:rPr>
          <w:rFonts w:ascii="Times New Roman" w:hAnsi="Times New Roman" w:cs="Times New Roman"/>
          <w:sz w:val="28"/>
          <w:szCs w:val="28"/>
        </w:rPr>
        <w:t>от 20.08.</w:t>
      </w:r>
      <w:r w:rsidRPr="008C338D">
        <w:rPr>
          <w:rFonts w:ascii="Times New Roman" w:hAnsi="Times New Roman" w:cs="Times New Roman"/>
          <w:sz w:val="28"/>
          <w:szCs w:val="28"/>
        </w:rPr>
        <w:t>1992, № 33, ст. 1913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B4A45" w:rsidRDefault="001B4A45" w:rsidP="00701BF7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1BF7">
        <w:rPr>
          <w:rFonts w:ascii="Times New Roman" w:hAnsi="Times New Roman" w:cs="Times New Roman"/>
          <w:sz w:val="28"/>
          <w:szCs w:val="28"/>
        </w:rPr>
        <w:t xml:space="preserve">- Федеральным законом от 24.04.2008 № 48-ФЗ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01BF7">
        <w:rPr>
          <w:rFonts w:ascii="Times New Roman" w:hAnsi="Times New Roman" w:cs="Times New Roman"/>
          <w:sz w:val="28"/>
          <w:szCs w:val="28"/>
        </w:rPr>
        <w:t>Об опеке и попечительстве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01BF7">
        <w:rPr>
          <w:rFonts w:ascii="Times New Roman" w:hAnsi="Times New Roman" w:cs="Times New Roman"/>
          <w:sz w:val="28"/>
          <w:szCs w:val="28"/>
        </w:rPr>
        <w:t xml:space="preserve"> ("Собрание законодательства РФ", 28.04.2008,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01BF7">
        <w:rPr>
          <w:rFonts w:ascii="Times New Roman" w:hAnsi="Times New Roman" w:cs="Times New Roman"/>
          <w:sz w:val="28"/>
          <w:szCs w:val="28"/>
        </w:rPr>
        <w:t xml:space="preserve"> 17, ст. 1755</w:t>
      </w:r>
      <w:r>
        <w:rPr>
          <w:rFonts w:ascii="Times New Roman" w:hAnsi="Times New Roman" w:cs="Times New Roman"/>
          <w:sz w:val="28"/>
          <w:szCs w:val="28"/>
        </w:rPr>
        <w:t>; "</w:t>
      </w:r>
      <w:r w:rsidRPr="00701BF7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01BF7">
        <w:rPr>
          <w:rFonts w:ascii="Times New Roman" w:hAnsi="Times New Roman" w:cs="Times New Roman"/>
          <w:sz w:val="28"/>
          <w:szCs w:val="28"/>
        </w:rPr>
        <w:t>, № 94, 30.04.2008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01BF7">
        <w:rPr>
          <w:rFonts w:ascii="Times New Roman" w:hAnsi="Times New Roman" w:cs="Times New Roman"/>
          <w:sz w:val="28"/>
          <w:szCs w:val="28"/>
        </w:rPr>
        <w:t>);</w:t>
      </w:r>
    </w:p>
    <w:p w:rsidR="001B4A45" w:rsidRDefault="001B4A45" w:rsidP="00701BF7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1BF7">
        <w:rPr>
          <w:rFonts w:ascii="Times New Roman" w:hAnsi="Times New Roman" w:cs="Times New Roman"/>
          <w:sz w:val="28"/>
          <w:szCs w:val="28"/>
        </w:rPr>
        <w:t xml:space="preserve">- Федеральным законом от 27.07.2010 № 210-ФЗ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01BF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 w:rsidRPr="00701BF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01BF7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01BF7">
        <w:rPr>
          <w:rFonts w:ascii="Times New Roman" w:hAnsi="Times New Roman" w:cs="Times New Roman"/>
          <w:sz w:val="28"/>
          <w:szCs w:val="28"/>
        </w:rPr>
        <w:t>, № 168, 30.07.2010;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701BF7">
        <w:rPr>
          <w:rFonts w:ascii="Times New Roman" w:hAnsi="Times New Roman" w:cs="Times New Roman"/>
          <w:sz w:val="28"/>
          <w:szCs w:val="28"/>
        </w:rPr>
        <w:t>"Собрание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1BF7">
        <w:rPr>
          <w:rFonts w:ascii="Times New Roman" w:hAnsi="Times New Roman" w:cs="Times New Roman"/>
          <w:sz w:val="28"/>
          <w:szCs w:val="28"/>
        </w:rPr>
        <w:t xml:space="preserve"> законодательства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1BF7">
        <w:rPr>
          <w:rFonts w:ascii="Times New Roman" w:hAnsi="Times New Roman" w:cs="Times New Roman"/>
          <w:sz w:val="28"/>
          <w:szCs w:val="28"/>
        </w:rPr>
        <w:t xml:space="preserve">РФ", 02.08.2010,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01BF7">
        <w:rPr>
          <w:rFonts w:ascii="Times New Roman" w:hAnsi="Times New Roman" w:cs="Times New Roman"/>
          <w:sz w:val="28"/>
          <w:szCs w:val="28"/>
        </w:rPr>
        <w:t xml:space="preserve"> 31, ст. 4179);</w:t>
      </w:r>
    </w:p>
    <w:p w:rsidR="001B4A45" w:rsidRDefault="001B4A45" w:rsidP="009D1FA8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01BF7">
        <w:rPr>
          <w:rFonts w:ascii="Times New Roman" w:hAnsi="Times New Roman" w:cs="Times New Roman"/>
          <w:sz w:val="28"/>
          <w:szCs w:val="28"/>
        </w:rPr>
        <w:t xml:space="preserve"> - Федеральным законом от 28.12.2013 № 442-ФЗ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01BF7">
        <w:rPr>
          <w:rFonts w:ascii="Times New Roman" w:hAnsi="Times New Roman" w:cs="Times New Roman"/>
          <w:sz w:val="28"/>
          <w:szCs w:val="28"/>
        </w:rPr>
        <w:t>Об основах социального обслуживания граждан в Российской Федерации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701BF7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</w:t>
      </w:r>
      <w:r>
        <w:rPr>
          <w:rFonts w:ascii="Times New Roman" w:hAnsi="Times New Roman" w:cs="Times New Roman"/>
          <w:sz w:val="28"/>
          <w:szCs w:val="28"/>
        </w:rPr>
        <w:t>30.12.</w:t>
      </w:r>
      <w:r w:rsidRPr="00701BF7">
        <w:rPr>
          <w:rFonts w:ascii="Times New Roman" w:hAnsi="Times New Roman" w:cs="Times New Roman"/>
          <w:sz w:val="28"/>
          <w:szCs w:val="28"/>
        </w:rPr>
        <w:t xml:space="preserve">2013,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01BF7">
        <w:rPr>
          <w:rFonts w:ascii="Times New Roman" w:hAnsi="Times New Roman" w:cs="Times New Roman"/>
          <w:sz w:val="28"/>
          <w:szCs w:val="28"/>
        </w:rPr>
        <w:t xml:space="preserve"> 52</w:t>
      </w:r>
      <w:r>
        <w:rPr>
          <w:rFonts w:ascii="Times New Roman" w:hAnsi="Times New Roman" w:cs="Times New Roman"/>
          <w:sz w:val="28"/>
          <w:szCs w:val="28"/>
        </w:rPr>
        <w:t xml:space="preserve"> (часть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01BF7">
        <w:rPr>
          <w:rFonts w:ascii="Times New Roman" w:hAnsi="Times New Roman" w:cs="Times New Roman"/>
          <w:sz w:val="28"/>
          <w:szCs w:val="28"/>
        </w:rPr>
        <w:t>, ст. 7007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01BF7">
        <w:rPr>
          <w:rFonts w:ascii="Times New Roman" w:hAnsi="Times New Roman" w:cs="Times New Roman"/>
          <w:sz w:val="28"/>
          <w:szCs w:val="28"/>
        </w:rPr>
        <w:t xml:space="preserve">"Российская газета",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01BF7">
        <w:rPr>
          <w:rFonts w:ascii="Times New Roman" w:hAnsi="Times New Roman" w:cs="Times New Roman"/>
          <w:sz w:val="28"/>
          <w:szCs w:val="28"/>
        </w:rPr>
        <w:t xml:space="preserve"> 295, 30.12.2013</w:t>
      </w:r>
      <w:r>
        <w:rPr>
          <w:rFonts w:ascii="Times New Roman" w:hAnsi="Times New Roman" w:cs="Times New Roman"/>
          <w:sz w:val="28"/>
          <w:szCs w:val="28"/>
        </w:rPr>
        <w:t>;)</w:t>
      </w:r>
    </w:p>
    <w:p w:rsidR="001B4A45" w:rsidRPr="009D1FA8" w:rsidRDefault="001B4A45" w:rsidP="009D1FA8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D1FA8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24.11.2014 № 1239 "Об утверждении правил размещения и обновления информации о поставщике социальных услуг на официальном сайте поставщика социальных услуг в информационно-телекоммуникационной сети   "Интернет"</w:t>
      </w:r>
      <w:r w:rsidRPr="00C80918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9D1FA8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http://www.pravo.gov.ru, 28.11.2014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9D1FA8">
        <w:rPr>
          <w:rFonts w:ascii="Times New Roman" w:hAnsi="Times New Roman" w:cs="Times New Roman"/>
          <w:sz w:val="28"/>
          <w:szCs w:val="28"/>
        </w:rPr>
        <w:t>"Собрание  законодательства   РФ",   01.12.2014,   №  48, ст. 6875);</w:t>
      </w:r>
    </w:p>
    <w:p w:rsidR="001B4A45" w:rsidRDefault="001B4A45" w:rsidP="00296E17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Pr="00134234">
        <w:rPr>
          <w:rFonts w:ascii="Times New Roman" w:hAnsi="Times New Roman" w:cs="Times New Roman"/>
          <w:sz w:val="28"/>
          <w:szCs w:val="28"/>
        </w:rPr>
        <w:t xml:space="preserve">- </w:t>
      </w:r>
      <w:r w:rsidRPr="001342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Приказом Министерства труда и социальной защиты Российской Федерации от 28.03.2014 № 159н "Об утверждении формы заявления о предоставлении социальных услуг" ("Российская газета",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Pr="001342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131, 16.06.2014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);</w:t>
      </w:r>
    </w:p>
    <w:p w:rsidR="001B4A45" w:rsidRDefault="001B4A45" w:rsidP="00296E17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-</w:t>
      </w:r>
      <w:r>
        <w:rPr>
          <w:sz w:val="24"/>
          <w:szCs w:val="24"/>
        </w:rPr>
        <w:t xml:space="preserve"> </w:t>
      </w:r>
      <w:r w:rsidRPr="00134234">
        <w:rPr>
          <w:rFonts w:ascii="Times New Roman" w:hAnsi="Times New Roman" w:cs="Times New Roman"/>
          <w:b w:val="0"/>
          <w:bCs w:val="0"/>
          <w:sz w:val="28"/>
          <w:szCs w:val="28"/>
        </w:rPr>
        <w:t>Приказом Министерства труда и социальной защиты Российской Федерации от 30.07.2014 № 500н "Об утверждении рекомендаций по определению индивидуальной потребности в социальных услугах получателей социальных услуг"</w:t>
      </w:r>
      <w:r>
        <w:rPr>
          <w:sz w:val="24"/>
          <w:szCs w:val="24"/>
        </w:rPr>
        <w:t xml:space="preserve"> </w:t>
      </w:r>
      <w:r w:rsidRPr="00134234">
        <w:rPr>
          <w:b w:val="0"/>
          <w:bCs w:val="0"/>
          <w:sz w:val="28"/>
          <w:szCs w:val="28"/>
        </w:rPr>
        <w:t>(</w:t>
      </w:r>
      <w:r w:rsidRPr="00134234">
        <w:rPr>
          <w:rFonts w:ascii="Times New Roman" w:hAnsi="Times New Roman" w:cs="Times New Roman"/>
          <w:b w:val="0"/>
          <w:bCs w:val="0"/>
          <w:sz w:val="28"/>
          <w:szCs w:val="28"/>
        </w:rPr>
        <w:t>"Бюллетень трудового и социального законодательства РФ", № 12, 2014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);</w:t>
      </w:r>
    </w:p>
    <w:p w:rsidR="001B4A45" w:rsidRPr="009D1FA8" w:rsidRDefault="001B4A45" w:rsidP="009D1F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D1FA8">
        <w:rPr>
          <w:rFonts w:ascii="Times New Roman" w:hAnsi="Times New Roman" w:cs="Times New Roman"/>
          <w:sz w:val="28"/>
          <w:szCs w:val="28"/>
        </w:rPr>
        <w:t xml:space="preserve"> - Приказом Министерства здравоохранения Российской Федерации от 29.04.2015 № 216н "Об утверждении перечня медицинских противопоказаний, в связи с наличием которых гражданину или получателю социальных услуг может быть отказано, в том числе временно, в предоставлении социальных услуг в стационарной форме, а также формы заключения уполномоченной медицинской организации о наличии таких противопоказаний" (Официальный интернет-портал правовой информации http://www.pravo.gov.ru, 15.06.2015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9D1FA8">
        <w:rPr>
          <w:rFonts w:ascii="Times New Roman" w:hAnsi="Times New Roman" w:cs="Times New Roman"/>
          <w:sz w:val="28"/>
          <w:szCs w:val="28"/>
        </w:rPr>
        <w:t>"Российская газета", № 130, 18.06.2015);</w:t>
      </w:r>
    </w:p>
    <w:p w:rsidR="001B4A45" w:rsidRPr="009D1FA8" w:rsidRDefault="001B4A45" w:rsidP="009D1F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D1FA8">
        <w:rPr>
          <w:sz w:val="28"/>
          <w:szCs w:val="28"/>
        </w:rPr>
        <w:t xml:space="preserve">- </w:t>
      </w:r>
      <w:r w:rsidRPr="009D1FA8">
        <w:rPr>
          <w:rFonts w:ascii="Times New Roman" w:hAnsi="Times New Roman" w:cs="Times New Roman"/>
          <w:sz w:val="28"/>
          <w:szCs w:val="28"/>
        </w:rPr>
        <w:t>Законом Курской области от 05.12.2014 № 94-ЗКО</w:t>
      </w:r>
      <w:r w:rsidRPr="009D1FA8">
        <w:rPr>
          <w:rFonts w:ascii="Times New Roman" w:hAnsi="Times New Roman" w:cs="Times New Roman"/>
          <w:sz w:val="28"/>
          <w:szCs w:val="28"/>
        </w:rPr>
        <w:br/>
        <w:t>"Об утверждении перечня социальных услуг, предоставляемых поставщиками социальных услуг в Курской области"</w:t>
      </w:r>
      <w:r w:rsidRPr="009D1FA8">
        <w:rPr>
          <w:rFonts w:ascii="Times New Roman" w:hAnsi="Times New Roman" w:cs="Times New Roman"/>
          <w:sz w:val="28"/>
          <w:szCs w:val="28"/>
        </w:rPr>
        <w:br/>
        <w:t>(Официальный сайт Администрации Курской области http://adm.rkursk.ru, 05.12.2014; Официальный интернет-портал правовой информации http://www.pravo.gov.ru, 05.12.2014; "Курская правда", № 148, 11.12.2014);</w:t>
      </w:r>
    </w:p>
    <w:p w:rsidR="001B4A45" w:rsidRDefault="001B4A45" w:rsidP="008D5C00">
      <w:pPr>
        <w:pStyle w:val="ConsPlusNormal"/>
        <w:ind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D5C00">
        <w:rPr>
          <w:rFonts w:ascii="Times New Roman" w:hAnsi="Times New Roman" w:cs="Times New Roman"/>
          <w:sz w:val="28"/>
          <w:szCs w:val="28"/>
        </w:rPr>
        <w:t xml:space="preserve">- Закон Курской области от 02.03.2016 № 1-ЗКО "Об обеспечении инвалидам условий для беспрепятственного доступа к объектам социальной, транспортной и инженерной инфраструктур Курской области, к местам отдыха и к предоставляемым в них услугам" (Официальный сайт Администрации Курской области http://adm.rkursk.ru, 02.03.2016; "Курская правда",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D5C00">
        <w:rPr>
          <w:rFonts w:ascii="Times New Roman" w:hAnsi="Times New Roman" w:cs="Times New Roman"/>
          <w:sz w:val="28"/>
          <w:szCs w:val="28"/>
        </w:rPr>
        <w:t xml:space="preserve"> 24, 04.03.2016; Официальный интернет-портал правовой информации http://www.pravo.gov.ru, 04.03.2016);</w:t>
      </w:r>
    </w:p>
    <w:p w:rsidR="001B4A45" w:rsidRDefault="001B4A45" w:rsidP="008D5C00">
      <w:pPr>
        <w:pStyle w:val="ConsPlusNormal"/>
        <w:ind w:firstLine="862"/>
        <w:jc w:val="both"/>
        <w:rPr>
          <w:rFonts w:ascii="Times New Roman" w:hAnsi="Times New Roman" w:cs="Times New Roman"/>
          <w:sz w:val="28"/>
          <w:szCs w:val="28"/>
        </w:rPr>
      </w:pPr>
      <w:r w:rsidRPr="008D5C00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Курской области от 29.09.2011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D5C00">
        <w:rPr>
          <w:rFonts w:ascii="Times New Roman" w:hAnsi="Times New Roman" w:cs="Times New Roman"/>
          <w:sz w:val="28"/>
          <w:szCs w:val="28"/>
        </w:rPr>
        <w:t xml:space="preserve">473-па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("Курская правда",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D5C00">
        <w:rPr>
          <w:rFonts w:ascii="Times New Roman" w:hAnsi="Times New Roman" w:cs="Times New Roman"/>
          <w:sz w:val="28"/>
          <w:szCs w:val="28"/>
        </w:rPr>
        <w:t xml:space="preserve"> 120, 08.10.2011);</w:t>
      </w:r>
    </w:p>
    <w:p w:rsidR="001B4A45" w:rsidRPr="008D5C00" w:rsidRDefault="001B4A45" w:rsidP="008D5C00">
      <w:pPr>
        <w:pStyle w:val="ConsPlusNormal"/>
        <w:ind w:firstLine="862"/>
        <w:jc w:val="both"/>
        <w:rPr>
          <w:rFonts w:ascii="Times New Roman" w:hAnsi="Times New Roman" w:cs="Times New Roman"/>
          <w:sz w:val="28"/>
          <w:szCs w:val="28"/>
        </w:rPr>
      </w:pPr>
      <w:r w:rsidRPr="008D5C00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Курской области от 19.12.2012 №1100-па "Об утверждении Положения об особенностях подачи и рассмотрения жалоб на решения и действия (бездействие) органов исполнительной власти Курской области и их должностных лиц, государственных гражданских служащих органов исполнительной власти Курской области" (Официальный сайт Администрации Курской области http://adm.rkursk.ru, 20.12.2012; "Курская правда",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D5C00">
        <w:rPr>
          <w:rFonts w:ascii="Times New Roman" w:hAnsi="Times New Roman" w:cs="Times New Roman"/>
          <w:sz w:val="28"/>
          <w:szCs w:val="28"/>
        </w:rPr>
        <w:t xml:space="preserve"> 154, 25.12.2012);</w:t>
      </w:r>
    </w:p>
    <w:p w:rsidR="001B4A45" w:rsidRDefault="001B4A45" w:rsidP="00260B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60B7A">
        <w:rPr>
          <w:rFonts w:ascii="Times New Roman" w:hAnsi="Times New Roman" w:cs="Times New Roman"/>
          <w:sz w:val="28"/>
          <w:szCs w:val="28"/>
        </w:rPr>
        <w:t>-   Постановлением  Администрации Курской  области  от  27.10.2014 № 681-па "Об обстоятельствах, ухудшающих или способных ухудшить условия жизнедеятельности граждан" (Официальный сайт Администрации Курской области http://adm.rkursk.ru, 28.10.2014; Официальный интернет-портал правовой информации http://www.pravo.gov.ru, 29.10.2014; "Курская правда", №</w:t>
      </w:r>
      <w:r>
        <w:rPr>
          <w:rFonts w:ascii="Times New Roman" w:hAnsi="Times New Roman" w:cs="Times New Roman"/>
          <w:sz w:val="28"/>
          <w:szCs w:val="28"/>
        </w:rPr>
        <w:t xml:space="preserve"> 133, 06.11.2014);</w:t>
      </w:r>
    </w:p>
    <w:p w:rsidR="001B4A45" w:rsidRPr="00260B7A" w:rsidRDefault="001B4A45" w:rsidP="00260B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60B7A">
        <w:rPr>
          <w:rFonts w:ascii="Times New Roman" w:hAnsi="Times New Roman" w:cs="Times New Roman"/>
          <w:sz w:val="28"/>
          <w:szCs w:val="28"/>
        </w:rPr>
        <w:t>- Постановлением Администрации Курской области от 24.11.2014      № 759-па "Об утверждении порядка предоставления сведений и документов, необходимых   для   предоставления социальных услуг" (Официальный сайт Администрации Курской области http://adm.rkursk.ru, 25.11.2014; Официальный интернет-портал правовой информации http://www.pravo.gov.ru, 28.11.2014; "Курская правда", № 143, 29.11.2014);</w:t>
      </w:r>
    </w:p>
    <w:p w:rsidR="001B4A45" w:rsidRDefault="001B4A45" w:rsidP="00260B7A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0B7A">
        <w:rPr>
          <w:rFonts w:ascii="Times New Roman" w:hAnsi="Times New Roman" w:cs="Times New Roman"/>
          <w:sz w:val="28"/>
          <w:szCs w:val="28"/>
        </w:rPr>
        <w:t>- Постановлением Администрации Курской области от 16.12.2014      № 831-па "Об утверждении порядка межведомственного взаимодействия органов исполнительной власти Курской области при предоставлении социальных   услуг   и   социального   сопровождения" (Официальный сайт Администрации Курской области http://adm.rkursk.ru, 17.12.2014, Официальный интернет-портал правовой информации http://www.pravo.gov.ru, 19.12.2014; "Курская   правда", № 153, 23.12.2014);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B4A45" w:rsidRDefault="001B4A45" w:rsidP="008D5C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0B7A">
        <w:rPr>
          <w:rFonts w:ascii="Times New Roman" w:hAnsi="Times New Roman" w:cs="Times New Roman"/>
          <w:sz w:val="28"/>
          <w:szCs w:val="28"/>
        </w:rPr>
        <w:t>- Постановлением Администрации Курской области от 19.03.2015    № 134-па "Об утверждении регламента межведомственного взаимодействия органов государственной власти Курской области в связи с реализацией полномочий Курской области в сфере социального обслуживания" (Официальный сайт Администрации Курской области http://adm.rkursk.ru, 19.03.2015; Официальный интернет-портал правовой информации http://www.pravo.gov.ru, 24.03.2015; "Курская правда", № 35, 27.03.2015);</w:t>
      </w:r>
    </w:p>
    <w:p w:rsidR="001B4A45" w:rsidRPr="008D5C00" w:rsidRDefault="001B4A45" w:rsidP="008D5C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D5C00">
        <w:rPr>
          <w:rFonts w:ascii="Times New Roman" w:hAnsi="Times New Roman" w:cs="Times New Roman"/>
          <w:sz w:val="28"/>
          <w:szCs w:val="28"/>
        </w:rPr>
        <w:t>- Постановлением   Администрации   Курской   области  от  31.03.2015 № 173-па "Об утверждении порядка предоставления социальных услуг поставщиками социальных услуг" (Официальный сайт Администрации Курской области http://adm.rkursk.ru, 31.03.2015; Официальный интернет-портал правовой информации http://www.pravo.gov.ru, 03.04.2015; "Курская правда",    № 41-42, 09.04.2015).</w:t>
      </w:r>
    </w:p>
    <w:p w:rsidR="001B4A45" w:rsidRPr="00615C59" w:rsidRDefault="001B4A45" w:rsidP="004D584E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15C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</w:p>
    <w:p w:rsidR="001B4A45" w:rsidRPr="003B688A" w:rsidRDefault="001B4A45" w:rsidP="00A158DB">
      <w:pPr>
        <w:pStyle w:val="ConsPlusNormal"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688A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</w:t>
      </w:r>
      <w:r w:rsidRPr="003B688A">
        <w:rPr>
          <w:b/>
          <w:bCs/>
          <w:sz w:val="28"/>
          <w:szCs w:val="28"/>
        </w:rPr>
        <w:t xml:space="preserve">, </w:t>
      </w:r>
      <w:r w:rsidRPr="003B688A">
        <w:rPr>
          <w:rFonts w:ascii="Times New Roman" w:hAnsi="Times New Roman" w:cs="Times New Roman"/>
          <w:b/>
          <w:bCs/>
          <w:sz w:val="28"/>
          <w:szCs w:val="28"/>
        </w:rPr>
        <w:t xml:space="preserve">порядок их представления </w:t>
      </w:r>
    </w:p>
    <w:p w:rsidR="001B4A45" w:rsidRDefault="001B4A45" w:rsidP="00E0540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B4A45" w:rsidRDefault="001B4A45" w:rsidP="00E0540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B688A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3B688A">
        <w:rPr>
          <w:sz w:val="28"/>
          <w:szCs w:val="28"/>
        </w:rPr>
        <w:t xml:space="preserve">. Для предоставления государственной услуги заявителем </w:t>
      </w:r>
      <w:r w:rsidRPr="00E0540E">
        <w:rPr>
          <w:sz w:val="28"/>
          <w:szCs w:val="28"/>
        </w:rPr>
        <w:t>(или его законным представителем, государственными органами, органами местного самоуправления, общественными объединениями, действующими в его интересах)</w:t>
      </w:r>
      <w:r w:rsidRPr="00E0540E">
        <w:t xml:space="preserve"> </w:t>
      </w:r>
      <w:r w:rsidRPr="003B688A">
        <w:rPr>
          <w:sz w:val="28"/>
          <w:szCs w:val="28"/>
        </w:rPr>
        <w:t>представляются следующие документы:</w:t>
      </w:r>
      <w:r w:rsidRPr="00E0540E">
        <w:rPr>
          <w:sz w:val="28"/>
          <w:szCs w:val="28"/>
        </w:rPr>
        <w:t xml:space="preserve">        </w:t>
      </w:r>
    </w:p>
    <w:p w:rsidR="001B4A45" w:rsidRDefault="001B4A45" w:rsidP="00307389">
      <w:pPr>
        <w:ind w:firstLine="720"/>
        <w:jc w:val="both"/>
        <w:rPr>
          <w:sz w:val="28"/>
          <w:szCs w:val="28"/>
        </w:rPr>
      </w:pPr>
      <w:r w:rsidRPr="00E0540E">
        <w:rPr>
          <w:sz w:val="28"/>
          <w:szCs w:val="28"/>
        </w:rPr>
        <w:t>1) заявление о предоставлении социальных услуг по форме, утвержденной приказом Министерства труда и социальной защиты Российской Федерации от 28.03.2014  № 159н</w:t>
      </w:r>
      <w:r>
        <w:rPr>
          <w:sz w:val="28"/>
          <w:szCs w:val="28"/>
        </w:rPr>
        <w:t xml:space="preserve"> (п</w:t>
      </w:r>
      <w:r w:rsidRPr="00B20F6D">
        <w:rPr>
          <w:sz w:val="28"/>
          <w:szCs w:val="28"/>
        </w:rPr>
        <w:t xml:space="preserve">о просьбе заявителя заявление может </w:t>
      </w:r>
      <w:r>
        <w:rPr>
          <w:sz w:val="28"/>
          <w:szCs w:val="28"/>
        </w:rPr>
        <w:t xml:space="preserve">быть </w:t>
      </w:r>
      <w:r w:rsidRPr="00B20F6D">
        <w:rPr>
          <w:sz w:val="28"/>
          <w:szCs w:val="28"/>
        </w:rPr>
        <w:t>заполн</w:t>
      </w:r>
      <w:r>
        <w:rPr>
          <w:sz w:val="28"/>
          <w:szCs w:val="28"/>
        </w:rPr>
        <w:t>ено</w:t>
      </w:r>
      <w:r w:rsidRPr="00B20F6D">
        <w:rPr>
          <w:sz w:val="28"/>
          <w:szCs w:val="28"/>
        </w:rPr>
        <w:t xml:space="preserve"> специалистом </w:t>
      </w:r>
      <w:r>
        <w:rPr>
          <w:sz w:val="28"/>
          <w:szCs w:val="28"/>
        </w:rPr>
        <w:t>Ц</w:t>
      </w:r>
      <w:r w:rsidRPr="00B20F6D">
        <w:rPr>
          <w:sz w:val="28"/>
          <w:szCs w:val="28"/>
        </w:rPr>
        <w:t>ентра социального обслуживания</w:t>
      </w:r>
      <w:r>
        <w:rPr>
          <w:sz w:val="28"/>
          <w:szCs w:val="28"/>
        </w:rPr>
        <w:t>.</w:t>
      </w:r>
      <w:r w:rsidRPr="00B20F6D">
        <w:rPr>
          <w:sz w:val="28"/>
          <w:szCs w:val="28"/>
        </w:rPr>
        <w:t xml:space="preserve"> Заполненное заявление заявитель заверяет своей личной подписью</w:t>
      </w:r>
      <w:r>
        <w:rPr>
          <w:sz w:val="28"/>
          <w:szCs w:val="28"/>
        </w:rPr>
        <w:t>)</w:t>
      </w:r>
      <w:r w:rsidRPr="00E0540E">
        <w:rPr>
          <w:sz w:val="28"/>
          <w:szCs w:val="28"/>
        </w:rPr>
        <w:t>;</w:t>
      </w:r>
    </w:p>
    <w:p w:rsidR="001B4A45" w:rsidRPr="00915DA5" w:rsidRDefault="001B4A45" w:rsidP="00915D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15DA5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915DA5">
        <w:rPr>
          <w:sz w:val="28"/>
          <w:szCs w:val="28"/>
        </w:rPr>
        <w:t>копия паспорта (для несовершеннолетних в возрасте до 14-ти лет – копия свидетельства о рождении (свидетельства об усыновлении).</w:t>
      </w:r>
    </w:p>
    <w:p w:rsidR="001B4A45" w:rsidRPr="00915DA5" w:rsidRDefault="001B4A45" w:rsidP="00E0540E">
      <w:pPr>
        <w:jc w:val="both"/>
        <w:rPr>
          <w:sz w:val="28"/>
          <w:szCs w:val="28"/>
        </w:rPr>
      </w:pPr>
      <w:r w:rsidRPr="00915DA5">
        <w:rPr>
          <w:sz w:val="28"/>
          <w:szCs w:val="28"/>
        </w:rPr>
        <w:t xml:space="preserve">        Если заявителем является гражданин, действующий в интересах другого гражданина, предоставляется также паспорт этого заявителя. </w:t>
      </w:r>
    </w:p>
    <w:p w:rsidR="001B4A45" w:rsidRDefault="001B4A45" w:rsidP="00E054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5DA5">
        <w:rPr>
          <w:sz w:val="28"/>
          <w:szCs w:val="28"/>
        </w:rPr>
        <w:t xml:space="preserve">        </w:t>
      </w:r>
      <w:r>
        <w:rPr>
          <w:sz w:val="28"/>
          <w:szCs w:val="28"/>
        </w:rPr>
        <w:t>Иностранные граждане в</w:t>
      </w:r>
      <w:r w:rsidRPr="00915DA5">
        <w:rPr>
          <w:sz w:val="28"/>
          <w:szCs w:val="28"/>
        </w:rPr>
        <w:t xml:space="preserve"> качестве документа, удостоверяющего личность, возраст,</w:t>
      </w:r>
      <w:r>
        <w:rPr>
          <w:sz w:val="28"/>
          <w:szCs w:val="28"/>
        </w:rPr>
        <w:t xml:space="preserve"> место жительства и гражданство, </w:t>
      </w:r>
      <w:r w:rsidRPr="00915DA5">
        <w:rPr>
          <w:sz w:val="28"/>
          <w:szCs w:val="28"/>
        </w:rPr>
        <w:t>предъявля</w:t>
      </w:r>
      <w:r>
        <w:rPr>
          <w:sz w:val="28"/>
          <w:szCs w:val="28"/>
        </w:rPr>
        <w:t>ют</w:t>
      </w:r>
      <w:r w:rsidRPr="00915DA5">
        <w:rPr>
          <w:sz w:val="28"/>
          <w:szCs w:val="28"/>
        </w:rPr>
        <w:t xml:space="preserve"> вид на жительство, выданное УФМС России. </w:t>
      </w:r>
    </w:p>
    <w:p w:rsidR="001B4A45" w:rsidRPr="00915DA5" w:rsidRDefault="001B4A45" w:rsidP="00E0540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Беженцы предъявляют удостоверение беженца, выданное в соответствии с действующим законодательством.    </w:t>
      </w:r>
    </w:p>
    <w:p w:rsidR="001B4A45" w:rsidRPr="00915DA5" w:rsidRDefault="001B4A45" w:rsidP="00E0540E">
      <w:pPr>
        <w:jc w:val="both"/>
        <w:rPr>
          <w:sz w:val="28"/>
          <w:szCs w:val="28"/>
        </w:rPr>
      </w:pPr>
      <w:r w:rsidRPr="00915DA5">
        <w:rPr>
          <w:sz w:val="28"/>
          <w:szCs w:val="28"/>
        </w:rPr>
        <w:t xml:space="preserve">        3) копия документа, подтверждающего полномочия законного представителя заявителя (если обращается законный представитель):</w:t>
      </w:r>
    </w:p>
    <w:p w:rsidR="001B4A45" w:rsidRPr="00915DA5" w:rsidRDefault="001B4A45" w:rsidP="00E0540E">
      <w:pPr>
        <w:ind w:firstLine="708"/>
        <w:rPr>
          <w:sz w:val="28"/>
          <w:szCs w:val="28"/>
        </w:rPr>
      </w:pPr>
      <w:r w:rsidRPr="00915DA5">
        <w:rPr>
          <w:sz w:val="28"/>
          <w:szCs w:val="28"/>
        </w:rPr>
        <w:t>а) нотариально удостоверенная доверенность;</w:t>
      </w:r>
    </w:p>
    <w:p w:rsidR="001B4A45" w:rsidRPr="00915DA5" w:rsidRDefault="001B4A45" w:rsidP="00E0540E">
      <w:pPr>
        <w:jc w:val="both"/>
        <w:rPr>
          <w:sz w:val="28"/>
          <w:szCs w:val="28"/>
        </w:rPr>
      </w:pPr>
      <w:r w:rsidRPr="00915DA5">
        <w:rPr>
          <w:sz w:val="28"/>
          <w:szCs w:val="28"/>
        </w:rPr>
        <w:tab/>
        <w:t xml:space="preserve">б) решение органов опеки и попечительства об установлении опеки или попечительства над несовершеннолетним и назначении заявителя опекуном или попечителем; </w:t>
      </w:r>
    </w:p>
    <w:p w:rsidR="001B4A45" w:rsidRPr="00915DA5" w:rsidRDefault="001B4A45" w:rsidP="00E0540E">
      <w:pPr>
        <w:jc w:val="both"/>
        <w:rPr>
          <w:sz w:val="28"/>
          <w:szCs w:val="28"/>
        </w:rPr>
      </w:pPr>
      <w:r w:rsidRPr="00915DA5">
        <w:rPr>
          <w:sz w:val="28"/>
          <w:szCs w:val="28"/>
        </w:rPr>
        <w:t xml:space="preserve">        </w:t>
      </w:r>
      <w:r>
        <w:rPr>
          <w:sz w:val="28"/>
          <w:szCs w:val="28"/>
        </w:rPr>
        <w:t>4</w:t>
      </w:r>
      <w:r w:rsidRPr="00915DA5">
        <w:rPr>
          <w:sz w:val="28"/>
          <w:szCs w:val="28"/>
        </w:rPr>
        <w:t>) документы (сведения), подтверждающие наличие у получателя социальных услуг обстоятельств, которые ухудшают или могут ухудшить условия его жизнедеятельности, служащих основанием для признания гражданина нуждающимся в предоставлении социальных услуг в стационарной форме социального обслуживания;</w:t>
      </w:r>
    </w:p>
    <w:p w:rsidR="001B4A45" w:rsidRPr="00915DA5" w:rsidRDefault="001B4A45" w:rsidP="00E0540E">
      <w:pPr>
        <w:jc w:val="both"/>
        <w:rPr>
          <w:sz w:val="28"/>
          <w:szCs w:val="28"/>
        </w:rPr>
      </w:pPr>
      <w:r w:rsidRPr="00915DA5">
        <w:rPr>
          <w:sz w:val="28"/>
          <w:szCs w:val="28"/>
        </w:rPr>
        <w:t xml:space="preserve">        </w:t>
      </w:r>
      <w:r>
        <w:rPr>
          <w:sz w:val="28"/>
          <w:szCs w:val="28"/>
        </w:rPr>
        <w:t>5</w:t>
      </w:r>
      <w:r w:rsidRPr="00915DA5">
        <w:rPr>
          <w:sz w:val="28"/>
          <w:szCs w:val="28"/>
        </w:rPr>
        <w:t>) заключение уполномоченной медицинской организации о наличии медицинских противопоказаний, в связи с наличием которых, гражданину или получателю социальных услуг может быть отказано, в том числе  временно,  в предоставлении социальных услуг в стационарной форме социального обслуживания по форме, утвержденной приказом Министерства здравоохранения Российской Федерации;</w:t>
      </w:r>
    </w:p>
    <w:p w:rsidR="001B4A45" w:rsidRPr="00915DA5" w:rsidRDefault="001B4A45" w:rsidP="00E0540E">
      <w:pPr>
        <w:jc w:val="both"/>
        <w:rPr>
          <w:sz w:val="28"/>
          <w:szCs w:val="28"/>
        </w:rPr>
      </w:pPr>
      <w:r>
        <w:t xml:space="preserve">        6</w:t>
      </w:r>
      <w:r w:rsidRPr="00915DA5">
        <w:rPr>
          <w:sz w:val="28"/>
          <w:szCs w:val="28"/>
        </w:rPr>
        <w:t>) документы об условиях проживания и составе семьи (при ее наличии) получателя социальных услуг, доходах получателя социальных услуг и членов его семьи (при наличии), принадлежащем ему (им) имуществе, необходимые для определения среднедушевого дохода для предоставления социальных услуг бесплатно;</w:t>
      </w:r>
    </w:p>
    <w:p w:rsidR="001B4A45" w:rsidRPr="00915DA5" w:rsidRDefault="001B4A45" w:rsidP="005E1B24">
      <w:pPr>
        <w:tabs>
          <w:tab w:val="left" w:pos="9072"/>
        </w:tabs>
        <w:jc w:val="both"/>
        <w:rPr>
          <w:sz w:val="28"/>
          <w:szCs w:val="28"/>
        </w:rPr>
      </w:pPr>
      <w:r w:rsidRPr="00915DA5">
        <w:rPr>
          <w:sz w:val="28"/>
          <w:szCs w:val="28"/>
        </w:rPr>
        <w:t xml:space="preserve">       </w:t>
      </w:r>
      <w:r>
        <w:rPr>
          <w:sz w:val="28"/>
          <w:szCs w:val="28"/>
        </w:rPr>
        <w:t>7</w:t>
      </w:r>
      <w:r w:rsidRPr="00915DA5">
        <w:rPr>
          <w:sz w:val="28"/>
          <w:szCs w:val="28"/>
        </w:rPr>
        <w:t xml:space="preserve">) в случае направления ребенка-инвалида в дом-интернат для </w:t>
      </w:r>
      <w:r>
        <w:rPr>
          <w:sz w:val="28"/>
          <w:szCs w:val="28"/>
        </w:rPr>
        <w:t>у</w:t>
      </w:r>
      <w:r w:rsidRPr="00915DA5">
        <w:rPr>
          <w:sz w:val="28"/>
          <w:szCs w:val="28"/>
        </w:rPr>
        <w:t xml:space="preserve">мственно отсталых детей - заключение </w:t>
      </w:r>
      <w:r>
        <w:rPr>
          <w:sz w:val="28"/>
          <w:szCs w:val="28"/>
        </w:rPr>
        <w:t>ПМПК,</w:t>
      </w:r>
      <w:r w:rsidRPr="00915DA5">
        <w:rPr>
          <w:sz w:val="28"/>
          <w:szCs w:val="28"/>
        </w:rPr>
        <w:t xml:space="preserve"> с рекомендацией устройства ребенка в стационарное учре</w:t>
      </w:r>
      <w:r>
        <w:rPr>
          <w:sz w:val="28"/>
          <w:szCs w:val="28"/>
        </w:rPr>
        <w:t>ждение социального обслуживания</w:t>
      </w:r>
      <w:r w:rsidRPr="00915DA5">
        <w:rPr>
          <w:sz w:val="28"/>
          <w:szCs w:val="28"/>
        </w:rPr>
        <w:t xml:space="preserve">, с указанием диагноза и вида программы обучения и воспитания; </w:t>
      </w:r>
    </w:p>
    <w:p w:rsidR="001B4A45" w:rsidRPr="00915DA5" w:rsidRDefault="001B4A45" w:rsidP="00E0540E">
      <w:pPr>
        <w:jc w:val="both"/>
        <w:rPr>
          <w:sz w:val="28"/>
          <w:szCs w:val="28"/>
        </w:rPr>
      </w:pPr>
      <w:r w:rsidRPr="00915DA5">
        <w:rPr>
          <w:sz w:val="28"/>
          <w:szCs w:val="28"/>
        </w:rPr>
        <w:t xml:space="preserve">       </w:t>
      </w:r>
      <w:r>
        <w:rPr>
          <w:sz w:val="28"/>
          <w:szCs w:val="28"/>
        </w:rPr>
        <w:t>8</w:t>
      </w:r>
      <w:r w:rsidRPr="00915DA5">
        <w:rPr>
          <w:sz w:val="28"/>
          <w:szCs w:val="28"/>
        </w:rPr>
        <w:t>) копия справки бюро медико-социальной экспертизы (врачебно-трудовой экспертизы) – представляется инвалидами;</w:t>
      </w:r>
    </w:p>
    <w:p w:rsidR="001B4A45" w:rsidRPr="00915DA5" w:rsidRDefault="001B4A45" w:rsidP="00E054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5DA5">
        <w:rPr>
          <w:sz w:val="28"/>
          <w:szCs w:val="28"/>
        </w:rPr>
        <w:t xml:space="preserve">       </w:t>
      </w:r>
      <w:r>
        <w:rPr>
          <w:sz w:val="28"/>
          <w:szCs w:val="28"/>
        </w:rPr>
        <w:t>9</w:t>
      </w:r>
      <w:r w:rsidRPr="00915DA5">
        <w:rPr>
          <w:sz w:val="28"/>
          <w:szCs w:val="28"/>
        </w:rPr>
        <w:t xml:space="preserve">) копия решения суда о признании гражданина недееспособным или заключения органа опеки и попечительства о том, что оформляемый на стационарное социальное обслуживание гражданин не признавался недееспособным (представляется при оформлении в психоневрологический интернат); </w:t>
      </w:r>
    </w:p>
    <w:p w:rsidR="001B4A45" w:rsidRPr="00915DA5" w:rsidRDefault="001B4A45" w:rsidP="00E0540E">
      <w:pPr>
        <w:jc w:val="both"/>
        <w:rPr>
          <w:sz w:val="28"/>
          <w:szCs w:val="28"/>
        </w:rPr>
      </w:pPr>
      <w:r>
        <w:t xml:space="preserve">        </w:t>
      </w:r>
      <w:r w:rsidRPr="00915DA5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915DA5">
        <w:rPr>
          <w:sz w:val="28"/>
          <w:szCs w:val="28"/>
        </w:rPr>
        <w:t>) решение органа опеки и попечительства об установлении опеки или о снятии опекунских обязанностей с конкретного лица – представляется в случае наличия такого решения при направлении гражданина в стационарное социальное учреждение органом опеки и попечительства;</w:t>
      </w:r>
    </w:p>
    <w:p w:rsidR="001B4A45" w:rsidRPr="00915DA5" w:rsidRDefault="001B4A45" w:rsidP="001C4EF4">
      <w:pPr>
        <w:pStyle w:val="ConsPlusNormal"/>
        <w:ind w:firstLine="540"/>
        <w:jc w:val="both"/>
        <w:rPr>
          <w:sz w:val="28"/>
          <w:szCs w:val="28"/>
        </w:rPr>
      </w:pPr>
      <w:r w:rsidRPr="001C4EF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C4EF4">
        <w:rPr>
          <w:rFonts w:ascii="Times New Roman" w:hAnsi="Times New Roman" w:cs="Times New Roman"/>
          <w:sz w:val="28"/>
          <w:szCs w:val="28"/>
        </w:rPr>
        <w:t>) акт обследования на предмет признания гражданина нуждающимся в предоставлении социальных услуг</w:t>
      </w:r>
      <w:r>
        <w:rPr>
          <w:rFonts w:ascii="Times New Roman" w:hAnsi="Times New Roman" w:cs="Times New Roman"/>
          <w:sz w:val="28"/>
          <w:szCs w:val="28"/>
        </w:rPr>
        <w:t>, составленный специалистом Центра социального обслуживания</w:t>
      </w:r>
      <w:r>
        <w:rPr>
          <w:sz w:val="28"/>
          <w:szCs w:val="28"/>
        </w:rPr>
        <w:t>.</w:t>
      </w:r>
    </w:p>
    <w:p w:rsidR="001B4A45" w:rsidRPr="00915DA5" w:rsidRDefault="001B4A45" w:rsidP="00E0540E">
      <w:pPr>
        <w:jc w:val="both"/>
        <w:rPr>
          <w:sz w:val="28"/>
          <w:szCs w:val="28"/>
        </w:rPr>
      </w:pPr>
      <w:r w:rsidRPr="00915DA5">
        <w:rPr>
          <w:sz w:val="28"/>
          <w:szCs w:val="28"/>
        </w:rPr>
        <w:t xml:space="preserve">        </w:t>
      </w:r>
      <w:r>
        <w:rPr>
          <w:sz w:val="28"/>
          <w:szCs w:val="28"/>
        </w:rPr>
        <w:t>15</w:t>
      </w:r>
      <w:r w:rsidRPr="00915DA5">
        <w:rPr>
          <w:sz w:val="28"/>
          <w:szCs w:val="28"/>
        </w:rPr>
        <w:t>. Заявление и документы, указанные в пункте 1</w:t>
      </w:r>
      <w:r>
        <w:rPr>
          <w:sz w:val="28"/>
          <w:szCs w:val="28"/>
        </w:rPr>
        <w:t>4</w:t>
      </w:r>
      <w:r w:rsidRPr="00915DA5">
        <w:rPr>
          <w:sz w:val="28"/>
          <w:szCs w:val="28"/>
        </w:rPr>
        <w:t xml:space="preserve"> настоящего Административного регламента, могут быть представлены одним из следующих способов:</w:t>
      </w:r>
    </w:p>
    <w:p w:rsidR="001B4A45" w:rsidRPr="00915DA5" w:rsidRDefault="001B4A45" w:rsidP="00E054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15DA5">
        <w:rPr>
          <w:sz w:val="28"/>
          <w:szCs w:val="28"/>
        </w:rPr>
        <w:t xml:space="preserve">            1) путем личного обращения гражданина (его законного представителя) в </w:t>
      </w:r>
      <w:r w:rsidRPr="009314A4">
        <w:rPr>
          <w:sz w:val="28"/>
          <w:szCs w:val="28"/>
        </w:rPr>
        <w:t>Центр социального обслуживания по месту проживания;</w:t>
      </w:r>
      <w:r w:rsidRPr="00915DA5">
        <w:rPr>
          <w:sz w:val="28"/>
          <w:szCs w:val="28"/>
        </w:rPr>
        <w:t xml:space="preserve"> </w:t>
      </w:r>
    </w:p>
    <w:p w:rsidR="001B4A45" w:rsidRPr="00915DA5" w:rsidRDefault="001B4A45" w:rsidP="00E054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15DA5">
        <w:rPr>
          <w:sz w:val="28"/>
          <w:szCs w:val="28"/>
        </w:rPr>
        <w:t xml:space="preserve">            2) через организации федеральной почтовой связи</w:t>
      </w:r>
      <w:r>
        <w:rPr>
          <w:sz w:val="28"/>
          <w:szCs w:val="28"/>
        </w:rPr>
        <w:t>.</w:t>
      </w:r>
      <w:r w:rsidRPr="00915DA5">
        <w:rPr>
          <w:sz w:val="28"/>
          <w:szCs w:val="28"/>
        </w:rPr>
        <w:t xml:space="preserve"> </w:t>
      </w:r>
    </w:p>
    <w:p w:rsidR="001B4A45" w:rsidRPr="00915DA5" w:rsidRDefault="001B4A45" w:rsidP="00E054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915DA5">
        <w:rPr>
          <w:sz w:val="28"/>
          <w:szCs w:val="28"/>
        </w:rPr>
        <w:t xml:space="preserve"> Представление гражданином (его законным представителем) неполного перечня документов, указанных в </w:t>
      </w:r>
      <w:r>
        <w:rPr>
          <w:sz w:val="28"/>
          <w:szCs w:val="28"/>
        </w:rPr>
        <w:t>пункте 14</w:t>
      </w:r>
      <w:r w:rsidRPr="00915DA5">
        <w:rPr>
          <w:sz w:val="28"/>
          <w:szCs w:val="28"/>
        </w:rPr>
        <w:t xml:space="preserve"> настоящего Административного регламента (за исключением справки о составе семьи и сведений о размере получаемой пенсии и компенсационных выплат, которые запрашиваются специалистами Центра </w:t>
      </w:r>
      <w:r>
        <w:rPr>
          <w:sz w:val="28"/>
          <w:szCs w:val="28"/>
        </w:rPr>
        <w:t xml:space="preserve">социального обслуживания </w:t>
      </w:r>
      <w:r w:rsidRPr="00915DA5">
        <w:rPr>
          <w:sz w:val="28"/>
          <w:szCs w:val="28"/>
        </w:rPr>
        <w:t>в рамках межведомственного взаимодействия), является основанием для отказа в приеме заявления и документов, о чем гражданину (его законному представителю) сообщается в течение 2-х календарных дней со дня регистрации заявления.</w:t>
      </w:r>
    </w:p>
    <w:p w:rsidR="001B4A45" w:rsidRPr="00915DA5" w:rsidRDefault="001B4A45" w:rsidP="00E054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915DA5">
        <w:rPr>
          <w:sz w:val="28"/>
          <w:szCs w:val="28"/>
        </w:rPr>
        <w:t>Возврат заявления и документов не является препятствием для повторного обращения после устранения гражданином причин, послуживших основанием для их возврата.</w:t>
      </w:r>
    </w:p>
    <w:p w:rsidR="001B4A45" w:rsidRPr="00915DA5" w:rsidRDefault="001B4A45" w:rsidP="00A158DB">
      <w:pPr>
        <w:ind w:firstLine="720"/>
        <w:jc w:val="both"/>
        <w:rPr>
          <w:sz w:val="28"/>
          <w:szCs w:val="28"/>
        </w:rPr>
      </w:pPr>
    </w:p>
    <w:p w:rsidR="001B4A45" w:rsidRPr="003B688A" w:rsidRDefault="001B4A45" w:rsidP="00A158DB">
      <w:pPr>
        <w:pStyle w:val="ConsPlusNormal"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688A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государственной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1B4A45" w:rsidRPr="003B688A" w:rsidRDefault="001B4A45" w:rsidP="00A158DB">
      <w:pPr>
        <w:pStyle w:val="ConsPlusNormal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B688A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3B688A">
        <w:rPr>
          <w:sz w:val="28"/>
          <w:szCs w:val="28"/>
        </w:rPr>
        <w:t xml:space="preserve">. Для предоставления государственной услуги заявителю </w:t>
      </w:r>
      <w:r>
        <w:rPr>
          <w:sz w:val="28"/>
          <w:szCs w:val="28"/>
        </w:rPr>
        <w:t xml:space="preserve">Центрами социального обслуживания </w:t>
      </w:r>
      <w:r w:rsidRPr="003B688A">
        <w:rPr>
          <w:sz w:val="28"/>
          <w:szCs w:val="28"/>
        </w:rPr>
        <w:t>в рамках межведомственного взаимодействия запрашиваются следующие документы (сведения), которые находятся в распоряжении государственных органов, органов местного самоуправления и иных организаций: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</w:t>
      </w:r>
      <w:r w:rsidRPr="003B688A">
        <w:rPr>
          <w:sz w:val="28"/>
          <w:szCs w:val="28"/>
        </w:rPr>
        <w:t xml:space="preserve"> справка о составе семьи;</w:t>
      </w:r>
    </w:p>
    <w:p w:rsidR="001B4A45" w:rsidRPr="00915DA5" w:rsidRDefault="001B4A45" w:rsidP="00894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Pr="00915DA5">
        <w:rPr>
          <w:sz w:val="28"/>
          <w:szCs w:val="28"/>
        </w:rPr>
        <w:t>) копия документа, подтверждающего место жительства и (или) пребывания, фактического проживания получателя социальных услуг и законного представителя (если обращается законный представитель);</w:t>
      </w:r>
    </w:p>
    <w:p w:rsidR="001B4A45" w:rsidRDefault="001B4A45" w:rsidP="00C2045D">
      <w:pPr>
        <w:jc w:val="both"/>
        <w:rPr>
          <w:sz w:val="28"/>
          <w:szCs w:val="28"/>
        </w:rPr>
      </w:pPr>
      <w:r w:rsidRPr="00915DA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3</w:t>
      </w:r>
      <w:r w:rsidRPr="00915DA5">
        <w:rPr>
          <w:sz w:val="28"/>
          <w:szCs w:val="28"/>
        </w:rPr>
        <w:t>) справка, свидетельство, удостоверение или иной документ установленного образца о праве на льготы в соответствии с действующим законодательством (представляется при наличии льготного статуса гражданина)</w:t>
      </w:r>
      <w:r>
        <w:rPr>
          <w:sz w:val="28"/>
          <w:szCs w:val="28"/>
        </w:rPr>
        <w:t>;</w:t>
      </w:r>
    </w:p>
    <w:p w:rsidR="001B4A45" w:rsidRPr="003B688A" w:rsidRDefault="001B4A45" w:rsidP="0065486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4)</w:t>
      </w:r>
      <w:r w:rsidRPr="003B688A">
        <w:rPr>
          <w:sz w:val="28"/>
          <w:szCs w:val="28"/>
        </w:rPr>
        <w:t xml:space="preserve"> сведения о размере получаемой пенсии, компенсационных выплат</w:t>
      </w:r>
      <w:r>
        <w:rPr>
          <w:sz w:val="28"/>
          <w:szCs w:val="28"/>
        </w:rPr>
        <w:t>.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B4A45" w:rsidRPr="003B688A" w:rsidRDefault="001B4A45" w:rsidP="00A158DB">
      <w:pPr>
        <w:autoSpaceDE w:val="0"/>
        <w:autoSpaceDN w:val="0"/>
        <w:adjustRightInd w:val="0"/>
        <w:ind w:firstLine="561"/>
        <w:jc w:val="center"/>
        <w:rPr>
          <w:b/>
          <w:bCs/>
          <w:sz w:val="28"/>
          <w:szCs w:val="28"/>
        </w:rPr>
      </w:pPr>
      <w:r w:rsidRPr="003B688A">
        <w:rPr>
          <w:b/>
          <w:bCs/>
          <w:sz w:val="28"/>
          <w:szCs w:val="28"/>
        </w:rPr>
        <w:t>Указание на запрет требовать от заявителя</w:t>
      </w:r>
    </w:p>
    <w:p w:rsidR="001B4A45" w:rsidRPr="003B688A" w:rsidRDefault="001B4A45" w:rsidP="00A158DB">
      <w:pPr>
        <w:autoSpaceDE w:val="0"/>
        <w:autoSpaceDN w:val="0"/>
        <w:adjustRightInd w:val="0"/>
        <w:ind w:firstLine="561"/>
        <w:jc w:val="center"/>
        <w:rPr>
          <w:b/>
          <w:bCs/>
          <w:sz w:val="28"/>
          <w:szCs w:val="28"/>
        </w:rPr>
      </w:pPr>
    </w:p>
    <w:p w:rsidR="001B4A45" w:rsidRPr="003B688A" w:rsidRDefault="001B4A45" w:rsidP="00A158DB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3B688A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3B688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Центры социального обслуживания, участвующие в </w:t>
      </w:r>
      <w:r w:rsidRPr="003B688A">
        <w:rPr>
          <w:sz w:val="28"/>
          <w:szCs w:val="28"/>
        </w:rPr>
        <w:t>предоставл</w:t>
      </w:r>
      <w:r>
        <w:rPr>
          <w:sz w:val="28"/>
          <w:szCs w:val="28"/>
        </w:rPr>
        <w:t>ении</w:t>
      </w:r>
      <w:r w:rsidRPr="003B688A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ой</w:t>
      </w:r>
      <w:r w:rsidRPr="003B688A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Pr="003B688A">
        <w:rPr>
          <w:sz w:val="28"/>
          <w:szCs w:val="28"/>
        </w:rPr>
        <w:t>, не вправе требовать от заявителя:</w:t>
      </w:r>
    </w:p>
    <w:p w:rsidR="001B4A45" w:rsidRPr="003B688A" w:rsidRDefault="001B4A45" w:rsidP="00A158DB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3B688A">
        <w:rPr>
          <w:sz w:val="28"/>
          <w:szCs w:val="28"/>
        </w:rPr>
        <w:t xml:space="preserve">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услуги. 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B688A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9" w:history="1">
        <w:r w:rsidRPr="003B688A">
          <w:rPr>
            <w:sz w:val="28"/>
            <w:szCs w:val="28"/>
          </w:rPr>
          <w:t>части 6 статьи 7</w:t>
        </w:r>
      </w:hyperlink>
      <w:r w:rsidRPr="003B688A">
        <w:rPr>
          <w:sz w:val="28"/>
          <w:szCs w:val="28"/>
        </w:rPr>
        <w:t xml:space="preserve"> Федерального закона от 27 июля 2010г. № 210-ФЗ «Об организации предоставления государственных и муниципальных услуг».</w:t>
      </w: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  <w:r w:rsidRPr="003B688A">
        <w:rPr>
          <w:b/>
          <w:bCs/>
          <w:sz w:val="28"/>
          <w:szCs w:val="28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1B4A45" w:rsidRPr="003B688A" w:rsidRDefault="001B4A45" w:rsidP="00F2101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</w:t>
      </w:r>
      <w:r w:rsidRPr="003B688A">
        <w:rPr>
          <w:sz w:val="28"/>
          <w:szCs w:val="28"/>
        </w:rPr>
        <w:t>. Основани</w:t>
      </w:r>
      <w:r>
        <w:rPr>
          <w:sz w:val="28"/>
          <w:szCs w:val="28"/>
        </w:rPr>
        <w:t xml:space="preserve">й </w:t>
      </w:r>
      <w:r w:rsidRPr="003B688A">
        <w:rPr>
          <w:sz w:val="28"/>
          <w:szCs w:val="28"/>
        </w:rPr>
        <w:t>для отказа в приеме документов, необходимых для предоставления государственной услуги,</w:t>
      </w:r>
      <w:r>
        <w:rPr>
          <w:sz w:val="28"/>
          <w:szCs w:val="28"/>
        </w:rPr>
        <w:t xml:space="preserve"> законодательством не предусмотрено.</w:t>
      </w:r>
      <w:r w:rsidRPr="003B688A">
        <w:rPr>
          <w:sz w:val="28"/>
          <w:szCs w:val="28"/>
        </w:rPr>
        <w:t xml:space="preserve"> </w:t>
      </w: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Pr="003B688A" w:rsidRDefault="001B4A45" w:rsidP="00A158DB">
      <w:pPr>
        <w:autoSpaceDE w:val="0"/>
        <w:autoSpaceDN w:val="0"/>
        <w:adjustRightInd w:val="0"/>
        <w:ind w:firstLine="561"/>
        <w:jc w:val="center"/>
        <w:rPr>
          <w:b/>
          <w:bCs/>
          <w:sz w:val="28"/>
          <w:szCs w:val="28"/>
        </w:rPr>
      </w:pPr>
      <w:r w:rsidRPr="003B688A">
        <w:rPr>
          <w:b/>
          <w:bCs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</w:t>
      </w:r>
    </w:p>
    <w:p w:rsidR="001B4A45" w:rsidRPr="003B688A" w:rsidRDefault="001B4A45" w:rsidP="00A158DB">
      <w:pPr>
        <w:autoSpaceDE w:val="0"/>
        <w:autoSpaceDN w:val="0"/>
        <w:adjustRightInd w:val="0"/>
        <w:ind w:firstLine="561"/>
        <w:jc w:val="center"/>
        <w:rPr>
          <w:sz w:val="28"/>
          <w:szCs w:val="28"/>
        </w:rPr>
      </w:pPr>
    </w:p>
    <w:p w:rsidR="001B4A45" w:rsidRDefault="001B4A45" w:rsidP="004C57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3B688A">
        <w:rPr>
          <w:sz w:val="28"/>
          <w:szCs w:val="28"/>
        </w:rPr>
        <w:t xml:space="preserve">. </w:t>
      </w:r>
      <w:r w:rsidRPr="00700844">
        <w:rPr>
          <w:sz w:val="28"/>
          <w:szCs w:val="28"/>
        </w:rPr>
        <w:t>Предоставление государственной услуги приостанавливается</w:t>
      </w:r>
      <w:r>
        <w:rPr>
          <w:sz w:val="28"/>
          <w:szCs w:val="28"/>
        </w:rPr>
        <w:t xml:space="preserve"> </w:t>
      </w:r>
      <w:r w:rsidRPr="00700844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предоставлении неполного комплекта документов или </w:t>
      </w:r>
      <w:r w:rsidRPr="00315687">
        <w:rPr>
          <w:sz w:val="28"/>
          <w:szCs w:val="28"/>
        </w:rPr>
        <w:t>ненадлежащим образом оформленны</w:t>
      </w:r>
      <w:r>
        <w:rPr>
          <w:sz w:val="28"/>
          <w:szCs w:val="28"/>
        </w:rPr>
        <w:t>х</w:t>
      </w:r>
      <w:r w:rsidRPr="00315687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 не</w:t>
      </w:r>
      <w:r w:rsidRPr="00700844">
        <w:rPr>
          <w:sz w:val="28"/>
          <w:szCs w:val="28"/>
        </w:rPr>
        <w:t xml:space="preserve"> более чем на </w:t>
      </w:r>
      <w:r>
        <w:rPr>
          <w:sz w:val="28"/>
          <w:szCs w:val="28"/>
        </w:rPr>
        <w:t>1</w:t>
      </w:r>
      <w:r w:rsidRPr="00700844">
        <w:rPr>
          <w:sz w:val="28"/>
          <w:szCs w:val="28"/>
        </w:rPr>
        <w:t>0 дней</w:t>
      </w:r>
      <w:r>
        <w:rPr>
          <w:sz w:val="28"/>
          <w:szCs w:val="28"/>
        </w:rPr>
        <w:t>.</w:t>
      </w:r>
      <w:r w:rsidRPr="00700844">
        <w:rPr>
          <w:sz w:val="28"/>
          <w:szCs w:val="28"/>
        </w:rPr>
        <w:t xml:space="preserve"> </w:t>
      </w:r>
    </w:p>
    <w:p w:rsidR="001B4A45" w:rsidRDefault="001B4A45" w:rsidP="00A158DB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3B688A">
        <w:rPr>
          <w:sz w:val="28"/>
          <w:szCs w:val="28"/>
        </w:rPr>
        <w:t>В предоставлении государственной услуги может быть отказано по одному из следующих оснований:</w:t>
      </w:r>
    </w:p>
    <w:p w:rsidR="001B4A45" w:rsidRDefault="001B4A45" w:rsidP="00A158DB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1) несоответствие заявителя пункту 2 Административного регламента;</w:t>
      </w:r>
    </w:p>
    <w:p w:rsidR="001B4A45" w:rsidRDefault="001B4A45" w:rsidP="00FB6A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</w:t>
      </w:r>
      <w:r w:rsidRPr="00222C25">
        <w:rPr>
          <w:sz w:val="28"/>
          <w:szCs w:val="28"/>
        </w:rPr>
        <w:t>наличие у гражданина медицинских противопоказаний, перечень которых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</w:t>
      </w:r>
      <w:r>
        <w:rPr>
          <w:sz w:val="28"/>
          <w:szCs w:val="28"/>
        </w:rPr>
        <w:t>.</w:t>
      </w:r>
    </w:p>
    <w:p w:rsidR="001B4A45" w:rsidRDefault="001B4A45" w:rsidP="00A158DB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  <w:r w:rsidRPr="003B688A">
        <w:rPr>
          <w:b/>
          <w:bCs/>
          <w:sz w:val="28"/>
          <w:szCs w:val="28"/>
        </w:rPr>
        <w:t>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1B4A45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B688A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3B688A">
        <w:rPr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Pr="007478F8">
        <w:rPr>
          <w:sz w:val="28"/>
          <w:szCs w:val="28"/>
        </w:rPr>
        <w:t>еобходимыми и обязательными</w:t>
      </w:r>
      <w:r>
        <w:rPr>
          <w:sz w:val="28"/>
          <w:szCs w:val="28"/>
        </w:rPr>
        <w:t xml:space="preserve"> услугами </w:t>
      </w:r>
      <w:r w:rsidRPr="007478F8">
        <w:rPr>
          <w:sz w:val="28"/>
          <w:szCs w:val="28"/>
        </w:rPr>
        <w:t>для предоставления государственной услуги</w:t>
      </w:r>
      <w:r>
        <w:rPr>
          <w:sz w:val="28"/>
          <w:szCs w:val="28"/>
        </w:rPr>
        <w:t xml:space="preserve"> являются:</w:t>
      </w:r>
    </w:p>
    <w:p w:rsidR="001B4A45" w:rsidRDefault="001B4A45" w:rsidP="001F0615">
      <w:pPr>
        <w:ind w:right="-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F0615">
        <w:rPr>
          <w:sz w:val="28"/>
          <w:szCs w:val="28"/>
        </w:rPr>
        <w:t xml:space="preserve">1) прохождение медицинского обследования в </w:t>
      </w:r>
      <w:r>
        <w:rPr>
          <w:sz w:val="28"/>
          <w:szCs w:val="28"/>
        </w:rPr>
        <w:t xml:space="preserve">уполномоченной медицинской организации </w:t>
      </w:r>
      <w:r w:rsidRPr="001F0615">
        <w:rPr>
          <w:sz w:val="28"/>
          <w:szCs w:val="28"/>
        </w:rPr>
        <w:t xml:space="preserve">с целью </w:t>
      </w:r>
      <w:r>
        <w:rPr>
          <w:sz w:val="28"/>
          <w:szCs w:val="28"/>
        </w:rPr>
        <w:t>получения заключения о наличии (либо отсутствии) медицинских противопоказаний, в связи с наличием которых гражданину или получателю социальных услуг может быть отказано, в том числе временно, в предоставлении социальных услуг в стационарной форме;</w:t>
      </w:r>
    </w:p>
    <w:p w:rsidR="001B4A45" w:rsidRDefault="001B4A45" w:rsidP="006315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прохождение психолого-медико-педагогической комиссии с целью получения заключения (</w:t>
      </w:r>
      <w:r w:rsidRPr="00531E53">
        <w:rPr>
          <w:sz w:val="28"/>
          <w:szCs w:val="28"/>
        </w:rPr>
        <w:t>в случае направления ребенка-инвалида в дом-интернат для умственно отсталых детей</w:t>
      </w:r>
      <w:r>
        <w:rPr>
          <w:sz w:val="28"/>
          <w:szCs w:val="28"/>
        </w:rPr>
        <w:t>).</w:t>
      </w:r>
    </w:p>
    <w:p w:rsidR="001B4A45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</w:rPr>
      </w:pPr>
      <w:r w:rsidRPr="003B688A">
        <w:rPr>
          <w:b/>
          <w:bCs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24</w:t>
      </w:r>
      <w:r w:rsidRPr="003B688A">
        <w:rPr>
          <w:sz w:val="28"/>
          <w:szCs w:val="28"/>
        </w:rPr>
        <w:t>. За предоставление государственной услуги государственная пошлина или иная плата не взимается.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B4A45" w:rsidRPr="00624782" w:rsidRDefault="001B4A45" w:rsidP="00624782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624782">
        <w:rPr>
          <w:b/>
          <w:bCs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</w:t>
      </w:r>
    </w:p>
    <w:p w:rsidR="001B4A45" w:rsidRDefault="001B4A45" w:rsidP="00A158DB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1B4A45" w:rsidRDefault="001B4A45" w:rsidP="005245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 w:rsidRPr="006F37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Плата за предоставление услуг, которые являются необходимыми и обязательными для предоставления государственной услуги, не предусмотрена.</w:t>
      </w:r>
    </w:p>
    <w:p w:rsidR="001B4A45" w:rsidRDefault="001B4A45" w:rsidP="00A158DB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1B4A45" w:rsidRPr="003B688A" w:rsidRDefault="001B4A45" w:rsidP="00A158DB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 w:rsidRPr="003B688A">
        <w:rPr>
          <w:b/>
          <w:bCs/>
          <w:sz w:val="28"/>
          <w:szCs w:val="28"/>
        </w:rPr>
        <w:t xml:space="preserve">Максимальный срок </w:t>
      </w:r>
      <w:r>
        <w:rPr>
          <w:b/>
          <w:bCs/>
          <w:sz w:val="28"/>
          <w:szCs w:val="28"/>
        </w:rPr>
        <w:t>ожидания в очереди при подаче запроса</w:t>
      </w:r>
      <w:r w:rsidRPr="003B688A">
        <w:rPr>
          <w:b/>
          <w:bCs/>
          <w:sz w:val="28"/>
          <w:szCs w:val="28"/>
        </w:rPr>
        <w:t xml:space="preserve"> о предоставлении государственной услуги, услуги, предоставляемой организацией, участвующей в предоставлении государственной услуги, и при получении результата предоставления таких услуг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B4A45" w:rsidRPr="009C6211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color w:val="FF0000"/>
          <w:sz w:val="28"/>
          <w:szCs w:val="28"/>
        </w:rPr>
      </w:pPr>
      <w:r w:rsidRPr="003B688A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3B688A">
        <w:rPr>
          <w:sz w:val="28"/>
          <w:szCs w:val="28"/>
        </w:rPr>
        <w:t xml:space="preserve">. Время ожидания заявителя в очереди при подаче </w:t>
      </w:r>
      <w:r>
        <w:rPr>
          <w:sz w:val="28"/>
          <w:szCs w:val="28"/>
        </w:rPr>
        <w:t xml:space="preserve">заявления и </w:t>
      </w:r>
      <w:r w:rsidRPr="003B688A">
        <w:rPr>
          <w:sz w:val="28"/>
          <w:szCs w:val="28"/>
        </w:rPr>
        <w:t xml:space="preserve">документов, необходимых для предоставления государственной услуги, составляет не более </w:t>
      </w:r>
      <w:r>
        <w:rPr>
          <w:sz w:val="28"/>
          <w:szCs w:val="28"/>
        </w:rPr>
        <w:t>15</w:t>
      </w:r>
      <w:r w:rsidRPr="003B688A">
        <w:rPr>
          <w:sz w:val="28"/>
          <w:szCs w:val="28"/>
        </w:rPr>
        <w:t xml:space="preserve"> минут.</w:t>
      </w:r>
      <w:r>
        <w:rPr>
          <w:sz w:val="28"/>
          <w:szCs w:val="28"/>
        </w:rPr>
        <w:t xml:space="preserve"> </w:t>
      </w:r>
    </w:p>
    <w:p w:rsidR="001B4A45" w:rsidRPr="00700844" w:rsidRDefault="001B4A45" w:rsidP="0052457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00844">
        <w:rPr>
          <w:sz w:val="28"/>
          <w:szCs w:val="28"/>
        </w:rPr>
        <w:t>Время ожидания в очереди для получения результата не превышает 15 минут.</w:t>
      </w:r>
    </w:p>
    <w:p w:rsidR="001B4A45" w:rsidRPr="00700844" w:rsidRDefault="001B4A45" w:rsidP="00524578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B4A45" w:rsidRPr="00700844" w:rsidRDefault="001B4A45" w:rsidP="0052457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 w:rsidRPr="00700844">
        <w:rPr>
          <w:b/>
          <w:bCs/>
          <w:sz w:val="28"/>
          <w:szCs w:val="28"/>
        </w:rPr>
        <w:t>Срок и порядок регистрации запроса заявителя о предоставлении</w:t>
      </w:r>
    </w:p>
    <w:p w:rsidR="001B4A45" w:rsidRPr="00700844" w:rsidRDefault="001B4A45" w:rsidP="00524578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 w:rsidRPr="00700844">
        <w:rPr>
          <w:b/>
          <w:bCs/>
          <w:sz w:val="28"/>
          <w:szCs w:val="28"/>
        </w:rPr>
        <w:t>государственной услуги и услуги, предоставляемой организацией, участвующей в предоставлении государственной услуги, в том числе в электронной форме</w:t>
      </w:r>
    </w:p>
    <w:p w:rsidR="001B4A45" w:rsidRPr="00700844" w:rsidRDefault="001B4A45" w:rsidP="00524578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B4A45" w:rsidRPr="00700844" w:rsidRDefault="001B4A45" w:rsidP="00524578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27</w:t>
      </w:r>
      <w:r w:rsidRPr="00700844">
        <w:rPr>
          <w:sz w:val="28"/>
          <w:szCs w:val="28"/>
        </w:rPr>
        <w:t xml:space="preserve">. При представлении заявления и документов, необходимых для предоставления государственной услуги, лично в </w:t>
      </w:r>
      <w:r>
        <w:rPr>
          <w:sz w:val="28"/>
          <w:szCs w:val="28"/>
        </w:rPr>
        <w:t xml:space="preserve">Комитет или Центр социального обслуживания, </w:t>
      </w:r>
      <w:r w:rsidRPr="00700844">
        <w:rPr>
          <w:sz w:val="28"/>
          <w:szCs w:val="28"/>
        </w:rPr>
        <w:t>заявление регистрируется специалистом в день представления заявления и документов, необходимых для предоставления государственной услуги в течение 30 минут.</w:t>
      </w:r>
    </w:p>
    <w:p w:rsidR="001B4A45" w:rsidRDefault="001B4A45" w:rsidP="00524578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00844">
        <w:rPr>
          <w:sz w:val="28"/>
          <w:szCs w:val="28"/>
        </w:rPr>
        <w:t xml:space="preserve">В случае направления заявления и документов, необходимых для предоставления государственной услуги, по почте, заявление регистрируется специалистом </w:t>
      </w:r>
      <w:r>
        <w:rPr>
          <w:sz w:val="28"/>
          <w:szCs w:val="28"/>
        </w:rPr>
        <w:t xml:space="preserve">Центра социального обслуживания </w:t>
      </w:r>
      <w:r w:rsidRPr="00700844">
        <w:rPr>
          <w:sz w:val="28"/>
          <w:szCs w:val="28"/>
        </w:rPr>
        <w:t>датой, соответствующей дате поступления заявления по штемпелю на конверте в течение 10 минут.</w:t>
      </w:r>
    </w:p>
    <w:p w:rsidR="001B4A45" w:rsidRDefault="001B4A45" w:rsidP="00DF5055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Предоставление государственной услуги в электронной форме в настоящее время не предусмотрено.</w:t>
      </w:r>
    </w:p>
    <w:p w:rsidR="001B4A45" w:rsidRDefault="001B4A45" w:rsidP="00A158DB">
      <w:pPr>
        <w:pStyle w:val="ConsPlusNormal"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4A45" w:rsidRPr="00FD08F5" w:rsidRDefault="001B4A45" w:rsidP="002C3D52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FD08F5">
        <w:rPr>
          <w:b/>
          <w:bCs/>
          <w:sz w:val="28"/>
          <w:szCs w:val="28"/>
        </w:rPr>
        <w:t>Требования к помещениям, в которых предоставляются государственная услуга, услуга, предоставляемая организацией, участвующей в предоставлении государственной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28. В Комитете, предоставляющем государственную услугу,  и в организациях, участвующих в предоставлении государственной услуги, обеспечивается: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осуществление приема  заявителей в специально выделенных для этих целей помещениях (присутственных местах), которые включают в себя места для ожидания, информирования, получения информации и заполнения необходимых документов, приема заявителей;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соответствие помещений санитарно-эпидемиологическим правилам и нормативам, а также правилам противопожарной безопасности;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оборудование присутственных мест доступными местами общего пользования (туалетами) и системой кондиционирования воздуха либо вентиляторами.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Присутственные места оборудуются: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стендами с информацией для заявителей о предоставляемых услугах;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вывесками с наименованием помещений у входа в каждое из помещений.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29. Требования к местам для ожидания: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места для ожидания в очереди оборудуются стульями (кресельными секциями) и (или) скамьями. Количество мест ожидания определяется исходя из фактической нагрузки и возможностей для их размещения в здании, но не менее 2 мест на каждого специалиста, ведущего прием.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Места для ожидания находятся в холле или ином специально приспособленном помещении.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Для создания комфортных условий ожидания на столах (стойках) для письма размещаются газеты, журналы, печатная продукция (брошюры, буклеты) по вопросам предоставления государственной услуги.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30. Требования к оформлению входа в здание: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центральный вход в здание оборудуется вывеской, содержащей следующую информацию: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наименование организации;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место нахождения;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режим работы;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телефонный номер для справок.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31. Требования к местам для информирования, получения информации и заполнения необходимых документов.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места для информирования, предназначенные для ознакомления заявителей с информационными материалами, оборудуются: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информационными стендами, обновляемыми информацией по мере изменения действующего законодательства, регулирующего предоставление государственной услуги и изменения справочных сведений.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Информационные стенды, столы (стойки) размещаются в местах, обеспечивающих свободный доступ к ним.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Места для оформления документов оборудуются стульями, столами (стойками) и обеспечиваются образцами заполнения документов, в том числе бланками заявлений и письменными принадлежностями.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32. Требования к местам для приема заявителей: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Комитете и организациях, участвующих в предоставлении государственной услуги, выделяются помещения для приема заявителей.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Кабинеты для приема заявителей оборудуются вывесками с указанием: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номера кабинета;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фамилии, имени, отчества и должности специалиста;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информации о днях и времени приема заявителей;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времени перерыва на обед.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Таблички на дверях или стенах устанавливаются таким образом, чтобы при открытой двери были видны и читаемы.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Рабочее место специалиста оборудуется персональным компьютером с печатающим устройством.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Помещения для непосредственного взаимодействия специалистов с заявителями организуются в виде отдельных кабинетов либо в виде отдельных рабочих мест для каждого ведущего прием специалиста.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допускается.</w:t>
      </w:r>
    </w:p>
    <w:p w:rsidR="001B4A45" w:rsidRDefault="001B4A45" w:rsidP="00486DE6">
      <w:pPr>
        <w:pStyle w:val="Style3"/>
        <w:widowControl/>
        <w:ind w:firstLine="561"/>
        <w:rPr>
          <w:rStyle w:val="FontStyle1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32.1 Требование к обеспечению доступности  услуг д</w:t>
      </w:r>
      <w:r>
        <w:rPr>
          <w:rStyle w:val="FontStyle12"/>
          <w:sz w:val="28"/>
          <w:szCs w:val="28"/>
        </w:rPr>
        <w:t>ля инвалидов:</w:t>
      </w:r>
    </w:p>
    <w:p w:rsidR="001B4A45" w:rsidRDefault="001B4A45" w:rsidP="00486DE6">
      <w:pPr>
        <w:pStyle w:val="Style3"/>
        <w:widowControl/>
        <w:ind w:firstLine="561"/>
        <w:rPr>
          <w:rStyle w:val="FontStyle11"/>
          <w:sz w:val="28"/>
          <w:szCs w:val="28"/>
        </w:rPr>
      </w:pPr>
      <w:r>
        <w:rPr>
          <w:rStyle w:val="FontStyle12"/>
          <w:sz w:val="28"/>
          <w:szCs w:val="28"/>
        </w:rPr>
        <w:t>возможность беспрепятственного входа в объекты и выхода из них;</w:t>
      </w:r>
    </w:p>
    <w:p w:rsidR="001B4A45" w:rsidRDefault="001B4A45" w:rsidP="00486DE6">
      <w:pPr>
        <w:pStyle w:val="Style1"/>
        <w:widowControl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содействие со стороны специалистов, при необходимости, инвалиду при входе в объект и выходе из него;</w:t>
      </w:r>
    </w:p>
    <w:p w:rsidR="001B4A45" w:rsidRDefault="001B4A45" w:rsidP="00486DE6">
      <w:pPr>
        <w:pStyle w:val="Style1"/>
        <w:widowControl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1B4A45" w:rsidRDefault="001B4A45" w:rsidP="00486DE6">
      <w:pPr>
        <w:pStyle w:val="Style1"/>
        <w:widowControl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возможность посадки в транспортное средство и высадки из него перед входом на объекты, в том числе с использованием кресла-коляски и, при необходимости, с помощью персонала объекта;</w:t>
      </w:r>
    </w:p>
    <w:p w:rsidR="001B4A45" w:rsidRDefault="001B4A45" w:rsidP="00486DE6">
      <w:pPr>
        <w:pStyle w:val="Style1"/>
        <w:widowControl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возможность самостоятельного передвижения по объекту в целях доступа к месту предоставления услуги, а также с помощью должностных лиц, предоставляющих услуги, ассистивных и вспомогательных технологий, а также сменного кресла-коляски;</w:t>
      </w:r>
    </w:p>
    <w:p w:rsidR="001B4A45" w:rsidRDefault="001B4A45" w:rsidP="00486DE6">
      <w:pPr>
        <w:pStyle w:val="Style1"/>
        <w:widowControl/>
        <w:ind w:firstLine="538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1B4A45" w:rsidRDefault="001B4A45" w:rsidP="00486DE6">
      <w:pPr>
        <w:pStyle w:val="Style1"/>
        <w:widowControl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проведение инструктажа специалистов, осуществляющих первичный контакт с получателями услуги, по вопросам работы с инвалидами;</w:t>
      </w:r>
    </w:p>
    <w:p w:rsidR="001B4A45" w:rsidRDefault="001B4A45" w:rsidP="00486DE6">
      <w:pPr>
        <w:pStyle w:val="Style1"/>
        <w:widowControl/>
        <w:ind w:firstLine="518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1B4A45" w:rsidRDefault="001B4A45" w:rsidP="00486DE6">
      <w:pPr>
        <w:pStyle w:val="Style1"/>
        <w:widowControl/>
        <w:ind w:right="10" w:firstLine="538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обеспечение допуска на объект собаки-проводника при наличии документа, подтверждающею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B4A45" w:rsidRDefault="001B4A45" w:rsidP="00486DE6">
      <w:pPr>
        <w:pStyle w:val="Style1"/>
        <w:widowControl/>
        <w:ind w:right="1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оказание специалистами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1B4A45" w:rsidRDefault="001B4A45" w:rsidP="00486DE6">
      <w:pPr>
        <w:pStyle w:val="Style1"/>
        <w:widowControl/>
        <w:ind w:firstLine="518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обеспечение допуска сурдопереводчика, тифлосурдопереводчика, а также иного лица, владеющего жестовым языком;</w:t>
      </w:r>
    </w:p>
    <w:p w:rsidR="001B4A45" w:rsidRDefault="001B4A45" w:rsidP="00486DE6">
      <w:pPr>
        <w:pStyle w:val="Style1"/>
        <w:widowControl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обеспечение условий доступности для инвалидов по зрению официальных сайтов Комитета социального обеспечения Курской области, подведомственных органов и организаций в информационно-телекоммуникационной сети "Интернет";</w:t>
      </w:r>
    </w:p>
    <w:p w:rsidR="001B4A45" w:rsidRDefault="001B4A45" w:rsidP="00486DE6">
      <w:pPr>
        <w:pStyle w:val="Style1"/>
        <w:widowControl/>
        <w:ind w:firstLine="538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предоставление инвалидам возможности получения государственной услуги в электронном виде с учетом ограничений их жизнедеятельности;</w:t>
      </w:r>
    </w:p>
    <w:p w:rsidR="001B4A45" w:rsidRDefault="001B4A45" w:rsidP="00486DE6">
      <w:pPr>
        <w:pStyle w:val="Style1"/>
        <w:widowControl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предоставление, при необходимости, услуги по месту жительства инвалида или в дистанционном режиме;</w:t>
      </w:r>
    </w:p>
    <w:p w:rsidR="001B4A45" w:rsidRDefault="001B4A45" w:rsidP="00486DE6">
      <w:pPr>
        <w:pStyle w:val="Style1"/>
        <w:widowControl/>
        <w:ind w:firstLine="538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оказание должностными лицами Комитета и организаций, участвующих в предоставлении государственной услуги, иной необходимой инвалидам помощи в преодолении барьеров, мешающих получению ими услуг наравне с другими лицами.</w:t>
      </w:r>
    </w:p>
    <w:p w:rsidR="001B4A45" w:rsidRDefault="001B4A45" w:rsidP="00A158DB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</w:rPr>
      </w:pPr>
    </w:p>
    <w:p w:rsidR="001B4A45" w:rsidRDefault="001B4A45" w:rsidP="00486DE6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Показатели доступности и качества государственной услуги,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том числе количество взаимодействий заявителя с должностными лицами при предоставлении  государственной услуги и их продолжительность, возможность получения государственной услуги в многофункциональном  центре предоставления  государственных и муниципальных услуг, возможность получения  информации о ходе  предоставления  государственной услуги, в том числе с использованием  информационно – коммуникационных технологий</w:t>
      </w:r>
    </w:p>
    <w:p w:rsidR="001B4A45" w:rsidRDefault="001B4A45" w:rsidP="00486DE6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1B4A45" w:rsidRPr="0028744B" w:rsidRDefault="001B4A45" w:rsidP="002874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33.</w:t>
      </w:r>
      <w:r w:rsidRPr="002874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Доступность и качество предоставления государственной услуги обеспечивается </w:t>
      </w:r>
      <w:r w:rsidRPr="0028744B">
        <w:rPr>
          <w:sz w:val="28"/>
          <w:szCs w:val="28"/>
        </w:rPr>
        <w:t xml:space="preserve">посредством соблюдения сроков предоставления государственной услуги, а также порядка предоставления государственной услуги, установленных </w:t>
      </w:r>
      <w:r>
        <w:rPr>
          <w:sz w:val="28"/>
          <w:szCs w:val="28"/>
        </w:rPr>
        <w:t>Административным регламентом.</w:t>
      </w:r>
    </w:p>
    <w:p w:rsidR="001B4A45" w:rsidRPr="0028744B" w:rsidRDefault="001B4A45" w:rsidP="002874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28744B">
        <w:rPr>
          <w:sz w:val="28"/>
          <w:szCs w:val="28"/>
        </w:rPr>
        <w:t>. Показателями доступности предоставления государственной услуги являются:</w:t>
      </w:r>
    </w:p>
    <w:p w:rsidR="001B4A45" w:rsidRPr="0028744B" w:rsidRDefault="001B4A45" w:rsidP="0028744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744B">
        <w:rPr>
          <w:sz w:val="28"/>
          <w:szCs w:val="28"/>
        </w:rPr>
        <w:t xml:space="preserve">возможность получения государственной услуги своевременно и в соответствии с </w:t>
      </w:r>
      <w:r>
        <w:rPr>
          <w:sz w:val="28"/>
          <w:szCs w:val="28"/>
        </w:rPr>
        <w:t>Административным регламентом</w:t>
      </w:r>
      <w:r w:rsidRPr="0028744B">
        <w:rPr>
          <w:sz w:val="28"/>
          <w:szCs w:val="28"/>
        </w:rPr>
        <w:t>;</w:t>
      </w:r>
    </w:p>
    <w:p w:rsidR="001B4A45" w:rsidRDefault="001B4A45" w:rsidP="003D798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наличие полной и понятной информации о местах, порядке и сроках предоставления государственной услуги в общедоступных местах помещений органов, предоставляющих государственную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 д.);</w:t>
      </w:r>
    </w:p>
    <w:p w:rsidR="001B4A45" w:rsidRDefault="001B4A45" w:rsidP="003D798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расположенность органов, предоставляющих государственную услугу и участвующих в предоставлении государственной услуги в зоне доступности к основным транспортным магистралям, хорошие подъездные дороги;</w:t>
      </w:r>
    </w:p>
    <w:p w:rsidR="001B4A45" w:rsidRDefault="001B4A45" w:rsidP="003D798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доступность обращения за предоставлением государственной услуги, в том числе для лиц с ограниченными возможностями здоровья; </w:t>
      </w:r>
    </w:p>
    <w:p w:rsidR="001B4A45" w:rsidRPr="0028744B" w:rsidRDefault="001B4A45" w:rsidP="003D79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744B">
        <w:rPr>
          <w:sz w:val="28"/>
          <w:szCs w:val="28"/>
        </w:rPr>
        <w:t xml:space="preserve">возможность досудебного (внесудебного) </w:t>
      </w:r>
      <w:r>
        <w:rPr>
          <w:sz w:val="28"/>
          <w:szCs w:val="28"/>
        </w:rPr>
        <w:t>обжалования решений и действий (бездействия) Комитета, Центра социального обслуживания</w:t>
      </w:r>
      <w:r w:rsidRPr="0028744B">
        <w:rPr>
          <w:sz w:val="28"/>
          <w:szCs w:val="28"/>
        </w:rPr>
        <w:t xml:space="preserve">, </w:t>
      </w:r>
      <w:r>
        <w:rPr>
          <w:sz w:val="28"/>
          <w:szCs w:val="28"/>
        </w:rPr>
        <w:t>их должностных лиц</w:t>
      </w:r>
      <w:r w:rsidRPr="0028744B">
        <w:rPr>
          <w:sz w:val="28"/>
          <w:szCs w:val="28"/>
        </w:rPr>
        <w:t>.</w:t>
      </w:r>
    </w:p>
    <w:p w:rsidR="001B4A45" w:rsidRDefault="001B4A45" w:rsidP="003D798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35. Показатели качества государственной услуги:</w:t>
      </w:r>
    </w:p>
    <w:p w:rsidR="001B4A45" w:rsidRDefault="001B4A45" w:rsidP="003D798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полнота и актуальность информации о порядке предоставления государственной услуги;</w:t>
      </w:r>
    </w:p>
    <w:p w:rsidR="001B4A45" w:rsidRDefault="001B4A45" w:rsidP="003D798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1B4A45" w:rsidRDefault="001B4A45" w:rsidP="003D798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наличие необходимого и достаточного количества специалистов, а также помещений, в которых осуществляется предоставление государственной услуги, в целях соблюдения установленных Административным регламентом сроков предоставления государственной услуги;</w:t>
      </w:r>
    </w:p>
    <w:p w:rsidR="001B4A45" w:rsidRDefault="001B4A45" w:rsidP="003D798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количество взаимодействия заявителя с должностными лицами при предоставлении государственной услуги;</w:t>
      </w:r>
    </w:p>
    <w:p w:rsidR="001B4A45" w:rsidRDefault="001B4A45" w:rsidP="003D798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отсутствие очередей при приеме и выдаче документов заявителю;</w:t>
      </w:r>
    </w:p>
    <w:p w:rsidR="001B4A45" w:rsidRDefault="001B4A45" w:rsidP="003D798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отсутствие обоснованных жалоб на действия (бездействие), специалистов и уполномоченных должностных лиц.</w:t>
      </w:r>
    </w:p>
    <w:p w:rsidR="001B4A45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B4A45" w:rsidRPr="00B66125" w:rsidRDefault="001B4A45" w:rsidP="00B66125">
      <w:pPr>
        <w:tabs>
          <w:tab w:val="left" w:pos="2440"/>
        </w:tabs>
        <w:jc w:val="center"/>
        <w:rPr>
          <w:b/>
          <w:bCs/>
          <w:sz w:val="28"/>
          <w:szCs w:val="28"/>
        </w:rPr>
      </w:pPr>
      <w:r w:rsidRPr="00B66125">
        <w:rPr>
          <w:b/>
          <w:bCs/>
          <w:sz w:val="28"/>
          <w:szCs w:val="28"/>
        </w:rPr>
        <w:t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</w:p>
    <w:p w:rsidR="001B4A45" w:rsidRPr="003B688A" w:rsidRDefault="001B4A45" w:rsidP="00A158DB">
      <w:pPr>
        <w:pStyle w:val="Heading1"/>
        <w:tabs>
          <w:tab w:val="num" w:pos="1080"/>
          <w:tab w:val="left" w:pos="2520"/>
        </w:tabs>
        <w:spacing w:before="0" w:after="0"/>
        <w:jc w:val="center"/>
        <w:rPr>
          <w:sz w:val="28"/>
          <w:szCs w:val="28"/>
        </w:rPr>
      </w:pPr>
    </w:p>
    <w:p w:rsidR="001B4A45" w:rsidRPr="003B688A" w:rsidRDefault="001B4A45" w:rsidP="00C07D4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B688A">
        <w:rPr>
          <w:sz w:val="28"/>
          <w:szCs w:val="28"/>
        </w:rPr>
        <w:t>3</w:t>
      </w:r>
      <w:r>
        <w:rPr>
          <w:sz w:val="28"/>
          <w:szCs w:val="28"/>
        </w:rPr>
        <w:t>6</w:t>
      </w:r>
      <w:r w:rsidRPr="003B688A">
        <w:rPr>
          <w:sz w:val="28"/>
          <w:szCs w:val="28"/>
        </w:rPr>
        <w:t xml:space="preserve">. Предоставление государственной услуги в </w:t>
      </w:r>
      <w:r w:rsidRPr="0028744B">
        <w:rPr>
          <w:sz w:val="28"/>
          <w:szCs w:val="28"/>
        </w:rPr>
        <w:t>многофункциональном центре предоставления государственных и муниципальных услуг</w:t>
      </w:r>
      <w:r w:rsidRPr="003B68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 </w:t>
      </w:r>
      <w:r w:rsidRPr="003B688A">
        <w:rPr>
          <w:sz w:val="28"/>
          <w:szCs w:val="28"/>
        </w:rPr>
        <w:t>электронной форме не предусмотрено.</w:t>
      </w:r>
    </w:p>
    <w:p w:rsidR="001B4A45" w:rsidRDefault="001B4A45" w:rsidP="00486DE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1B4A45" w:rsidRDefault="001B4A45" w:rsidP="00486DE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1B4A45" w:rsidRDefault="001B4A45" w:rsidP="00486DE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1B4A45" w:rsidRDefault="001B4A45" w:rsidP="00486DE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E655B2">
        <w:rPr>
          <w:b/>
          <w:bCs/>
          <w:sz w:val="28"/>
          <w:szCs w:val="28"/>
          <w:lang w:val="en-US"/>
        </w:rPr>
        <w:t>III</w:t>
      </w:r>
      <w:r w:rsidRPr="00E655B2">
        <w:rPr>
          <w:b/>
          <w:bCs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</w:t>
      </w:r>
      <w:r w:rsidRPr="00486DE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 также  в многофункциональных центрах предоставления государственных и муниципальных услуг</w:t>
      </w:r>
    </w:p>
    <w:p w:rsidR="001B4A45" w:rsidRPr="003B688A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Pr="003B688A" w:rsidRDefault="001B4A45" w:rsidP="00A158DB">
      <w:pPr>
        <w:ind w:firstLine="561"/>
        <w:jc w:val="center"/>
        <w:rPr>
          <w:b/>
          <w:bCs/>
          <w:sz w:val="28"/>
          <w:szCs w:val="28"/>
        </w:rPr>
      </w:pPr>
      <w:r w:rsidRPr="003B688A">
        <w:rPr>
          <w:b/>
          <w:bCs/>
          <w:sz w:val="28"/>
          <w:szCs w:val="28"/>
        </w:rPr>
        <w:t>Исчерпывающий перечень административных процедур</w:t>
      </w:r>
    </w:p>
    <w:p w:rsidR="001B4A45" w:rsidRPr="003B688A" w:rsidRDefault="001B4A45" w:rsidP="00A158DB">
      <w:pPr>
        <w:ind w:firstLine="561"/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autoSpaceDE w:val="0"/>
        <w:autoSpaceDN w:val="0"/>
        <w:adjustRightInd w:val="0"/>
        <w:ind w:firstLine="561"/>
        <w:jc w:val="both"/>
        <w:outlineLvl w:val="2"/>
        <w:rPr>
          <w:sz w:val="28"/>
          <w:szCs w:val="28"/>
        </w:rPr>
      </w:pPr>
      <w:r w:rsidRPr="003B688A">
        <w:rPr>
          <w:sz w:val="28"/>
          <w:szCs w:val="28"/>
        </w:rPr>
        <w:t>3</w:t>
      </w:r>
      <w:r>
        <w:rPr>
          <w:sz w:val="28"/>
          <w:szCs w:val="28"/>
        </w:rPr>
        <w:t>7</w:t>
      </w:r>
      <w:r w:rsidRPr="003B688A">
        <w:rPr>
          <w:sz w:val="28"/>
          <w:szCs w:val="28"/>
        </w:rPr>
        <w:t>. Предоставление государственной услуги включает в себя последовательность следующих административных процедур:</w:t>
      </w:r>
    </w:p>
    <w:p w:rsidR="001B4A45" w:rsidRDefault="001B4A45" w:rsidP="00DF4A4E">
      <w:pPr>
        <w:tabs>
          <w:tab w:val="left" w:pos="1080"/>
          <w:tab w:val="left" w:pos="1134"/>
          <w:tab w:val="left" w:pos="8782"/>
        </w:tabs>
        <w:ind w:firstLine="709"/>
        <w:jc w:val="both"/>
        <w:rPr>
          <w:sz w:val="28"/>
          <w:szCs w:val="28"/>
        </w:rPr>
      </w:pPr>
      <w:r w:rsidRPr="00DF4A4E">
        <w:rPr>
          <w:sz w:val="28"/>
          <w:szCs w:val="28"/>
        </w:rPr>
        <w:t xml:space="preserve">1) </w:t>
      </w:r>
      <w:r>
        <w:rPr>
          <w:sz w:val="28"/>
          <w:szCs w:val="28"/>
        </w:rPr>
        <w:t>п</w:t>
      </w:r>
      <w:r w:rsidRPr="00DF4A4E">
        <w:rPr>
          <w:sz w:val="28"/>
          <w:szCs w:val="28"/>
        </w:rPr>
        <w:t xml:space="preserve">рием и регистрация заявления о предоставлении социальных услуг со всеми необходимыми документами специалистом </w:t>
      </w:r>
      <w:r>
        <w:rPr>
          <w:sz w:val="28"/>
          <w:szCs w:val="28"/>
        </w:rPr>
        <w:t xml:space="preserve">Комитета или </w:t>
      </w:r>
      <w:r w:rsidRPr="00DF4A4E">
        <w:rPr>
          <w:sz w:val="28"/>
          <w:szCs w:val="28"/>
        </w:rPr>
        <w:t>Центра социального обслуживания</w:t>
      </w:r>
      <w:r>
        <w:rPr>
          <w:sz w:val="28"/>
          <w:szCs w:val="28"/>
        </w:rPr>
        <w:t>;</w:t>
      </w:r>
    </w:p>
    <w:p w:rsidR="001B4A45" w:rsidRDefault="001B4A45" w:rsidP="00A158DB">
      <w:pPr>
        <w:autoSpaceDE w:val="0"/>
        <w:autoSpaceDN w:val="0"/>
        <w:adjustRightInd w:val="0"/>
        <w:ind w:firstLine="56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2) </w:t>
      </w:r>
      <w:r w:rsidRPr="003B688A">
        <w:rPr>
          <w:sz w:val="28"/>
          <w:szCs w:val="28"/>
        </w:rPr>
        <w:t xml:space="preserve">истребование документов (сведений), указанных в </w:t>
      </w:r>
      <w:r>
        <w:rPr>
          <w:sz w:val="28"/>
          <w:szCs w:val="28"/>
        </w:rPr>
        <w:t xml:space="preserve">пункте </w:t>
      </w:r>
      <w:hyperlink r:id="rId10" w:history="1">
        <w:r>
          <w:rPr>
            <w:sz w:val="28"/>
            <w:szCs w:val="28"/>
          </w:rPr>
          <w:t>18</w:t>
        </w:r>
      </w:hyperlink>
      <w:r w:rsidRPr="003B68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</w:t>
      </w:r>
      <w:r w:rsidRPr="003B688A">
        <w:rPr>
          <w:sz w:val="28"/>
          <w:szCs w:val="28"/>
        </w:rPr>
        <w:t>Административного регламента, в рамках межведомственного взаимодействия, которые находятся в распоряжении государственных органов, органов местного самоуправления и иных организаций;</w:t>
      </w:r>
    </w:p>
    <w:p w:rsidR="001B4A45" w:rsidRPr="00923FEA" w:rsidRDefault="001B4A45" w:rsidP="00A158DB">
      <w:pPr>
        <w:jc w:val="both"/>
        <w:rPr>
          <w:sz w:val="28"/>
          <w:szCs w:val="28"/>
        </w:rPr>
      </w:pPr>
      <w:r w:rsidRPr="00923FE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923FEA">
        <w:rPr>
          <w:sz w:val="28"/>
          <w:szCs w:val="28"/>
        </w:rPr>
        <w:t xml:space="preserve">3) составление  Акта </w:t>
      </w:r>
      <w:r>
        <w:rPr>
          <w:sz w:val="28"/>
          <w:szCs w:val="28"/>
        </w:rPr>
        <w:t xml:space="preserve">обследования на </w:t>
      </w:r>
      <w:r w:rsidRPr="001C4EF4">
        <w:rPr>
          <w:sz w:val="28"/>
          <w:szCs w:val="28"/>
        </w:rPr>
        <w:t>предмет признания гражданина нуждающимся в предоставлении социальных услуг</w:t>
      </w:r>
      <w:r>
        <w:rPr>
          <w:sz w:val="28"/>
          <w:szCs w:val="28"/>
        </w:rPr>
        <w:t>;</w:t>
      </w:r>
    </w:p>
    <w:p w:rsidR="001B4A45" w:rsidRDefault="001B4A45" w:rsidP="00A158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B688A">
        <w:rPr>
          <w:sz w:val="28"/>
          <w:szCs w:val="28"/>
        </w:rPr>
        <w:t>формирование личного дела заявителя;</w:t>
      </w:r>
    </w:p>
    <w:p w:rsidR="001B4A45" w:rsidRDefault="001B4A45" w:rsidP="00A158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передача сформированного личного дела заявителя в Комитет;</w:t>
      </w:r>
    </w:p>
    <w:p w:rsidR="001B4A45" w:rsidRDefault="001B4A45" w:rsidP="00A158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531E53">
        <w:rPr>
          <w:sz w:val="28"/>
          <w:szCs w:val="28"/>
        </w:rPr>
        <w:t>принятие</w:t>
      </w:r>
      <w:r>
        <w:rPr>
          <w:sz w:val="28"/>
          <w:szCs w:val="28"/>
        </w:rPr>
        <w:t xml:space="preserve"> Комитетом </w:t>
      </w:r>
      <w:r w:rsidRPr="00531E53">
        <w:rPr>
          <w:sz w:val="28"/>
          <w:szCs w:val="28"/>
        </w:rPr>
        <w:t xml:space="preserve"> решения </w:t>
      </w:r>
      <w:r>
        <w:rPr>
          <w:sz w:val="28"/>
          <w:szCs w:val="28"/>
        </w:rPr>
        <w:t>о признании гражданина нуждающимся в предоставлении социальных услуг в стационарной форме социального обслуживания (или об отказе);</w:t>
      </w:r>
    </w:p>
    <w:p w:rsidR="001B4A45" w:rsidRDefault="001B4A45" w:rsidP="00A158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 разработка индивидуальной программы предоставления социальных услуг;</w:t>
      </w:r>
    </w:p>
    <w:p w:rsidR="001B4A45" w:rsidRDefault="001B4A45" w:rsidP="00A158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выписка путевки для оформления </w:t>
      </w:r>
      <w:r w:rsidRPr="00CF6CE3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стационарное </w:t>
      </w:r>
      <w:r w:rsidRPr="00CF6CE3">
        <w:rPr>
          <w:sz w:val="28"/>
          <w:szCs w:val="28"/>
        </w:rPr>
        <w:t xml:space="preserve">социальное обслуживание </w:t>
      </w:r>
      <w:r>
        <w:rPr>
          <w:sz w:val="28"/>
          <w:szCs w:val="28"/>
        </w:rPr>
        <w:t xml:space="preserve">(в случае </w:t>
      </w:r>
      <w:r w:rsidRPr="00180DFD">
        <w:rPr>
          <w:sz w:val="28"/>
          <w:szCs w:val="28"/>
        </w:rPr>
        <w:t>выбора поставщиком социальных услуг организацию социального обслуживания, находящуюся в ведении Комитета</w:t>
      </w:r>
      <w:r>
        <w:rPr>
          <w:sz w:val="28"/>
          <w:szCs w:val="28"/>
        </w:rPr>
        <w:t>).</w:t>
      </w:r>
    </w:p>
    <w:p w:rsidR="001B4A45" w:rsidRDefault="001B4A45" w:rsidP="00A158DB">
      <w:pPr>
        <w:ind w:firstLine="720"/>
        <w:jc w:val="both"/>
        <w:rPr>
          <w:sz w:val="28"/>
          <w:szCs w:val="28"/>
        </w:rPr>
      </w:pPr>
      <w:r w:rsidRPr="00CF6CE3">
        <w:rPr>
          <w:sz w:val="28"/>
          <w:szCs w:val="28"/>
        </w:rPr>
        <w:t xml:space="preserve"> </w:t>
      </w:r>
    </w:p>
    <w:p w:rsidR="001B4A45" w:rsidRPr="00EF7A40" w:rsidRDefault="001B4A45" w:rsidP="00EF7A40">
      <w:pPr>
        <w:tabs>
          <w:tab w:val="left" w:pos="1080"/>
          <w:tab w:val="left" w:pos="1134"/>
          <w:tab w:val="left" w:pos="8782"/>
        </w:tabs>
        <w:ind w:firstLine="709"/>
        <w:jc w:val="center"/>
        <w:rPr>
          <w:b/>
          <w:bCs/>
          <w:sz w:val="28"/>
          <w:szCs w:val="28"/>
        </w:rPr>
      </w:pPr>
      <w:r w:rsidRPr="00EF7A40">
        <w:rPr>
          <w:b/>
          <w:bCs/>
          <w:sz w:val="28"/>
          <w:szCs w:val="28"/>
        </w:rPr>
        <w:t xml:space="preserve">Прием и регистрация заявления о предоставлении социальных услуг со всеми необходимыми документами специалистом </w:t>
      </w:r>
      <w:r>
        <w:rPr>
          <w:b/>
          <w:bCs/>
          <w:sz w:val="28"/>
          <w:szCs w:val="28"/>
        </w:rPr>
        <w:t xml:space="preserve">Комитета или </w:t>
      </w:r>
      <w:r w:rsidRPr="00EF7A40">
        <w:rPr>
          <w:b/>
          <w:bCs/>
          <w:sz w:val="28"/>
          <w:szCs w:val="28"/>
        </w:rPr>
        <w:t>Центра социального обслуживания</w:t>
      </w:r>
    </w:p>
    <w:p w:rsidR="001B4A45" w:rsidRPr="003B688A" w:rsidRDefault="001B4A45" w:rsidP="00A158DB">
      <w:pPr>
        <w:tabs>
          <w:tab w:val="left" w:pos="1080"/>
          <w:tab w:val="left" w:pos="1134"/>
          <w:tab w:val="left" w:pos="8782"/>
        </w:tabs>
        <w:ind w:firstLine="709"/>
        <w:jc w:val="center"/>
        <w:rPr>
          <w:b/>
          <w:bCs/>
          <w:sz w:val="28"/>
          <w:szCs w:val="28"/>
        </w:rPr>
      </w:pPr>
    </w:p>
    <w:p w:rsidR="001B4A45" w:rsidRPr="003B688A" w:rsidRDefault="001B4A45" w:rsidP="00A158DB">
      <w:pPr>
        <w:tabs>
          <w:tab w:val="left" w:pos="720"/>
          <w:tab w:val="left" w:pos="1407"/>
        </w:tabs>
        <w:ind w:firstLine="561"/>
        <w:jc w:val="both"/>
        <w:rPr>
          <w:sz w:val="28"/>
          <w:szCs w:val="28"/>
        </w:rPr>
      </w:pPr>
      <w:r w:rsidRPr="003B688A">
        <w:rPr>
          <w:sz w:val="28"/>
          <w:szCs w:val="28"/>
        </w:rPr>
        <w:t>3</w:t>
      </w:r>
      <w:r>
        <w:rPr>
          <w:sz w:val="28"/>
          <w:szCs w:val="28"/>
        </w:rPr>
        <w:t>8</w:t>
      </w:r>
      <w:r w:rsidRPr="003B688A">
        <w:rPr>
          <w:sz w:val="28"/>
          <w:szCs w:val="28"/>
        </w:rPr>
        <w:t xml:space="preserve">. Основанием для начала данной административной процедуры является подача заявителем заявления о предоставлении </w:t>
      </w:r>
      <w:r>
        <w:rPr>
          <w:sz w:val="28"/>
          <w:szCs w:val="28"/>
        </w:rPr>
        <w:t xml:space="preserve">социальных услуг по форме, утвержденной </w:t>
      </w:r>
      <w:r w:rsidRPr="00E0540E">
        <w:rPr>
          <w:sz w:val="28"/>
          <w:szCs w:val="28"/>
        </w:rPr>
        <w:t>приказом Министерства труда и социальной защиты Российской Федерации от 28.03.2014  № 159н</w:t>
      </w:r>
      <w:r>
        <w:rPr>
          <w:sz w:val="28"/>
          <w:szCs w:val="28"/>
        </w:rPr>
        <w:t xml:space="preserve">, </w:t>
      </w:r>
      <w:r w:rsidRPr="003B688A">
        <w:rPr>
          <w:sz w:val="28"/>
          <w:szCs w:val="28"/>
        </w:rPr>
        <w:t>с документами, указанными в пункте 1</w:t>
      </w:r>
      <w:r>
        <w:rPr>
          <w:sz w:val="28"/>
          <w:szCs w:val="28"/>
        </w:rPr>
        <w:t>4</w:t>
      </w:r>
      <w:r w:rsidRPr="003B688A">
        <w:rPr>
          <w:sz w:val="28"/>
          <w:szCs w:val="28"/>
        </w:rPr>
        <w:t xml:space="preserve"> настоящего Административного регламента.</w:t>
      </w:r>
    </w:p>
    <w:p w:rsidR="001B4A45" w:rsidRDefault="001B4A45" w:rsidP="009F6A82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При предоставлении документов через Центры социального обслуживания, подлинность документов удостоверяется руководителями данных организаций.</w:t>
      </w:r>
    </w:p>
    <w:p w:rsidR="001B4A45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B688A">
        <w:rPr>
          <w:sz w:val="28"/>
          <w:szCs w:val="28"/>
        </w:rPr>
        <w:t>Если документы, необходимые для предоставления государственной услуги, направляются по почте, то заявление и копии документов, указанных в пункте 1</w:t>
      </w:r>
      <w:r>
        <w:rPr>
          <w:sz w:val="28"/>
          <w:szCs w:val="28"/>
        </w:rPr>
        <w:t>4 настоящего Административного регламента,</w:t>
      </w:r>
      <w:r w:rsidRPr="003B688A">
        <w:rPr>
          <w:sz w:val="28"/>
          <w:szCs w:val="28"/>
        </w:rPr>
        <w:t xml:space="preserve"> должны быть заверены в </w:t>
      </w:r>
      <w:r>
        <w:rPr>
          <w:sz w:val="28"/>
          <w:szCs w:val="28"/>
        </w:rPr>
        <w:t xml:space="preserve">порядке, </w:t>
      </w:r>
      <w:r w:rsidRPr="003B688A">
        <w:rPr>
          <w:sz w:val="28"/>
          <w:szCs w:val="28"/>
        </w:rPr>
        <w:t xml:space="preserve">установленном </w:t>
      </w:r>
      <w:r>
        <w:rPr>
          <w:sz w:val="28"/>
          <w:szCs w:val="28"/>
        </w:rPr>
        <w:t xml:space="preserve">действующим </w:t>
      </w:r>
      <w:r w:rsidRPr="003B688A">
        <w:rPr>
          <w:sz w:val="28"/>
          <w:szCs w:val="28"/>
        </w:rPr>
        <w:t>законо</w:t>
      </w:r>
      <w:r>
        <w:rPr>
          <w:sz w:val="28"/>
          <w:szCs w:val="28"/>
        </w:rPr>
        <w:t>дательством</w:t>
      </w:r>
      <w:r w:rsidRPr="003B688A">
        <w:rPr>
          <w:sz w:val="28"/>
          <w:szCs w:val="28"/>
        </w:rPr>
        <w:t>.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B688A">
        <w:rPr>
          <w:sz w:val="28"/>
          <w:szCs w:val="28"/>
        </w:rPr>
        <w:t>Направление документов по почте осуществляется способом, позволяющим подтвердить факт и дату отправления.</w:t>
      </w:r>
    </w:p>
    <w:p w:rsidR="001B4A45" w:rsidRPr="003B688A" w:rsidRDefault="001B4A45" w:rsidP="00A158DB">
      <w:pPr>
        <w:tabs>
          <w:tab w:val="left" w:pos="720"/>
          <w:tab w:val="left" w:pos="1407"/>
        </w:tabs>
        <w:ind w:firstLine="561"/>
        <w:jc w:val="both"/>
        <w:rPr>
          <w:sz w:val="28"/>
          <w:szCs w:val="28"/>
        </w:rPr>
      </w:pPr>
      <w:r w:rsidRPr="003B688A">
        <w:rPr>
          <w:sz w:val="28"/>
          <w:szCs w:val="28"/>
        </w:rPr>
        <w:t xml:space="preserve">При получении заявления со всеми необходимыми документами специалист </w:t>
      </w:r>
      <w:r>
        <w:rPr>
          <w:sz w:val="28"/>
          <w:szCs w:val="28"/>
        </w:rPr>
        <w:t xml:space="preserve">Комитета или Центра социального обслуживания </w:t>
      </w:r>
      <w:r w:rsidRPr="003B688A">
        <w:rPr>
          <w:sz w:val="28"/>
          <w:szCs w:val="28"/>
        </w:rPr>
        <w:t>проверяет: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B688A">
        <w:rPr>
          <w:sz w:val="28"/>
          <w:szCs w:val="28"/>
        </w:rPr>
        <w:t>1) наличие документов, необходимых для предоставления государственной услуги;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B688A">
        <w:rPr>
          <w:sz w:val="28"/>
          <w:szCs w:val="28"/>
        </w:rPr>
        <w:t>2) проверяет правильность оформления заявления.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B688A">
        <w:rPr>
          <w:sz w:val="28"/>
          <w:szCs w:val="28"/>
        </w:rPr>
        <w:t xml:space="preserve">В случае неправильного оформления заявления о предоставлении </w:t>
      </w:r>
      <w:r>
        <w:rPr>
          <w:sz w:val="28"/>
          <w:szCs w:val="28"/>
        </w:rPr>
        <w:t xml:space="preserve">социальных </w:t>
      </w:r>
      <w:r w:rsidRPr="003B688A">
        <w:rPr>
          <w:sz w:val="28"/>
          <w:szCs w:val="28"/>
        </w:rPr>
        <w:t>услуг, специалистом оказывается помощь заявителю в оформлении нового заявления.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B688A">
        <w:rPr>
          <w:sz w:val="28"/>
          <w:szCs w:val="28"/>
        </w:rPr>
        <w:t>3) документ, удостоверяющий личность заявителя;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Pr="003B688A">
        <w:rPr>
          <w:sz w:val="28"/>
          <w:szCs w:val="28"/>
        </w:rPr>
        <w:t xml:space="preserve">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лично, </w:t>
      </w:r>
      <w:r>
        <w:rPr>
          <w:sz w:val="28"/>
          <w:szCs w:val="28"/>
        </w:rPr>
        <w:t xml:space="preserve">заверяет копии документов у руководителя организации подписью </w:t>
      </w:r>
      <w:r w:rsidRPr="003B688A">
        <w:rPr>
          <w:sz w:val="28"/>
          <w:szCs w:val="28"/>
        </w:rPr>
        <w:t>и печатью;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Pr="003B688A">
        <w:rPr>
          <w:sz w:val="28"/>
          <w:szCs w:val="28"/>
        </w:rPr>
        <w:t xml:space="preserve">) заполняет расписку о приеме (регистрации) заявления заявителя по форме согласно </w:t>
      </w:r>
      <w:r w:rsidRPr="00056D63">
        <w:rPr>
          <w:sz w:val="28"/>
          <w:szCs w:val="28"/>
        </w:rPr>
        <w:t>приложению № 3</w:t>
      </w:r>
      <w:r w:rsidRPr="003B688A">
        <w:rPr>
          <w:sz w:val="28"/>
          <w:szCs w:val="28"/>
        </w:rPr>
        <w:t xml:space="preserve"> к настоящему Административному регламенту. Расписка передается заявителю, а при направлении заявления и документов, необходимых для предоставления государственной услуги, по почте - направляет извещение о дате получения (регистрации в день получения) заявления в </w:t>
      </w:r>
      <w:r>
        <w:rPr>
          <w:sz w:val="28"/>
          <w:szCs w:val="28"/>
        </w:rPr>
        <w:t>течение 2-х календарных дней со дня регистрации заявления</w:t>
      </w:r>
      <w:r w:rsidRPr="003B688A">
        <w:rPr>
          <w:sz w:val="28"/>
          <w:szCs w:val="28"/>
        </w:rPr>
        <w:t>;</w:t>
      </w:r>
    </w:p>
    <w:p w:rsidR="001B4A45" w:rsidRPr="003B688A" w:rsidRDefault="001B4A45" w:rsidP="00A158DB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B688A">
        <w:rPr>
          <w:sz w:val="28"/>
          <w:szCs w:val="28"/>
        </w:rPr>
        <w:t xml:space="preserve">) вносит запись о приеме заявления в </w:t>
      </w:r>
      <w:r w:rsidRPr="008A6C51">
        <w:rPr>
          <w:rFonts w:eastAsia="MS Mincho"/>
          <w:sz w:val="28"/>
          <w:szCs w:val="28"/>
        </w:rPr>
        <w:t>Ж</w:t>
      </w:r>
      <w:r>
        <w:rPr>
          <w:rFonts w:eastAsia="MS Mincho"/>
          <w:sz w:val="28"/>
          <w:szCs w:val="28"/>
        </w:rPr>
        <w:t xml:space="preserve">урнал </w:t>
      </w:r>
      <w:r w:rsidRPr="008A6C51">
        <w:rPr>
          <w:rFonts w:eastAsia="MS Mincho"/>
          <w:sz w:val="28"/>
          <w:szCs w:val="28"/>
        </w:rPr>
        <w:t xml:space="preserve">регистрации </w:t>
      </w:r>
      <w:r>
        <w:rPr>
          <w:rFonts w:eastAsia="MS Mincho"/>
          <w:sz w:val="28"/>
          <w:szCs w:val="28"/>
        </w:rPr>
        <w:t>з</w:t>
      </w:r>
      <w:r w:rsidRPr="008A6C51">
        <w:rPr>
          <w:rFonts w:eastAsia="MS Mincho"/>
          <w:sz w:val="28"/>
          <w:szCs w:val="28"/>
        </w:rPr>
        <w:t>аявлений о пр</w:t>
      </w:r>
      <w:r>
        <w:rPr>
          <w:rFonts w:eastAsia="MS Mincho"/>
          <w:sz w:val="28"/>
          <w:szCs w:val="28"/>
        </w:rPr>
        <w:t>едоставлении социальных услуг</w:t>
      </w:r>
      <w:r w:rsidRPr="003B688A">
        <w:rPr>
          <w:sz w:val="28"/>
          <w:szCs w:val="28"/>
        </w:rPr>
        <w:t xml:space="preserve"> (далее – Журнал</w:t>
      </w:r>
      <w:r>
        <w:rPr>
          <w:sz w:val="28"/>
          <w:szCs w:val="28"/>
        </w:rPr>
        <w:t xml:space="preserve"> регистрации заявлений</w:t>
      </w:r>
      <w:r w:rsidRPr="003B688A">
        <w:rPr>
          <w:sz w:val="28"/>
          <w:szCs w:val="28"/>
        </w:rPr>
        <w:t xml:space="preserve">), который ведется по форме согласно </w:t>
      </w:r>
      <w:r w:rsidRPr="00056D63">
        <w:rPr>
          <w:sz w:val="28"/>
          <w:szCs w:val="28"/>
        </w:rPr>
        <w:t>приложению № 4</w:t>
      </w:r>
      <w:r w:rsidRPr="003B688A">
        <w:rPr>
          <w:sz w:val="28"/>
          <w:szCs w:val="28"/>
        </w:rPr>
        <w:t xml:space="preserve"> к настоящему Административному регламенту. </w:t>
      </w:r>
    </w:p>
    <w:p w:rsidR="001B4A45" w:rsidRPr="003B688A" w:rsidRDefault="001B4A45" w:rsidP="00A158DB">
      <w:pPr>
        <w:ind w:firstLine="561"/>
        <w:jc w:val="both"/>
        <w:rPr>
          <w:sz w:val="28"/>
          <w:szCs w:val="28"/>
        </w:rPr>
      </w:pPr>
      <w:r w:rsidRPr="003B688A">
        <w:rPr>
          <w:sz w:val="28"/>
          <w:szCs w:val="28"/>
        </w:rPr>
        <w:t xml:space="preserve">Максимально допустимый срок осуществления административной процедуры, связанной с приемом заявления о предоставлении </w:t>
      </w:r>
      <w:r>
        <w:rPr>
          <w:sz w:val="28"/>
          <w:szCs w:val="28"/>
        </w:rPr>
        <w:t>социальных услуг</w:t>
      </w:r>
      <w:r w:rsidRPr="003B688A">
        <w:rPr>
          <w:sz w:val="28"/>
          <w:szCs w:val="28"/>
        </w:rPr>
        <w:t>, составляет 30 минут с момента обращения заявителя.</w:t>
      </w:r>
    </w:p>
    <w:p w:rsidR="001B4A45" w:rsidRDefault="001B4A45" w:rsidP="009104BC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Критерием принятия решения о регистрации заявления и представленных документов является подача заявителем вышеуказанных документов.</w:t>
      </w:r>
    </w:p>
    <w:p w:rsidR="001B4A45" w:rsidRPr="003B688A" w:rsidRDefault="001B4A45" w:rsidP="00396478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B688A">
        <w:rPr>
          <w:sz w:val="28"/>
          <w:szCs w:val="28"/>
        </w:rPr>
        <w:t>Результатом исполнения данной административной процедуры является:</w:t>
      </w:r>
    </w:p>
    <w:p w:rsidR="001B4A45" w:rsidRPr="008A6C51" w:rsidRDefault="001B4A45" w:rsidP="00396478">
      <w:pPr>
        <w:tabs>
          <w:tab w:val="left" w:pos="-5040"/>
        </w:tabs>
        <w:jc w:val="both"/>
        <w:rPr>
          <w:rFonts w:eastAsia="MS Mincho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A6C51">
        <w:rPr>
          <w:sz w:val="28"/>
          <w:szCs w:val="28"/>
        </w:rPr>
        <w:t xml:space="preserve">прием документов и внесение записи в </w:t>
      </w:r>
      <w:r w:rsidRPr="008A6C51">
        <w:rPr>
          <w:rFonts w:eastAsia="MS Mincho"/>
          <w:sz w:val="28"/>
          <w:szCs w:val="28"/>
        </w:rPr>
        <w:t>Ж</w:t>
      </w:r>
      <w:r>
        <w:rPr>
          <w:rFonts w:eastAsia="MS Mincho"/>
          <w:sz w:val="28"/>
          <w:szCs w:val="28"/>
        </w:rPr>
        <w:t>урнал регистрации заявлений.</w:t>
      </w:r>
    </w:p>
    <w:p w:rsidR="001B4A45" w:rsidRDefault="001B4A45" w:rsidP="00396478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Фиксацией результата является регистрация заявления в Журнале регистрации заявлений.</w:t>
      </w:r>
    </w:p>
    <w:p w:rsidR="001B4A45" w:rsidRDefault="001B4A45" w:rsidP="00396478">
      <w:pPr>
        <w:tabs>
          <w:tab w:val="left" w:pos="1080"/>
          <w:tab w:val="left" w:pos="1134"/>
          <w:tab w:val="left" w:pos="8782"/>
        </w:tabs>
        <w:jc w:val="both"/>
        <w:rPr>
          <w:sz w:val="28"/>
          <w:szCs w:val="28"/>
        </w:rPr>
      </w:pPr>
    </w:p>
    <w:p w:rsidR="001B4A45" w:rsidRDefault="001B4A45" w:rsidP="00A158DB">
      <w:pPr>
        <w:autoSpaceDE w:val="0"/>
        <w:autoSpaceDN w:val="0"/>
        <w:adjustRightInd w:val="0"/>
        <w:ind w:firstLine="540"/>
        <w:jc w:val="center"/>
        <w:outlineLvl w:val="3"/>
        <w:rPr>
          <w:b/>
          <w:bCs/>
          <w:sz w:val="28"/>
          <w:szCs w:val="28"/>
        </w:rPr>
      </w:pP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center"/>
        <w:outlineLvl w:val="3"/>
        <w:rPr>
          <w:b/>
          <w:bCs/>
          <w:sz w:val="28"/>
          <w:szCs w:val="28"/>
        </w:rPr>
      </w:pPr>
      <w:r w:rsidRPr="003B688A">
        <w:rPr>
          <w:b/>
          <w:bCs/>
          <w:sz w:val="28"/>
          <w:szCs w:val="28"/>
        </w:rPr>
        <w:t xml:space="preserve">Истребование документов (сведений), указанных в </w:t>
      </w:r>
      <w:hyperlink r:id="rId11" w:history="1">
        <w:r w:rsidRPr="003B688A">
          <w:rPr>
            <w:b/>
            <w:bCs/>
            <w:sz w:val="28"/>
            <w:szCs w:val="28"/>
          </w:rPr>
          <w:t>пункте 1</w:t>
        </w:r>
        <w:r>
          <w:rPr>
            <w:b/>
            <w:bCs/>
            <w:sz w:val="28"/>
            <w:szCs w:val="28"/>
          </w:rPr>
          <w:t>8</w:t>
        </w:r>
      </w:hyperlink>
      <w:r w:rsidRPr="003B688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настоящего </w:t>
      </w:r>
      <w:r w:rsidRPr="003B688A">
        <w:rPr>
          <w:b/>
          <w:bCs/>
          <w:sz w:val="28"/>
          <w:szCs w:val="28"/>
        </w:rPr>
        <w:t>Административного регламента, в рамках межведомственного взаимодействия, которые находятся в распоряжении государственных органов, органов местного самоуправления и иных организаций</w:t>
      </w:r>
    </w:p>
    <w:p w:rsidR="001B4A45" w:rsidRPr="003B688A" w:rsidRDefault="001B4A45" w:rsidP="00A158DB">
      <w:pPr>
        <w:pStyle w:val="ConsPlusNormal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39</w:t>
      </w:r>
      <w:r w:rsidRPr="003B688A">
        <w:rPr>
          <w:sz w:val="28"/>
          <w:szCs w:val="28"/>
        </w:rPr>
        <w:t>. Основанием для начала административной процедуры является регистрация заявления</w:t>
      </w:r>
      <w:r w:rsidRPr="00C07D4D">
        <w:rPr>
          <w:sz w:val="28"/>
          <w:szCs w:val="28"/>
        </w:rPr>
        <w:t xml:space="preserve"> </w:t>
      </w:r>
      <w:r w:rsidRPr="003B688A">
        <w:rPr>
          <w:sz w:val="28"/>
          <w:szCs w:val="28"/>
        </w:rPr>
        <w:t>и документов (содержащихся в них сведений), необходимых для предоставления государственн</w:t>
      </w:r>
      <w:r>
        <w:rPr>
          <w:sz w:val="28"/>
          <w:szCs w:val="28"/>
        </w:rPr>
        <w:t>ой услуги,</w:t>
      </w:r>
      <w:r w:rsidRPr="003B688A">
        <w:rPr>
          <w:sz w:val="28"/>
          <w:szCs w:val="28"/>
        </w:rPr>
        <w:t xml:space="preserve"> в Журнале </w:t>
      </w:r>
      <w:r>
        <w:rPr>
          <w:sz w:val="28"/>
          <w:szCs w:val="28"/>
        </w:rPr>
        <w:t xml:space="preserve">регистрации заявлений </w:t>
      </w:r>
      <w:r w:rsidRPr="003B688A">
        <w:rPr>
          <w:sz w:val="28"/>
          <w:szCs w:val="28"/>
        </w:rPr>
        <w:t xml:space="preserve">специалистом </w:t>
      </w:r>
      <w:r>
        <w:rPr>
          <w:sz w:val="28"/>
          <w:szCs w:val="28"/>
        </w:rPr>
        <w:t>Центра социального обслуживания.</w:t>
      </w:r>
      <w:r w:rsidRPr="003B688A">
        <w:rPr>
          <w:sz w:val="28"/>
          <w:szCs w:val="28"/>
        </w:rPr>
        <w:t xml:space="preserve"> 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40</w:t>
      </w:r>
      <w:r w:rsidRPr="003B688A">
        <w:rPr>
          <w:sz w:val="28"/>
          <w:szCs w:val="28"/>
        </w:rPr>
        <w:t xml:space="preserve">. Специалист </w:t>
      </w:r>
      <w:r>
        <w:rPr>
          <w:sz w:val="28"/>
          <w:szCs w:val="28"/>
        </w:rPr>
        <w:t xml:space="preserve">Центра социального обслуживания </w:t>
      </w:r>
      <w:r w:rsidRPr="003B688A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двух</w:t>
      </w:r>
      <w:r w:rsidRPr="003B688A">
        <w:rPr>
          <w:sz w:val="28"/>
          <w:szCs w:val="28"/>
        </w:rPr>
        <w:t xml:space="preserve"> рабочих дней с</w:t>
      </w:r>
      <w:r>
        <w:rPr>
          <w:sz w:val="28"/>
          <w:szCs w:val="28"/>
        </w:rPr>
        <w:t>о</w:t>
      </w:r>
      <w:r w:rsidRPr="003B688A"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 w:rsidRPr="003B688A">
        <w:rPr>
          <w:sz w:val="28"/>
          <w:szCs w:val="28"/>
        </w:rPr>
        <w:t xml:space="preserve"> поступления заявления о предоставлении государственной услуги </w:t>
      </w:r>
      <w:r>
        <w:rPr>
          <w:sz w:val="28"/>
          <w:szCs w:val="28"/>
        </w:rPr>
        <w:t xml:space="preserve">со всеми необходимыми документами </w:t>
      </w:r>
      <w:r w:rsidRPr="003B688A">
        <w:rPr>
          <w:sz w:val="28"/>
          <w:szCs w:val="28"/>
        </w:rPr>
        <w:t>в рамках межведомственного взаимодействия направляет запрос: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B688A">
        <w:rPr>
          <w:sz w:val="28"/>
          <w:szCs w:val="28"/>
        </w:rPr>
        <w:t>в Администрацию городского или сельского поселения Курской области, муниципальное учреждение «Центр коммунально-социальных услуг» о предоставлении справки о составе семьи заявителя;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</w:t>
      </w:r>
      <w:r w:rsidRPr="003B688A">
        <w:rPr>
          <w:sz w:val="28"/>
          <w:szCs w:val="28"/>
        </w:rPr>
        <w:t xml:space="preserve"> в территориальный орган Пенсионного Фонда о размере получаемой пенсии, компенсационных выплат</w:t>
      </w:r>
      <w:r>
        <w:rPr>
          <w:sz w:val="28"/>
          <w:szCs w:val="28"/>
        </w:rPr>
        <w:t>.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B688A">
        <w:rPr>
          <w:sz w:val="28"/>
          <w:szCs w:val="28"/>
        </w:rPr>
        <w:t xml:space="preserve">Органы, в распоряжении которых находятся вышеназванные сведения, не позднее пяти календарных дней со дня поступления указанного запроса представляют их в </w:t>
      </w:r>
      <w:r>
        <w:rPr>
          <w:sz w:val="28"/>
          <w:szCs w:val="28"/>
        </w:rPr>
        <w:t>Центр социального обслуживания</w:t>
      </w:r>
      <w:r w:rsidRPr="003B688A">
        <w:rPr>
          <w:sz w:val="28"/>
          <w:szCs w:val="28"/>
        </w:rPr>
        <w:t>.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41</w:t>
      </w:r>
      <w:r w:rsidRPr="003B688A">
        <w:rPr>
          <w:sz w:val="28"/>
          <w:szCs w:val="28"/>
        </w:rPr>
        <w:t xml:space="preserve">. О направленных в вышеназванные органы запросе специалист </w:t>
      </w:r>
      <w:r>
        <w:rPr>
          <w:sz w:val="28"/>
          <w:szCs w:val="28"/>
        </w:rPr>
        <w:t xml:space="preserve">Центра социального обслуживания </w:t>
      </w:r>
      <w:r w:rsidRPr="003B688A">
        <w:rPr>
          <w:sz w:val="28"/>
          <w:szCs w:val="28"/>
        </w:rPr>
        <w:t>уведомляет заявителя в письменной форме.</w:t>
      </w:r>
    </w:p>
    <w:p w:rsidR="001B4A45" w:rsidRDefault="001B4A45" w:rsidP="006F1E6A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42</w:t>
      </w:r>
      <w:r w:rsidRPr="003B688A">
        <w:rPr>
          <w:sz w:val="28"/>
          <w:szCs w:val="28"/>
        </w:rPr>
        <w:t>. В случае самостоятельного представления заявителем вышеуказанных справок данные документы или содержащиеся в них сведения в рамках межведомственного взаимодействия не запрашиваются.</w:t>
      </w:r>
    </w:p>
    <w:p w:rsidR="001B4A45" w:rsidRDefault="001B4A45" w:rsidP="009104BC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Критерием принятия решения о </w:t>
      </w:r>
      <w:r w:rsidRPr="00130C35">
        <w:rPr>
          <w:sz w:val="28"/>
          <w:szCs w:val="28"/>
        </w:rPr>
        <w:t xml:space="preserve">истребовании документов (сведений), указанных в </w:t>
      </w:r>
      <w:hyperlink r:id="rId12" w:history="1">
        <w:r w:rsidRPr="00130C35">
          <w:rPr>
            <w:sz w:val="28"/>
            <w:szCs w:val="28"/>
          </w:rPr>
          <w:t>пункте 18</w:t>
        </w:r>
      </w:hyperlink>
      <w:r w:rsidRPr="00130C35">
        <w:rPr>
          <w:sz w:val="28"/>
          <w:szCs w:val="28"/>
        </w:rPr>
        <w:t xml:space="preserve"> настоящего Административного регламента</w:t>
      </w:r>
      <w:r>
        <w:rPr>
          <w:sz w:val="28"/>
          <w:szCs w:val="28"/>
        </w:rPr>
        <w:t xml:space="preserve">, является </w:t>
      </w:r>
      <w:r w:rsidRPr="003B688A">
        <w:rPr>
          <w:sz w:val="28"/>
          <w:szCs w:val="28"/>
        </w:rPr>
        <w:t>регистрация заявления</w:t>
      </w:r>
      <w:r w:rsidRPr="00C07D4D">
        <w:rPr>
          <w:sz w:val="28"/>
          <w:szCs w:val="28"/>
        </w:rPr>
        <w:t xml:space="preserve"> </w:t>
      </w:r>
      <w:r w:rsidRPr="003B688A">
        <w:rPr>
          <w:sz w:val="28"/>
          <w:szCs w:val="28"/>
        </w:rPr>
        <w:t>и документов (содержащихся в них сведений), необходимых для предоставления государственн</w:t>
      </w:r>
      <w:r>
        <w:rPr>
          <w:sz w:val="28"/>
          <w:szCs w:val="28"/>
        </w:rPr>
        <w:t xml:space="preserve">ой услуги. </w:t>
      </w:r>
    </w:p>
    <w:p w:rsidR="001B4A45" w:rsidRDefault="001B4A45" w:rsidP="006F1E6A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B688A">
        <w:rPr>
          <w:sz w:val="28"/>
          <w:szCs w:val="28"/>
        </w:rPr>
        <w:t>Результатом исполнения данной административной процедуры является получение запр</w:t>
      </w:r>
      <w:r>
        <w:rPr>
          <w:sz w:val="28"/>
          <w:szCs w:val="28"/>
        </w:rPr>
        <w:t>ашиваемых</w:t>
      </w:r>
      <w:r w:rsidRPr="003B688A">
        <w:rPr>
          <w:sz w:val="28"/>
          <w:szCs w:val="28"/>
        </w:rPr>
        <w:t xml:space="preserve"> документов.</w:t>
      </w:r>
    </w:p>
    <w:p w:rsidR="001B4A45" w:rsidRDefault="001B4A45" w:rsidP="006F1E6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Общий срок выполнения процедуры – 7 рабочих дней со дня регистрации запроса (заявления) и документов, которые представлены самостоятельно.</w:t>
      </w:r>
    </w:p>
    <w:p w:rsidR="001B4A45" w:rsidRDefault="001B4A45" w:rsidP="002E156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8C105D">
        <w:rPr>
          <w:sz w:val="28"/>
          <w:szCs w:val="28"/>
        </w:rPr>
        <w:t>Способом фиксации результата является регистрация запросов в журнале  регистрации исходящей корреспонденции в Центре социального обслуживания.</w:t>
      </w:r>
    </w:p>
    <w:p w:rsidR="001B4A45" w:rsidRPr="00364133" w:rsidRDefault="001B4A45" w:rsidP="00364133">
      <w:pPr>
        <w:jc w:val="both"/>
        <w:rPr>
          <w:sz w:val="28"/>
          <w:szCs w:val="28"/>
        </w:rPr>
      </w:pPr>
    </w:p>
    <w:p w:rsidR="001B4A45" w:rsidRPr="00936D0A" w:rsidRDefault="001B4A45" w:rsidP="00936D0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Составление Акта обследования на предмет </w:t>
      </w:r>
      <w:r w:rsidRPr="00936D0A">
        <w:rPr>
          <w:b/>
          <w:bCs/>
          <w:sz w:val="28"/>
          <w:szCs w:val="28"/>
        </w:rPr>
        <w:t xml:space="preserve">признания гражданина нуждающимся в предоставлении социальных услуг </w:t>
      </w:r>
    </w:p>
    <w:p w:rsidR="001B4A45" w:rsidRDefault="001B4A45" w:rsidP="00936D0A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43</w:t>
      </w:r>
      <w:r w:rsidRPr="003B688A">
        <w:rPr>
          <w:sz w:val="28"/>
          <w:szCs w:val="28"/>
        </w:rPr>
        <w:t xml:space="preserve">. Основанием для начала административной процедуры является регистрация заявления в Журнале </w:t>
      </w:r>
      <w:r>
        <w:rPr>
          <w:sz w:val="28"/>
          <w:szCs w:val="28"/>
        </w:rPr>
        <w:t xml:space="preserve">регистрации заявлений </w:t>
      </w:r>
      <w:r w:rsidRPr="003B688A">
        <w:rPr>
          <w:sz w:val="28"/>
          <w:szCs w:val="28"/>
        </w:rPr>
        <w:t xml:space="preserve">специалистом </w:t>
      </w:r>
      <w:r>
        <w:rPr>
          <w:sz w:val="28"/>
          <w:szCs w:val="28"/>
        </w:rPr>
        <w:t>Центра социального обслуживания,</w:t>
      </w:r>
      <w:r w:rsidRPr="003B68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участвующего в </w:t>
      </w:r>
      <w:r w:rsidRPr="003B688A">
        <w:rPr>
          <w:sz w:val="28"/>
          <w:szCs w:val="28"/>
        </w:rPr>
        <w:t>предоставл</w:t>
      </w:r>
      <w:r>
        <w:rPr>
          <w:sz w:val="28"/>
          <w:szCs w:val="28"/>
        </w:rPr>
        <w:t>ении</w:t>
      </w:r>
      <w:r w:rsidRPr="003B688A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ой</w:t>
      </w:r>
      <w:r w:rsidRPr="003B688A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и,</w:t>
      </w:r>
      <w:r w:rsidRPr="003B688A">
        <w:rPr>
          <w:sz w:val="28"/>
          <w:szCs w:val="28"/>
        </w:rPr>
        <w:t xml:space="preserve"> и документов (содержащихся в них сведений), необходимых для предоставления государственной услуги.</w:t>
      </w:r>
    </w:p>
    <w:p w:rsidR="001B4A45" w:rsidRPr="00772285" w:rsidRDefault="001B4A45" w:rsidP="00A158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44</w:t>
      </w:r>
      <w:r w:rsidRPr="003B688A">
        <w:rPr>
          <w:sz w:val="28"/>
          <w:szCs w:val="28"/>
        </w:rPr>
        <w:t>. Специалист</w:t>
      </w:r>
      <w:r>
        <w:rPr>
          <w:sz w:val="28"/>
          <w:szCs w:val="28"/>
        </w:rPr>
        <w:t xml:space="preserve"> </w:t>
      </w:r>
      <w:r w:rsidRPr="003B688A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 социального обслуживания</w:t>
      </w:r>
      <w:r w:rsidRPr="003B68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в </w:t>
      </w:r>
      <w:r w:rsidRPr="003B688A">
        <w:rPr>
          <w:sz w:val="28"/>
          <w:szCs w:val="28"/>
        </w:rPr>
        <w:t xml:space="preserve"> течение </w:t>
      </w:r>
      <w:r>
        <w:rPr>
          <w:sz w:val="28"/>
          <w:szCs w:val="28"/>
        </w:rPr>
        <w:t>трех</w:t>
      </w:r>
      <w:r w:rsidRPr="003B688A">
        <w:rPr>
          <w:sz w:val="28"/>
          <w:szCs w:val="28"/>
        </w:rPr>
        <w:t xml:space="preserve"> рабочих дней с</w:t>
      </w:r>
      <w:r>
        <w:rPr>
          <w:sz w:val="28"/>
          <w:szCs w:val="28"/>
        </w:rPr>
        <w:t>о</w:t>
      </w:r>
      <w:r w:rsidRPr="003B688A"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 w:rsidRPr="003B688A">
        <w:rPr>
          <w:sz w:val="28"/>
          <w:szCs w:val="28"/>
        </w:rPr>
        <w:t xml:space="preserve"> поступления заявления о предоставлении </w:t>
      </w:r>
      <w:r>
        <w:rPr>
          <w:sz w:val="28"/>
          <w:szCs w:val="28"/>
        </w:rPr>
        <w:t xml:space="preserve"> социальных услуг выезжает к месту пребывания заявителя с целью составления </w:t>
      </w:r>
      <w:r w:rsidRPr="00772285">
        <w:rPr>
          <w:sz w:val="28"/>
          <w:szCs w:val="28"/>
        </w:rPr>
        <w:t xml:space="preserve">Акта обследования на предмет </w:t>
      </w:r>
      <w:r w:rsidRPr="00936D0A">
        <w:rPr>
          <w:sz w:val="28"/>
          <w:szCs w:val="28"/>
        </w:rPr>
        <w:t>признания гражданина нуждающимся в предоставлении социальных  по форме  согла</w:t>
      </w:r>
      <w:r w:rsidRPr="00772285">
        <w:rPr>
          <w:sz w:val="28"/>
          <w:szCs w:val="28"/>
        </w:rPr>
        <w:t xml:space="preserve">сно </w:t>
      </w:r>
      <w:r w:rsidRPr="00056D63">
        <w:rPr>
          <w:sz w:val="28"/>
          <w:szCs w:val="28"/>
        </w:rPr>
        <w:t>приложению № 5</w:t>
      </w:r>
      <w:r w:rsidRPr="00772285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Административному регламенту.</w:t>
      </w:r>
    </w:p>
    <w:p w:rsidR="001B4A45" w:rsidRDefault="001B4A45" w:rsidP="009104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Критерием принятия решения  о составлении Акта обследования на предмет признания гражданина нуждающимся в предоставлении социальных услуг является регистрация заявления и  представленных документов, необходимых для предоставления государственной услуги.</w:t>
      </w:r>
    </w:p>
    <w:p w:rsidR="001B4A45" w:rsidRDefault="001B4A45" w:rsidP="009104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B688A">
        <w:rPr>
          <w:sz w:val="28"/>
          <w:szCs w:val="28"/>
        </w:rPr>
        <w:t>Результатом исполнения данной административной процедуры является</w:t>
      </w:r>
      <w:r>
        <w:rPr>
          <w:sz w:val="28"/>
          <w:szCs w:val="28"/>
        </w:rPr>
        <w:t xml:space="preserve"> составление Акта обследования </w:t>
      </w:r>
      <w:r w:rsidRPr="00772285">
        <w:rPr>
          <w:sz w:val="28"/>
          <w:szCs w:val="28"/>
        </w:rPr>
        <w:t xml:space="preserve">на предмет </w:t>
      </w:r>
      <w:r>
        <w:rPr>
          <w:sz w:val="28"/>
          <w:szCs w:val="28"/>
        </w:rPr>
        <w:t>признания гражданина нуждающимся в предоставлении социальных услуг.</w:t>
      </w:r>
    </w:p>
    <w:p w:rsidR="001B4A45" w:rsidRDefault="001B4A45" w:rsidP="002E156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Фиксацией результата является составление Акта обследования </w:t>
      </w:r>
      <w:r w:rsidRPr="00772285">
        <w:rPr>
          <w:sz w:val="28"/>
          <w:szCs w:val="28"/>
        </w:rPr>
        <w:t xml:space="preserve">на предмет </w:t>
      </w:r>
      <w:r>
        <w:rPr>
          <w:sz w:val="28"/>
          <w:szCs w:val="28"/>
        </w:rPr>
        <w:t>признания гражданина нуждающимся в предоставлении социальных услуг.</w:t>
      </w:r>
    </w:p>
    <w:p w:rsidR="001B4A45" w:rsidRDefault="001B4A45" w:rsidP="00A158DB">
      <w:pPr>
        <w:rPr>
          <w:sz w:val="28"/>
          <w:szCs w:val="28"/>
        </w:rPr>
      </w:pPr>
    </w:p>
    <w:p w:rsidR="001B4A45" w:rsidRPr="003B688A" w:rsidRDefault="001B4A45" w:rsidP="00A158DB">
      <w:pPr>
        <w:tabs>
          <w:tab w:val="left" w:pos="1080"/>
          <w:tab w:val="left" w:pos="1134"/>
          <w:tab w:val="left" w:pos="8782"/>
        </w:tabs>
        <w:ind w:firstLine="709"/>
        <w:jc w:val="center"/>
        <w:rPr>
          <w:sz w:val="28"/>
          <w:szCs w:val="28"/>
        </w:rPr>
      </w:pPr>
      <w:r w:rsidRPr="003B688A">
        <w:rPr>
          <w:b/>
          <w:bCs/>
          <w:sz w:val="28"/>
          <w:szCs w:val="28"/>
        </w:rPr>
        <w:t>Формирование личного дела заявителя</w:t>
      </w:r>
    </w:p>
    <w:p w:rsidR="001B4A45" w:rsidRPr="003B688A" w:rsidRDefault="001B4A45" w:rsidP="00A158DB">
      <w:pPr>
        <w:tabs>
          <w:tab w:val="left" w:pos="1080"/>
          <w:tab w:val="left" w:pos="1134"/>
          <w:tab w:val="left" w:pos="8782"/>
        </w:tabs>
        <w:ind w:firstLine="709"/>
        <w:jc w:val="center"/>
        <w:rPr>
          <w:sz w:val="28"/>
          <w:szCs w:val="28"/>
        </w:rPr>
      </w:pPr>
    </w:p>
    <w:p w:rsidR="001B4A45" w:rsidRDefault="001B4A45" w:rsidP="00A158DB">
      <w:pPr>
        <w:tabs>
          <w:tab w:val="left" w:pos="8782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Pr="003B688A">
        <w:rPr>
          <w:sz w:val="28"/>
          <w:szCs w:val="28"/>
        </w:rPr>
        <w:t xml:space="preserve">. Основанием для начала административной процедуры формирования личного дела заявителя является регистрация заявления </w:t>
      </w:r>
      <w:r>
        <w:rPr>
          <w:sz w:val="28"/>
          <w:szCs w:val="28"/>
        </w:rPr>
        <w:t xml:space="preserve">со всеми необходимыми документами </w:t>
      </w:r>
      <w:r w:rsidRPr="003B688A">
        <w:rPr>
          <w:sz w:val="28"/>
          <w:szCs w:val="28"/>
        </w:rPr>
        <w:t xml:space="preserve">в Журнале </w:t>
      </w:r>
      <w:r>
        <w:rPr>
          <w:sz w:val="28"/>
          <w:szCs w:val="28"/>
        </w:rPr>
        <w:t xml:space="preserve">регистрации заявлений </w:t>
      </w:r>
      <w:r w:rsidRPr="003B688A">
        <w:rPr>
          <w:sz w:val="28"/>
          <w:szCs w:val="28"/>
        </w:rPr>
        <w:t xml:space="preserve">специалистом </w:t>
      </w:r>
      <w:r>
        <w:rPr>
          <w:sz w:val="28"/>
          <w:szCs w:val="28"/>
        </w:rPr>
        <w:t>Центра социального обслуживания, участвующего в предоставлении государственной услуги, или регистрация документов, полученных по межведомственному запросу.</w:t>
      </w:r>
    </w:p>
    <w:p w:rsidR="001B4A45" w:rsidRPr="003B688A" w:rsidRDefault="001B4A45" w:rsidP="00A158DB">
      <w:pPr>
        <w:tabs>
          <w:tab w:val="left" w:pos="8782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Pr="003B688A">
        <w:rPr>
          <w:sz w:val="28"/>
          <w:szCs w:val="28"/>
        </w:rPr>
        <w:t xml:space="preserve">. Специалист </w:t>
      </w:r>
      <w:r>
        <w:rPr>
          <w:sz w:val="28"/>
          <w:szCs w:val="28"/>
        </w:rPr>
        <w:t>Центра социального обслуживания</w:t>
      </w:r>
      <w:r w:rsidRPr="003B688A">
        <w:rPr>
          <w:sz w:val="28"/>
          <w:szCs w:val="28"/>
        </w:rPr>
        <w:t xml:space="preserve"> подшивает заявление</w:t>
      </w:r>
      <w:r>
        <w:rPr>
          <w:sz w:val="28"/>
          <w:szCs w:val="28"/>
        </w:rPr>
        <w:t>,</w:t>
      </w:r>
      <w:r w:rsidRPr="003B688A">
        <w:rPr>
          <w:sz w:val="28"/>
          <w:szCs w:val="28"/>
        </w:rPr>
        <w:t xml:space="preserve"> документы, представленные заявителем, а также полученные по межведомственному запросу, </w:t>
      </w:r>
      <w:r>
        <w:rPr>
          <w:sz w:val="28"/>
          <w:szCs w:val="28"/>
        </w:rPr>
        <w:t xml:space="preserve">Акт обследования </w:t>
      </w:r>
      <w:r w:rsidRPr="00772285">
        <w:rPr>
          <w:sz w:val="28"/>
          <w:szCs w:val="28"/>
        </w:rPr>
        <w:t xml:space="preserve">на предмет </w:t>
      </w:r>
      <w:r>
        <w:rPr>
          <w:sz w:val="28"/>
          <w:szCs w:val="28"/>
        </w:rPr>
        <w:t xml:space="preserve">признания гражданина нуждающимся в предоставлении социальных услуг вместе с описью </w:t>
      </w:r>
      <w:r w:rsidRPr="003B688A">
        <w:rPr>
          <w:sz w:val="28"/>
          <w:szCs w:val="28"/>
        </w:rPr>
        <w:t>в скоросшиватель либо обложк</w:t>
      </w:r>
      <w:r>
        <w:rPr>
          <w:sz w:val="28"/>
          <w:szCs w:val="28"/>
        </w:rPr>
        <w:t>у</w:t>
      </w:r>
      <w:r w:rsidRPr="003B688A">
        <w:rPr>
          <w:sz w:val="28"/>
          <w:szCs w:val="28"/>
        </w:rPr>
        <w:t xml:space="preserve"> «Личное дело», изготовленные типографским способом на плотной бумаге</w:t>
      </w:r>
      <w:r>
        <w:rPr>
          <w:sz w:val="28"/>
          <w:szCs w:val="28"/>
        </w:rPr>
        <w:t>, пронумеровывает их</w:t>
      </w:r>
      <w:r w:rsidRPr="003B688A">
        <w:rPr>
          <w:sz w:val="28"/>
          <w:szCs w:val="28"/>
        </w:rPr>
        <w:t>.</w:t>
      </w:r>
      <w:r>
        <w:rPr>
          <w:sz w:val="28"/>
          <w:szCs w:val="28"/>
        </w:rPr>
        <w:t xml:space="preserve"> (</w:t>
      </w:r>
      <w:r w:rsidRPr="00315687">
        <w:rPr>
          <w:sz w:val="28"/>
          <w:szCs w:val="28"/>
        </w:rPr>
        <w:t>Первый лист личного дела (титульный лист) не нумеруется</w:t>
      </w:r>
      <w:r>
        <w:rPr>
          <w:sz w:val="28"/>
          <w:szCs w:val="28"/>
        </w:rPr>
        <w:t>). Личное дело прошнуровывается и заверяется подписью директора  Центра социального обслуживания и печатью учреждения.</w:t>
      </w:r>
    </w:p>
    <w:p w:rsidR="001B4A45" w:rsidRDefault="001B4A45" w:rsidP="00C80363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B688A">
        <w:rPr>
          <w:sz w:val="28"/>
          <w:szCs w:val="28"/>
        </w:rPr>
        <w:t xml:space="preserve">Максимально допустимый срок осуществления административной процедуры, связанной с формированием личного дела заявителя, составляет </w:t>
      </w:r>
      <w:r>
        <w:rPr>
          <w:sz w:val="28"/>
          <w:szCs w:val="28"/>
        </w:rPr>
        <w:t xml:space="preserve">1 рабочий день с даты регистрации ответа  на межведомственный  запрос либо с даты составления Акта обследования </w:t>
      </w:r>
      <w:r w:rsidRPr="00772285">
        <w:rPr>
          <w:sz w:val="28"/>
          <w:szCs w:val="28"/>
        </w:rPr>
        <w:t xml:space="preserve">на </w:t>
      </w:r>
    </w:p>
    <w:p w:rsidR="001B4A45" w:rsidRDefault="001B4A45" w:rsidP="00C80363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B4A45" w:rsidRDefault="001B4A45" w:rsidP="00C80363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B4A45" w:rsidRDefault="001B4A45" w:rsidP="00C80363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72285">
        <w:rPr>
          <w:sz w:val="28"/>
          <w:szCs w:val="28"/>
        </w:rPr>
        <w:t xml:space="preserve">предмет </w:t>
      </w:r>
      <w:r>
        <w:rPr>
          <w:sz w:val="28"/>
          <w:szCs w:val="28"/>
        </w:rPr>
        <w:t>признания гражданина нуждающимся в предоставлении социальных услуг.</w:t>
      </w:r>
    </w:p>
    <w:p w:rsidR="001B4A45" w:rsidRDefault="001B4A45" w:rsidP="005D16D4">
      <w:pPr>
        <w:tabs>
          <w:tab w:val="left" w:pos="720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Критерием для  принятия решения о формировании личного дела заявителя является регистрация заявления и представленных заявителем документов,  документов, полученных по межведомственному запросу, а также составленный  Акт  обследования </w:t>
      </w:r>
      <w:r w:rsidRPr="00772285">
        <w:rPr>
          <w:sz w:val="28"/>
          <w:szCs w:val="28"/>
        </w:rPr>
        <w:t xml:space="preserve">на предмет </w:t>
      </w:r>
      <w:r>
        <w:rPr>
          <w:sz w:val="28"/>
          <w:szCs w:val="28"/>
        </w:rPr>
        <w:t>признания гражданина нуждающимся в предоставлении социальных услуг.</w:t>
      </w:r>
    </w:p>
    <w:p w:rsidR="001B4A45" w:rsidRPr="003B688A" w:rsidRDefault="001B4A45" w:rsidP="00A158DB">
      <w:pPr>
        <w:tabs>
          <w:tab w:val="left" w:pos="720"/>
        </w:tabs>
        <w:ind w:firstLine="561"/>
        <w:jc w:val="both"/>
        <w:rPr>
          <w:sz w:val="28"/>
          <w:szCs w:val="28"/>
        </w:rPr>
      </w:pPr>
      <w:r w:rsidRPr="003B688A">
        <w:rPr>
          <w:sz w:val="28"/>
          <w:szCs w:val="28"/>
        </w:rPr>
        <w:t>Результатом исполнения данной административной процедуры является сброшюрованный и подшитый комплект документов заявителя в личное дело.</w:t>
      </w:r>
    </w:p>
    <w:p w:rsidR="001B4A45" w:rsidRDefault="001B4A45" w:rsidP="00A158DB">
      <w:pPr>
        <w:rPr>
          <w:sz w:val="28"/>
          <w:szCs w:val="28"/>
        </w:rPr>
      </w:pPr>
      <w:r>
        <w:rPr>
          <w:sz w:val="28"/>
          <w:szCs w:val="28"/>
        </w:rPr>
        <w:t xml:space="preserve">       Фиксация результата не предусмотрена.</w:t>
      </w:r>
    </w:p>
    <w:p w:rsidR="001B4A45" w:rsidRDefault="001B4A45" w:rsidP="00A158DB">
      <w:pPr>
        <w:rPr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  <w:r w:rsidRPr="00923FEA">
        <w:rPr>
          <w:b/>
          <w:bCs/>
          <w:sz w:val="28"/>
          <w:szCs w:val="28"/>
        </w:rPr>
        <w:t xml:space="preserve">Передача сформированного личного дела </w:t>
      </w:r>
      <w:r>
        <w:rPr>
          <w:b/>
          <w:bCs/>
          <w:sz w:val="28"/>
          <w:szCs w:val="28"/>
        </w:rPr>
        <w:t xml:space="preserve">заявителя </w:t>
      </w:r>
      <w:r w:rsidRPr="00923FEA">
        <w:rPr>
          <w:b/>
          <w:bCs/>
          <w:sz w:val="28"/>
          <w:szCs w:val="28"/>
        </w:rPr>
        <w:t>в Комитет</w:t>
      </w: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47. </w:t>
      </w:r>
      <w:r w:rsidRPr="00C16CF3">
        <w:rPr>
          <w:sz w:val="28"/>
          <w:szCs w:val="28"/>
        </w:rPr>
        <w:t xml:space="preserve">Основанием для начала </w:t>
      </w:r>
      <w:r>
        <w:rPr>
          <w:sz w:val="28"/>
          <w:szCs w:val="28"/>
        </w:rPr>
        <w:t xml:space="preserve">осуществления данной </w:t>
      </w:r>
      <w:r w:rsidRPr="00C16CF3">
        <w:rPr>
          <w:sz w:val="28"/>
          <w:szCs w:val="28"/>
        </w:rPr>
        <w:t>административной процедуры является</w:t>
      </w:r>
      <w:r>
        <w:rPr>
          <w:sz w:val="28"/>
          <w:szCs w:val="28"/>
        </w:rPr>
        <w:t xml:space="preserve"> сформированное личное дело заявителя.</w:t>
      </w:r>
    </w:p>
    <w:p w:rsidR="001B4A45" w:rsidRDefault="001B4A45" w:rsidP="00A158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Сформированное личное дело заявителя вместе с сопроводительным письмом, подписанным руководителем Центра социального обслуживания, направляется в Комитет нарочным или по почте.</w:t>
      </w:r>
    </w:p>
    <w:p w:rsidR="001B4A45" w:rsidRDefault="001B4A45" w:rsidP="00A158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B688A">
        <w:rPr>
          <w:sz w:val="28"/>
          <w:szCs w:val="28"/>
        </w:rPr>
        <w:t>Максимально допустимый срок осуществления административной процедуры, связанной с</w:t>
      </w:r>
      <w:r>
        <w:rPr>
          <w:sz w:val="28"/>
          <w:szCs w:val="28"/>
        </w:rPr>
        <w:t xml:space="preserve"> передачей личного дела заявителя в Комитет составляет три рабочих дня со дня, когда было сформировано личное дело.</w:t>
      </w:r>
    </w:p>
    <w:p w:rsidR="001B4A45" w:rsidRPr="002C078C" w:rsidRDefault="001B4A45" w:rsidP="00A30F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C078C">
        <w:rPr>
          <w:sz w:val="28"/>
          <w:szCs w:val="28"/>
        </w:rPr>
        <w:t>Критерием для  принятия решения о передаче личного дела заявителя в Комитет</w:t>
      </w:r>
      <w:r>
        <w:rPr>
          <w:sz w:val="28"/>
          <w:szCs w:val="28"/>
        </w:rPr>
        <w:t xml:space="preserve"> является сформированное личное дело заявителя.</w:t>
      </w:r>
    </w:p>
    <w:p w:rsidR="001B4A45" w:rsidRDefault="001B4A45" w:rsidP="00A30FBC">
      <w:pPr>
        <w:ind w:firstLine="540"/>
        <w:jc w:val="both"/>
        <w:rPr>
          <w:sz w:val="28"/>
          <w:szCs w:val="28"/>
        </w:rPr>
      </w:pPr>
      <w:r w:rsidRPr="003B688A">
        <w:rPr>
          <w:sz w:val="28"/>
          <w:szCs w:val="28"/>
        </w:rPr>
        <w:t>Результатом исполнения данной административной процедуры является</w:t>
      </w:r>
      <w:r>
        <w:rPr>
          <w:sz w:val="28"/>
          <w:szCs w:val="28"/>
        </w:rPr>
        <w:t xml:space="preserve"> регистрация личного дела заявителя в Журнале входящей корреспонденции в Комитете. </w:t>
      </w:r>
    </w:p>
    <w:p w:rsidR="001B4A45" w:rsidRDefault="001B4A45" w:rsidP="00E45E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Способом фиксации результата является регистрация личного дела заявителя в Журнале входящей корреспонденции в Комитете. </w:t>
      </w:r>
    </w:p>
    <w:p w:rsidR="001B4A45" w:rsidRDefault="001B4A45" w:rsidP="00936D0A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4A45" w:rsidRDefault="001B4A45" w:rsidP="00936D0A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45AFB">
        <w:rPr>
          <w:rFonts w:ascii="Times New Roman" w:hAnsi="Times New Roman" w:cs="Times New Roman"/>
          <w:sz w:val="28"/>
          <w:szCs w:val="28"/>
        </w:rPr>
        <w:t xml:space="preserve">Принятие Комитетом  решения о </w:t>
      </w:r>
      <w:r>
        <w:rPr>
          <w:rFonts w:ascii="Times New Roman" w:hAnsi="Times New Roman" w:cs="Times New Roman"/>
          <w:sz w:val="28"/>
          <w:szCs w:val="28"/>
        </w:rPr>
        <w:t>признании гражданина нуждающимся в предоставлении социальных услуг в стационарной форме социального обслуживания</w:t>
      </w:r>
    </w:p>
    <w:p w:rsidR="001B4A45" w:rsidRPr="00022F2D" w:rsidRDefault="001B4A45" w:rsidP="00936D0A">
      <w:pPr>
        <w:pStyle w:val="ConsTitle"/>
        <w:ind w:right="0" w:firstLine="709"/>
        <w:jc w:val="center"/>
        <w:rPr>
          <w:b w:val="0"/>
          <w:bCs w:val="0"/>
          <w:sz w:val="28"/>
          <w:szCs w:val="28"/>
        </w:rPr>
      </w:pPr>
    </w:p>
    <w:p w:rsidR="001B4A45" w:rsidRPr="00C16CF3" w:rsidRDefault="001B4A45" w:rsidP="00A158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Pr="00C16CF3">
        <w:rPr>
          <w:sz w:val="28"/>
          <w:szCs w:val="28"/>
        </w:rPr>
        <w:t xml:space="preserve">. Основанием для начала </w:t>
      </w:r>
      <w:r>
        <w:rPr>
          <w:sz w:val="28"/>
          <w:szCs w:val="28"/>
        </w:rPr>
        <w:t xml:space="preserve">осуществления данной </w:t>
      </w:r>
      <w:r w:rsidRPr="00C16CF3">
        <w:rPr>
          <w:sz w:val="28"/>
          <w:szCs w:val="28"/>
        </w:rPr>
        <w:t xml:space="preserve">административной процедуры является </w:t>
      </w:r>
      <w:r>
        <w:rPr>
          <w:sz w:val="28"/>
          <w:szCs w:val="28"/>
        </w:rPr>
        <w:t xml:space="preserve">регистрация поступившего в Комитет </w:t>
      </w:r>
      <w:r w:rsidRPr="00C16CF3">
        <w:rPr>
          <w:sz w:val="28"/>
          <w:szCs w:val="28"/>
        </w:rPr>
        <w:t xml:space="preserve">личного дела заявителя из </w:t>
      </w:r>
      <w:r>
        <w:rPr>
          <w:sz w:val="28"/>
          <w:szCs w:val="28"/>
        </w:rPr>
        <w:t>Ц</w:t>
      </w:r>
      <w:r w:rsidRPr="00C16CF3">
        <w:rPr>
          <w:sz w:val="28"/>
          <w:szCs w:val="28"/>
        </w:rPr>
        <w:t>ентр</w:t>
      </w:r>
      <w:r>
        <w:rPr>
          <w:sz w:val="28"/>
          <w:szCs w:val="28"/>
        </w:rPr>
        <w:t>а</w:t>
      </w:r>
      <w:r w:rsidRPr="00C16CF3">
        <w:rPr>
          <w:sz w:val="28"/>
          <w:szCs w:val="28"/>
        </w:rPr>
        <w:t xml:space="preserve"> социального обслуживания</w:t>
      </w:r>
      <w:r w:rsidRPr="00FB6A27">
        <w:rPr>
          <w:sz w:val="28"/>
          <w:szCs w:val="28"/>
        </w:rPr>
        <w:t xml:space="preserve"> </w:t>
      </w:r>
      <w:r>
        <w:rPr>
          <w:sz w:val="28"/>
          <w:szCs w:val="28"/>
        </w:rPr>
        <w:t>в Журнале входящей корреспонденции.</w:t>
      </w:r>
    </w:p>
    <w:p w:rsidR="001B4A45" w:rsidRPr="00733A6E" w:rsidRDefault="001B4A45" w:rsidP="004E4C96">
      <w:pPr>
        <w:ind w:right="2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Комитете поступившее личное дело регистрируется в Журнале входящей корреспонденции и с резолюцией председателя комитета (или его заместителей) передается в отдел организации социального обслуживания граждан пожилого возраста и инвалидов (далее - Отдел).</w:t>
      </w:r>
    </w:p>
    <w:p w:rsidR="001B4A45" w:rsidRPr="003546AD" w:rsidRDefault="001B4A45" w:rsidP="004E4C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Поступившее в Отдел личное дело регистрируется в </w:t>
      </w:r>
      <w:r w:rsidRPr="003546AD">
        <w:rPr>
          <w:sz w:val="28"/>
          <w:szCs w:val="28"/>
        </w:rPr>
        <w:t>Журнале</w:t>
      </w:r>
      <w:r>
        <w:rPr>
          <w:sz w:val="28"/>
          <w:szCs w:val="28"/>
        </w:rPr>
        <w:t xml:space="preserve"> по форме, согласно </w:t>
      </w:r>
      <w:r w:rsidRPr="00056D63">
        <w:rPr>
          <w:sz w:val="28"/>
          <w:szCs w:val="28"/>
        </w:rPr>
        <w:t>приложению № 2</w:t>
      </w:r>
      <w:r w:rsidRPr="003546AD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Административному регламенту.</w:t>
      </w:r>
    </w:p>
    <w:p w:rsidR="001B4A45" w:rsidRPr="00C16CF3" w:rsidRDefault="001B4A45" w:rsidP="0069505C">
      <w:pPr>
        <w:ind w:firstLine="720"/>
        <w:jc w:val="both"/>
        <w:rPr>
          <w:sz w:val="28"/>
          <w:szCs w:val="28"/>
        </w:rPr>
      </w:pPr>
      <w:r w:rsidRPr="00C16CF3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 Отдела</w:t>
      </w:r>
      <w:r w:rsidRPr="00C16CF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уполномоченный на </w:t>
      </w:r>
      <w:r w:rsidRPr="00C16CF3">
        <w:rPr>
          <w:sz w:val="28"/>
          <w:szCs w:val="28"/>
        </w:rPr>
        <w:t xml:space="preserve">подготовку проекта решения </w:t>
      </w:r>
      <w:r>
        <w:rPr>
          <w:sz w:val="28"/>
          <w:szCs w:val="28"/>
        </w:rPr>
        <w:t xml:space="preserve">о признании гражданина нуждающимся в предоставлении социальных услуг в стационарной форме социального обслуживания (далее - Специалист Отдела), </w:t>
      </w:r>
      <w:r w:rsidRPr="00C16CF3">
        <w:rPr>
          <w:sz w:val="28"/>
          <w:szCs w:val="28"/>
        </w:rPr>
        <w:t>изучая полученные документы</w:t>
      </w:r>
      <w:r>
        <w:rPr>
          <w:sz w:val="28"/>
          <w:szCs w:val="28"/>
        </w:rPr>
        <w:t xml:space="preserve">, </w:t>
      </w:r>
      <w:r w:rsidRPr="003B688A">
        <w:rPr>
          <w:sz w:val="28"/>
          <w:szCs w:val="28"/>
        </w:rPr>
        <w:t xml:space="preserve">проводит проверку документов, находящихся в личном деле заявителя, на наличие правовых оснований для </w:t>
      </w:r>
      <w:r>
        <w:rPr>
          <w:sz w:val="28"/>
          <w:szCs w:val="28"/>
        </w:rPr>
        <w:t>признания гражданина нуждающимся в предоставлении социальных услуг в стационарной форме социального обслуживания.</w:t>
      </w:r>
    </w:p>
    <w:p w:rsidR="001B4A45" w:rsidRDefault="001B4A45" w:rsidP="00A158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49. В случае выявления оснований для признания гражданина нуждающимся в предоставлении социальных услуг в стационарной форме социального обслуживания, С</w:t>
      </w:r>
      <w:r w:rsidRPr="0070588D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 Отдела оформляет решение  о признании гражданина нуждающимся в предоставлении социальных услуг в стационарной форме социального обслуживания по форме согласно приложению № 6, подписывает его и заверяет печатью комитета.</w:t>
      </w:r>
    </w:p>
    <w:p w:rsidR="001B4A45" w:rsidRDefault="001B4A45" w:rsidP="000409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50. </w:t>
      </w:r>
      <w:r w:rsidRPr="00222C25">
        <w:rPr>
          <w:sz w:val="28"/>
          <w:szCs w:val="28"/>
        </w:rPr>
        <w:t>Основанием для принятия решения об отказе, в том числе временно, в предоставлении социальных услуг в стационарной форме социального обслуживания является</w:t>
      </w:r>
      <w:r>
        <w:rPr>
          <w:sz w:val="28"/>
          <w:szCs w:val="28"/>
        </w:rPr>
        <w:t>:</w:t>
      </w:r>
    </w:p>
    <w:p w:rsidR="001B4A45" w:rsidRDefault="001B4A45" w:rsidP="000409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несоответствие заявителя пункту 2 Административного регламента;</w:t>
      </w:r>
    </w:p>
    <w:p w:rsidR="001B4A45" w:rsidRPr="00457EDB" w:rsidRDefault="001B4A45" w:rsidP="00FB6A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2C25">
        <w:rPr>
          <w:sz w:val="28"/>
          <w:szCs w:val="28"/>
        </w:rPr>
        <w:t xml:space="preserve">наличие у гражданина медицинских противопоказаний, перечень которых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</w:t>
      </w:r>
      <w:r w:rsidRPr="00457EDB">
        <w:rPr>
          <w:sz w:val="28"/>
          <w:szCs w:val="28"/>
        </w:rPr>
        <w:t>здравоохранения</w:t>
      </w:r>
      <w:bookmarkStart w:id="0" w:name="Par157"/>
      <w:bookmarkEnd w:id="0"/>
      <w:r w:rsidRPr="00457EDB">
        <w:rPr>
          <w:sz w:val="28"/>
          <w:szCs w:val="28"/>
        </w:rPr>
        <w:t>.</w:t>
      </w:r>
    </w:p>
    <w:p w:rsidR="001B4A45" w:rsidRDefault="001B4A45" w:rsidP="00EB77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57EDB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признании гражданина нуждающимся в предоставлении социальных услуг в стационарной форме </w:t>
      </w:r>
      <w:r w:rsidRPr="00EB7757">
        <w:rPr>
          <w:rFonts w:ascii="Times New Roman" w:hAnsi="Times New Roman" w:cs="Times New Roman"/>
          <w:sz w:val="28"/>
          <w:szCs w:val="28"/>
        </w:rPr>
        <w:t xml:space="preserve">социального обслуживания, Специалист Отдела готовит проект решения об отказе по форме согласно приложению № 7 и проект уведомления об отказе в признании гражданина нуждающимся в предоставлении социальных услуг в стационарной форме социального обслуживания по форме согласно приложению № 8,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EB7757">
        <w:rPr>
          <w:rFonts w:ascii="Times New Roman" w:hAnsi="Times New Roman" w:cs="Times New Roman"/>
          <w:sz w:val="28"/>
          <w:szCs w:val="28"/>
        </w:rPr>
        <w:t>подписыва</w:t>
      </w:r>
      <w:r>
        <w:rPr>
          <w:rFonts w:ascii="Times New Roman" w:hAnsi="Times New Roman" w:cs="Times New Roman"/>
          <w:sz w:val="28"/>
          <w:szCs w:val="28"/>
        </w:rPr>
        <w:t xml:space="preserve">ются </w:t>
      </w:r>
      <w:r w:rsidRPr="00EB7757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EB7757">
        <w:rPr>
          <w:rFonts w:ascii="Times New Roman" w:hAnsi="Times New Roman" w:cs="Times New Roman"/>
          <w:sz w:val="28"/>
          <w:szCs w:val="28"/>
        </w:rPr>
        <w:t xml:space="preserve"> Комитета</w:t>
      </w:r>
      <w:r>
        <w:rPr>
          <w:rFonts w:ascii="Times New Roman" w:hAnsi="Times New Roman" w:cs="Times New Roman"/>
          <w:sz w:val="28"/>
          <w:szCs w:val="28"/>
        </w:rPr>
        <w:t xml:space="preserve"> и заверяются печатью Комитета</w:t>
      </w:r>
      <w:r w:rsidRPr="00EB7757">
        <w:rPr>
          <w:rFonts w:ascii="Times New Roman" w:hAnsi="Times New Roman" w:cs="Times New Roman"/>
          <w:sz w:val="28"/>
          <w:szCs w:val="28"/>
        </w:rPr>
        <w:t>.</w:t>
      </w:r>
    </w:p>
    <w:p w:rsidR="001B4A45" w:rsidRPr="006B48AD" w:rsidRDefault="001B4A45" w:rsidP="006B64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6B48AD">
        <w:rPr>
          <w:sz w:val="28"/>
          <w:szCs w:val="28"/>
        </w:rPr>
        <w:t>5</w:t>
      </w:r>
      <w:r>
        <w:rPr>
          <w:sz w:val="28"/>
          <w:szCs w:val="28"/>
        </w:rPr>
        <w:t>1</w:t>
      </w:r>
      <w:r w:rsidRPr="006B48AD">
        <w:rPr>
          <w:sz w:val="28"/>
          <w:szCs w:val="28"/>
        </w:rPr>
        <w:t>. Решение о предоставлении государственной услуги либо решение об отказе в предоставлении государственной услуги регистрируется в Журнал регистрации заявлений и приобщается к личному делу заявителя.</w:t>
      </w:r>
    </w:p>
    <w:p w:rsidR="001B4A45" w:rsidRPr="00057BAF" w:rsidRDefault="001B4A45" w:rsidP="00B26FEA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57B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Максимально допустимый срок осуществления административной процедуры, связанной с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057BAF">
        <w:rPr>
          <w:rFonts w:ascii="Times New Roman" w:hAnsi="Times New Roman" w:cs="Times New Roman"/>
          <w:b w:val="0"/>
          <w:bCs w:val="0"/>
          <w:sz w:val="28"/>
          <w:szCs w:val="28"/>
        </w:rPr>
        <w:t>ринятие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 </w:t>
      </w:r>
      <w:r w:rsidRPr="00057BAF">
        <w:rPr>
          <w:rFonts w:ascii="Times New Roman" w:hAnsi="Times New Roman" w:cs="Times New Roman"/>
          <w:b w:val="0"/>
          <w:bCs w:val="0"/>
          <w:sz w:val="28"/>
          <w:szCs w:val="28"/>
        </w:rPr>
        <w:t>Комитетом  решения о признании гражданина нуждающимся в предоставлении социальных услуг в стационарной форме социального обслуживания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(или об отказе) </w:t>
      </w:r>
      <w:r w:rsidRPr="00057BAF">
        <w:rPr>
          <w:rFonts w:ascii="Times New Roman" w:hAnsi="Times New Roman" w:cs="Times New Roman"/>
          <w:b w:val="0"/>
          <w:bCs w:val="0"/>
          <w:sz w:val="28"/>
          <w:szCs w:val="28"/>
        </w:rPr>
        <w:t>составляет пять рабочих дней с даты регистрации заявления с необходимыми документами в Журнале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входящей корреспонденции</w:t>
      </w:r>
      <w:r w:rsidRPr="00057BA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B4A45" w:rsidRPr="00ED29C1" w:rsidRDefault="001B4A45" w:rsidP="001B28B2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C109F">
        <w:rPr>
          <w:rFonts w:ascii="Times New Roman" w:hAnsi="Times New Roman" w:cs="Times New Roman"/>
          <w:b w:val="0"/>
          <w:bCs w:val="0"/>
          <w:sz w:val="28"/>
          <w:szCs w:val="28"/>
        </w:rPr>
        <w:t>Критерием для принятия решения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 </w:t>
      </w:r>
      <w:r w:rsidRPr="00057BAF">
        <w:rPr>
          <w:rFonts w:ascii="Times New Roman" w:hAnsi="Times New Roman" w:cs="Times New Roman"/>
          <w:b w:val="0"/>
          <w:bCs w:val="0"/>
          <w:sz w:val="28"/>
          <w:szCs w:val="28"/>
        </w:rPr>
        <w:t>исполнени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Pr="00057B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данной административной процедуры</w:t>
      </w:r>
      <w:r w:rsidRPr="002C078C">
        <w:rPr>
          <w:sz w:val="28"/>
          <w:szCs w:val="28"/>
        </w:rPr>
        <w:t xml:space="preserve"> </w:t>
      </w:r>
      <w:r w:rsidRPr="00ED29C1">
        <w:rPr>
          <w:rFonts w:ascii="Times New Roman" w:hAnsi="Times New Roman" w:cs="Times New Roman"/>
          <w:b w:val="0"/>
          <w:bCs w:val="0"/>
          <w:sz w:val="28"/>
          <w:szCs w:val="28"/>
        </w:rPr>
        <w:t>является выявлени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ED29C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оснований для признания гражданина нуждающимся в предоставлении социальных услуг в стационарной форме социального обслуживания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B4A45" w:rsidRDefault="001B4A45" w:rsidP="00B26FEA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57BAF">
        <w:rPr>
          <w:rFonts w:ascii="Times New Roman" w:hAnsi="Times New Roman" w:cs="Times New Roman"/>
          <w:b w:val="0"/>
          <w:bCs w:val="0"/>
          <w:sz w:val="28"/>
          <w:szCs w:val="28"/>
        </w:rPr>
        <w:t>Результатом исполнения данной административной процедуры является оформление решения</w:t>
      </w:r>
      <w:r>
        <w:rPr>
          <w:sz w:val="28"/>
          <w:szCs w:val="28"/>
        </w:rPr>
        <w:t xml:space="preserve"> </w:t>
      </w:r>
      <w:r w:rsidRPr="00057BAF">
        <w:rPr>
          <w:rFonts w:ascii="Times New Roman" w:hAnsi="Times New Roman" w:cs="Times New Roman"/>
          <w:b w:val="0"/>
          <w:bCs w:val="0"/>
          <w:sz w:val="28"/>
          <w:szCs w:val="28"/>
        </w:rPr>
        <w:t>о признании гражданина нуждающимся в предоставлении социальных услуг в стационарной форме социального обслуживания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(или об отказе).</w:t>
      </w:r>
    </w:p>
    <w:p w:rsidR="001B4A45" w:rsidRDefault="001B4A45" w:rsidP="00DF30F3">
      <w:pPr>
        <w:tabs>
          <w:tab w:val="left" w:pos="720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Фиксацией результата является подписанное уполномоченным Специалистом Отдела решение </w:t>
      </w:r>
      <w:r w:rsidRPr="00D45AFB">
        <w:rPr>
          <w:sz w:val="28"/>
          <w:szCs w:val="28"/>
        </w:rPr>
        <w:t xml:space="preserve">о </w:t>
      </w:r>
      <w:r>
        <w:rPr>
          <w:sz w:val="28"/>
          <w:szCs w:val="28"/>
        </w:rPr>
        <w:t>признании гражданина нуждающимся в предоставлении социальных услуг в стационарной форме социального обслуживания либо подписанное руководителем Комитета решение об отказе в предоставлении социальных услуг в стационарной форме социального обслуживания.</w:t>
      </w:r>
    </w:p>
    <w:p w:rsidR="001B4A45" w:rsidRPr="00EB7757" w:rsidRDefault="001B4A45" w:rsidP="00DF30F3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6B48AD">
        <w:rPr>
          <w:sz w:val="28"/>
          <w:szCs w:val="28"/>
        </w:rPr>
        <w:t>Уведомление и решение об отказе в признании гражданина нуждающимся в предоставлении социальных услуг в стационарной форме социального обслуживания в течение трех рабочих дней с момента принятия решения об отказе в предоставлении  государственной услуги передается в Центр социального обслуживания, который, не позднее двух дней со дня получения уведомления и решения об отказе, передает их заявителю.</w:t>
      </w:r>
    </w:p>
    <w:p w:rsidR="001B4A45" w:rsidRDefault="001B4A45" w:rsidP="006B64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highlight w:val="yellow"/>
        </w:rPr>
      </w:pPr>
    </w:p>
    <w:p w:rsidR="001B4A45" w:rsidRPr="00EF7A40" w:rsidRDefault="001B4A45" w:rsidP="00EF7A40">
      <w:pPr>
        <w:ind w:firstLine="720"/>
        <w:jc w:val="center"/>
        <w:rPr>
          <w:b/>
          <w:bCs/>
          <w:sz w:val="28"/>
          <w:szCs w:val="28"/>
        </w:rPr>
      </w:pPr>
      <w:r w:rsidRPr="00EF7A40">
        <w:rPr>
          <w:b/>
          <w:bCs/>
          <w:sz w:val="28"/>
          <w:szCs w:val="28"/>
        </w:rPr>
        <w:t>Разработка индивидуальной программы предоставления</w:t>
      </w:r>
    </w:p>
    <w:p w:rsidR="001B4A45" w:rsidRDefault="001B4A45" w:rsidP="00EF7A40">
      <w:pPr>
        <w:ind w:firstLine="720"/>
        <w:jc w:val="center"/>
        <w:rPr>
          <w:b/>
          <w:bCs/>
          <w:sz w:val="28"/>
          <w:szCs w:val="28"/>
        </w:rPr>
      </w:pPr>
      <w:r w:rsidRPr="00EF7A40">
        <w:rPr>
          <w:b/>
          <w:bCs/>
          <w:sz w:val="28"/>
          <w:szCs w:val="28"/>
        </w:rPr>
        <w:t>социальных услуг</w:t>
      </w:r>
    </w:p>
    <w:p w:rsidR="001B4A45" w:rsidRPr="00EF7A40" w:rsidRDefault="001B4A45" w:rsidP="00EF7A40">
      <w:pPr>
        <w:ind w:firstLine="720"/>
        <w:jc w:val="center"/>
        <w:rPr>
          <w:b/>
          <w:bCs/>
          <w:sz w:val="28"/>
          <w:szCs w:val="28"/>
        </w:rPr>
      </w:pPr>
    </w:p>
    <w:p w:rsidR="001B4A45" w:rsidRDefault="001B4A45" w:rsidP="000409B2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409B2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0409B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Основанием для начала осуществления данной административной процедуры является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принятие</w:t>
      </w:r>
      <w:r w:rsidRPr="000409B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решения о</w:t>
      </w:r>
      <w:r>
        <w:rPr>
          <w:sz w:val="28"/>
          <w:szCs w:val="28"/>
        </w:rPr>
        <w:t xml:space="preserve"> </w:t>
      </w:r>
      <w:r w:rsidRPr="00057BAF">
        <w:rPr>
          <w:rFonts w:ascii="Times New Roman" w:hAnsi="Times New Roman" w:cs="Times New Roman"/>
          <w:b w:val="0"/>
          <w:bCs w:val="0"/>
          <w:sz w:val="28"/>
          <w:szCs w:val="28"/>
        </w:rPr>
        <w:t>признании гражданина нуждающимся в предоставлении социальных услуг в стационарной форме социального обслуживания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1B4A45" w:rsidRDefault="001B4A45" w:rsidP="00A158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принятия решения о нуждаемости гражданина в предоставлении социальных услуг в стационарной форме социального обслуживания, Специалист Отдела разрабатывает ИППСУ. </w:t>
      </w:r>
    </w:p>
    <w:p w:rsidR="001B4A45" w:rsidRDefault="001B4A45" w:rsidP="003546AD">
      <w:pPr>
        <w:ind w:firstLine="720"/>
        <w:jc w:val="both"/>
        <w:rPr>
          <w:sz w:val="28"/>
          <w:szCs w:val="28"/>
        </w:rPr>
      </w:pPr>
      <w:r w:rsidRPr="007A616C">
        <w:rPr>
          <w:sz w:val="28"/>
          <w:szCs w:val="28"/>
        </w:rPr>
        <w:t>И</w:t>
      </w:r>
      <w:r>
        <w:rPr>
          <w:sz w:val="28"/>
          <w:szCs w:val="28"/>
        </w:rPr>
        <w:t xml:space="preserve">ППСУ </w:t>
      </w:r>
      <w:r w:rsidRPr="007A616C">
        <w:rPr>
          <w:sz w:val="28"/>
          <w:szCs w:val="28"/>
        </w:rPr>
        <w:t xml:space="preserve">составляется в двух экземплярах, один из которых, подписанный </w:t>
      </w:r>
      <w:r>
        <w:rPr>
          <w:sz w:val="28"/>
          <w:szCs w:val="28"/>
        </w:rPr>
        <w:t>уполномоченным Специалистом Отдела</w:t>
      </w:r>
      <w:r w:rsidRPr="007A616C">
        <w:rPr>
          <w:sz w:val="28"/>
          <w:szCs w:val="28"/>
        </w:rPr>
        <w:t xml:space="preserve">, передается гражданину (или его законному представителю) в срок не более чем 10 рабочих дней </w:t>
      </w:r>
      <w:r>
        <w:rPr>
          <w:sz w:val="28"/>
          <w:szCs w:val="28"/>
        </w:rPr>
        <w:t>с даты регистрации заявления с необходимыми документами в Журнале входящей корреспонденции. В</w:t>
      </w:r>
      <w:r w:rsidRPr="007A616C">
        <w:rPr>
          <w:sz w:val="28"/>
          <w:szCs w:val="28"/>
        </w:rPr>
        <w:t>торой экземпляр  И</w:t>
      </w:r>
      <w:r>
        <w:rPr>
          <w:sz w:val="28"/>
          <w:szCs w:val="28"/>
        </w:rPr>
        <w:t>ППСУ</w:t>
      </w:r>
      <w:r w:rsidRPr="007A616C">
        <w:rPr>
          <w:sz w:val="28"/>
          <w:szCs w:val="28"/>
        </w:rPr>
        <w:t xml:space="preserve"> остается в </w:t>
      </w:r>
      <w:r>
        <w:rPr>
          <w:sz w:val="28"/>
          <w:szCs w:val="28"/>
        </w:rPr>
        <w:t>Комитете</w:t>
      </w:r>
      <w:r w:rsidRPr="007A616C">
        <w:rPr>
          <w:sz w:val="28"/>
          <w:szCs w:val="28"/>
        </w:rPr>
        <w:t>.</w:t>
      </w:r>
    </w:p>
    <w:p w:rsidR="001B4A45" w:rsidRDefault="001B4A45" w:rsidP="00222C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22C25">
        <w:rPr>
          <w:sz w:val="28"/>
          <w:szCs w:val="28"/>
        </w:rPr>
        <w:t>5</w:t>
      </w:r>
      <w:r>
        <w:rPr>
          <w:sz w:val="28"/>
          <w:szCs w:val="28"/>
        </w:rPr>
        <w:t>3</w:t>
      </w:r>
      <w:r w:rsidRPr="00222C25">
        <w:rPr>
          <w:sz w:val="28"/>
          <w:szCs w:val="28"/>
        </w:rPr>
        <w:t>. Гражданин (законный представитель) имеет право отказаться от предоставления социальных услуг (социальной услуги) в стационарной форме социального обслуживания, направив отказ в письменной форме в Комитет</w:t>
      </w:r>
      <w:r>
        <w:rPr>
          <w:sz w:val="28"/>
          <w:szCs w:val="28"/>
        </w:rPr>
        <w:t xml:space="preserve"> или Центр социального обслуживания. Отказ от предоставления социальных услуг вносится в ИППСУ.</w:t>
      </w:r>
      <w:r w:rsidRPr="00222C25">
        <w:rPr>
          <w:sz w:val="28"/>
          <w:szCs w:val="28"/>
        </w:rPr>
        <w:t xml:space="preserve"> </w:t>
      </w:r>
    </w:p>
    <w:p w:rsidR="001B4A45" w:rsidRPr="00D06AB6" w:rsidRDefault="001B4A45" w:rsidP="00354CAC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06AB6">
        <w:rPr>
          <w:rFonts w:ascii="Times New Roman" w:hAnsi="Times New Roman" w:cs="Times New Roman"/>
          <w:b w:val="0"/>
          <w:bCs w:val="0"/>
          <w:sz w:val="28"/>
          <w:szCs w:val="28"/>
        </w:rPr>
        <w:t>Критерием для принятия решения об исполнении данной административной процедуры является принятие решения о признании гражданина нуждающимся в предоставлении социальных услуг в стационарной форме социального обслуживания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Pr="00D06A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B4A45" w:rsidRPr="000409B2" w:rsidRDefault="001B4A45" w:rsidP="000409B2">
      <w:pPr>
        <w:ind w:firstLine="720"/>
        <w:jc w:val="both"/>
        <w:rPr>
          <w:sz w:val="28"/>
          <w:szCs w:val="28"/>
        </w:rPr>
      </w:pPr>
      <w:r w:rsidRPr="000409B2">
        <w:rPr>
          <w:sz w:val="28"/>
          <w:szCs w:val="28"/>
        </w:rPr>
        <w:t xml:space="preserve">Результатом исполнения данной административной процедуры является оформление </w:t>
      </w:r>
      <w:r>
        <w:rPr>
          <w:sz w:val="28"/>
          <w:szCs w:val="28"/>
        </w:rPr>
        <w:t>ИППСУ.</w:t>
      </w:r>
    </w:p>
    <w:p w:rsidR="001B4A45" w:rsidRDefault="001B4A45" w:rsidP="000409B2">
      <w:pPr>
        <w:ind w:firstLine="720"/>
        <w:jc w:val="both"/>
        <w:rPr>
          <w:sz w:val="28"/>
          <w:szCs w:val="28"/>
        </w:rPr>
      </w:pPr>
    </w:p>
    <w:p w:rsidR="001B4A45" w:rsidRDefault="001B4A45" w:rsidP="000409B2">
      <w:pPr>
        <w:ind w:firstLine="720"/>
        <w:jc w:val="both"/>
        <w:rPr>
          <w:sz w:val="28"/>
          <w:szCs w:val="28"/>
        </w:rPr>
      </w:pPr>
      <w:r w:rsidRPr="003B688A">
        <w:rPr>
          <w:sz w:val="28"/>
          <w:szCs w:val="28"/>
        </w:rPr>
        <w:t>Максимально допустимый срок осуществления административной процедуры</w:t>
      </w:r>
      <w:r>
        <w:rPr>
          <w:sz w:val="28"/>
          <w:szCs w:val="28"/>
        </w:rPr>
        <w:t xml:space="preserve"> 5 рабочих дней с даты регистрации заявления с необходимыми документами в Журнале входящей корреспонденции.</w:t>
      </w:r>
    </w:p>
    <w:p w:rsidR="001B4A45" w:rsidRDefault="001B4A45" w:rsidP="00222C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Фиксацией результата является подписанная уполномоченным Специалистом Отдела ИППСУ.</w:t>
      </w:r>
    </w:p>
    <w:p w:rsidR="001B4A45" w:rsidRDefault="001B4A45" w:rsidP="00A7796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1B4A45" w:rsidRPr="00A77960" w:rsidRDefault="001B4A45" w:rsidP="00A7796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A77960">
        <w:rPr>
          <w:b/>
          <w:bCs/>
          <w:sz w:val="28"/>
          <w:szCs w:val="28"/>
        </w:rPr>
        <w:t>Выписка путевки для оформления на стационарное социальное обслуживание (в случае выбора поставщиком социальных услуг организацию социального обслуживания, находящуюся в ведении Комитета).</w:t>
      </w:r>
    </w:p>
    <w:p w:rsidR="001B4A45" w:rsidRDefault="001B4A45" w:rsidP="00222C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B4A45" w:rsidRPr="00057593" w:rsidRDefault="001B4A45" w:rsidP="00222C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54. В случае если гражданин в качестве поставщика социальных услуг </w:t>
      </w:r>
      <w:r w:rsidRPr="00180DFD">
        <w:rPr>
          <w:sz w:val="28"/>
          <w:szCs w:val="28"/>
        </w:rPr>
        <w:t>выб</w:t>
      </w:r>
      <w:r>
        <w:rPr>
          <w:sz w:val="28"/>
          <w:szCs w:val="28"/>
        </w:rPr>
        <w:t>ирает</w:t>
      </w:r>
      <w:r w:rsidRPr="00180DFD">
        <w:rPr>
          <w:sz w:val="28"/>
          <w:szCs w:val="28"/>
        </w:rPr>
        <w:t xml:space="preserve"> организацию социального обслуживания, находящуюся в ведении Комитета</w:t>
      </w:r>
      <w:r>
        <w:rPr>
          <w:sz w:val="28"/>
          <w:szCs w:val="28"/>
        </w:rPr>
        <w:t xml:space="preserve">, Специалист Отдела подготавливает путевку на стационарное социальное обслуживание гражданина по форме, </w:t>
      </w:r>
      <w:r w:rsidRPr="00056D63">
        <w:rPr>
          <w:sz w:val="28"/>
          <w:szCs w:val="28"/>
        </w:rPr>
        <w:t>согласно приложению № 6</w:t>
      </w:r>
      <w:r>
        <w:rPr>
          <w:sz w:val="28"/>
          <w:szCs w:val="28"/>
        </w:rPr>
        <w:t xml:space="preserve"> к настоящему Административному регламенту </w:t>
      </w:r>
      <w:r w:rsidRPr="00C16CF3">
        <w:rPr>
          <w:sz w:val="28"/>
          <w:szCs w:val="28"/>
        </w:rPr>
        <w:t>и передает в установленном порядке на подпись</w:t>
      </w:r>
      <w:r>
        <w:rPr>
          <w:sz w:val="28"/>
          <w:szCs w:val="28"/>
        </w:rPr>
        <w:t xml:space="preserve"> председателю </w:t>
      </w:r>
      <w:r w:rsidRPr="00C16CF3">
        <w:rPr>
          <w:sz w:val="28"/>
          <w:szCs w:val="28"/>
        </w:rPr>
        <w:t>комитета</w:t>
      </w:r>
      <w:r>
        <w:rPr>
          <w:sz w:val="28"/>
          <w:szCs w:val="28"/>
        </w:rPr>
        <w:t xml:space="preserve"> (или его </w:t>
      </w:r>
      <w:r w:rsidRPr="00057593">
        <w:rPr>
          <w:sz w:val="28"/>
          <w:szCs w:val="28"/>
        </w:rPr>
        <w:t xml:space="preserve">заместителям), после чего путевка заверяется печатью Комитета и </w:t>
      </w:r>
      <w:r>
        <w:rPr>
          <w:sz w:val="28"/>
          <w:szCs w:val="28"/>
        </w:rPr>
        <w:t xml:space="preserve">в </w:t>
      </w:r>
      <w:r w:rsidRPr="00057593">
        <w:rPr>
          <w:sz w:val="28"/>
          <w:szCs w:val="28"/>
        </w:rPr>
        <w:t>течение трех рабочих дней со дня ее выписки передается в Центр социального обслуживания.</w:t>
      </w:r>
    </w:p>
    <w:p w:rsidR="001B4A45" w:rsidRPr="00057593" w:rsidRDefault="001B4A45" w:rsidP="00057593">
      <w:pPr>
        <w:ind w:firstLine="540"/>
        <w:jc w:val="both"/>
        <w:rPr>
          <w:sz w:val="28"/>
          <w:szCs w:val="28"/>
        </w:rPr>
      </w:pPr>
      <w:r w:rsidRPr="00057593">
        <w:rPr>
          <w:sz w:val="28"/>
          <w:szCs w:val="28"/>
        </w:rPr>
        <w:t xml:space="preserve">Специалист Центра социального обслуживания в течение пяти дней со дня выписки путевки передает ее, а также заявление и необходимые документы гражданину и информирует его о порядке и правилах приема в </w:t>
      </w:r>
      <w:r>
        <w:rPr>
          <w:sz w:val="28"/>
          <w:szCs w:val="28"/>
        </w:rPr>
        <w:t>стационарное учреждение социального обслуживания</w:t>
      </w:r>
      <w:r w:rsidRPr="00057593">
        <w:rPr>
          <w:sz w:val="28"/>
          <w:szCs w:val="28"/>
        </w:rPr>
        <w:t>.</w:t>
      </w:r>
    </w:p>
    <w:p w:rsidR="001B4A45" w:rsidRDefault="001B4A45" w:rsidP="00A158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55. </w:t>
      </w:r>
      <w:r w:rsidRPr="00C16CF3">
        <w:rPr>
          <w:sz w:val="28"/>
          <w:szCs w:val="28"/>
        </w:rPr>
        <w:t xml:space="preserve">Путевка действительна в течение </w:t>
      </w:r>
      <w:r>
        <w:rPr>
          <w:sz w:val="28"/>
          <w:szCs w:val="28"/>
        </w:rPr>
        <w:t>двух недель</w:t>
      </w:r>
      <w:r w:rsidRPr="00C16CF3">
        <w:rPr>
          <w:sz w:val="28"/>
          <w:szCs w:val="28"/>
        </w:rPr>
        <w:t xml:space="preserve"> с</w:t>
      </w:r>
      <w:r>
        <w:rPr>
          <w:sz w:val="28"/>
          <w:szCs w:val="28"/>
        </w:rPr>
        <w:t>о дня</w:t>
      </w:r>
      <w:r w:rsidRPr="00C16CF3">
        <w:rPr>
          <w:sz w:val="28"/>
          <w:szCs w:val="28"/>
        </w:rPr>
        <w:t xml:space="preserve"> </w:t>
      </w:r>
      <w:r>
        <w:rPr>
          <w:sz w:val="28"/>
          <w:szCs w:val="28"/>
        </w:rPr>
        <w:t>ее выписки</w:t>
      </w:r>
      <w:r w:rsidRPr="00C16CF3">
        <w:rPr>
          <w:sz w:val="28"/>
          <w:szCs w:val="28"/>
        </w:rPr>
        <w:t>.</w:t>
      </w:r>
    </w:p>
    <w:p w:rsidR="001B4A45" w:rsidRPr="00315687" w:rsidRDefault="001B4A45" w:rsidP="00A158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15687">
        <w:rPr>
          <w:sz w:val="28"/>
          <w:szCs w:val="28"/>
        </w:rPr>
        <w:t xml:space="preserve">В случае пропуска гражданином срока поступления </w:t>
      </w:r>
      <w:r>
        <w:rPr>
          <w:sz w:val="28"/>
          <w:szCs w:val="28"/>
        </w:rPr>
        <w:t xml:space="preserve">в стационарное </w:t>
      </w:r>
      <w:r w:rsidRPr="00315687">
        <w:rPr>
          <w:sz w:val="28"/>
          <w:szCs w:val="28"/>
        </w:rPr>
        <w:t xml:space="preserve">учреждение социального обслуживания путевка продляется в </w:t>
      </w:r>
      <w:r>
        <w:rPr>
          <w:sz w:val="28"/>
          <w:szCs w:val="28"/>
        </w:rPr>
        <w:t>Комитете</w:t>
      </w:r>
      <w:r w:rsidRPr="00315687">
        <w:rPr>
          <w:sz w:val="28"/>
          <w:szCs w:val="28"/>
        </w:rPr>
        <w:t xml:space="preserve"> путем указания на ней нового срока поступления в стационарное учреждение</w:t>
      </w:r>
      <w:r>
        <w:rPr>
          <w:sz w:val="28"/>
          <w:szCs w:val="28"/>
        </w:rPr>
        <w:t xml:space="preserve"> социального обслуживания</w:t>
      </w:r>
      <w:r w:rsidRPr="00315687">
        <w:rPr>
          <w:sz w:val="28"/>
          <w:szCs w:val="28"/>
        </w:rPr>
        <w:t xml:space="preserve">, заверенного подписью </w:t>
      </w:r>
      <w:r>
        <w:rPr>
          <w:sz w:val="28"/>
          <w:szCs w:val="28"/>
        </w:rPr>
        <w:t>руководителя</w:t>
      </w:r>
      <w:r w:rsidRPr="00315687">
        <w:rPr>
          <w:sz w:val="28"/>
          <w:szCs w:val="28"/>
        </w:rPr>
        <w:t xml:space="preserve"> и печатью.</w:t>
      </w:r>
    </w:p>
    <w:p w:rsidR="001B4A45" w:rsidRPr="00315687" w:rsidRDefault="001B4A45" w:rsidP="00A158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15687">
        <w:rPr>
          <w:sz w:val="28"/>
          <w:szCs w:val="28"/>
        </w:rPr>
        <w:t>утевк</w:t>
      </w:r>
      <w:r>
        <w:rPr>
          <w:sz w:val="28"/>
          <w:szCs w:val="28"/>
        </w:rPr>
        <w:t>а продляется по обращению</w:t>
      </w:r>
      <w:r w:rsidRPr="00315687">
        <w:rPr>
          <w:sz w:val="28"/>
          <w:szCs w:val="28"/>
        </w:rPr>
        <w:t>:</w:t>
      </w:r>
    </w:p>
    <w:p w:rsidR="001B4A45" w:rsidRDefault="001B4A45" w:rsidP="00A158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5687">
        <w:rPr>
          <w:sz w:val="28"/>
          <w:szCs w:val="28"/>
        </w:rPr>
        <w:t>заявител</w:t>
      </w:r>
      <w:r>
        <w:rPr>
          <w:sz w:val="28"/>
          <w:szCs w:val="28"/>
        </w:rPr>
        <w:t>я</w:t>
      </w:r>
      <w:r w:rsidRPr="00315687">
        <w:rPr>
          <w:sz w:val="28"/>
          <w:szCs w:val="28"/>
        </w:rPr>
        <w:t>;</w:t>
      </w:r>
    </w:p>
    <w:p w:rsidR="001B4A45" w:rsidRDefault="001B4A45" w:rsidP="00A158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законного представителя заявителя.</w:t>
      </w:r>
    </w:p>
    <w:p w:rsidR="001B4A45" w:rsidRPr="00315687" w:rsidRDefault="001B4A45" w:rsidP="00A158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15687">
        <w:rPr>
          <w:sz w:val="28"/>
          <w:szCs w:val="28"/>
        </w:rPr>
        <w:t>Повторное продление путевки возможно при наличии уважительных причин:</w:t>
      </w:r>
    </w:p>
    <w:p w:rsidR="001B4A45" w:rsidRPr="00315687" w:rsidRDefault="001B4A45" w:rsidP="00A158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5687">
        <w:rPr>
          <w:sz w:val="28"/>
          <w:szCs w:val="28"/>
        </w:rPr>
        <w:t>болезнь, сопровождающаяся госпитализацией  в медицинск</w:t>
      </w:r>
      <w:r>
        <w:rPr>
          <w:sz w:val="28"/>
          <w:szCs w:val="28"/>
        </w:rPr>
        <w:t>ую организацию</w:t>
      </w:r>
      <w:r w:rsidRPr="00315687">
        <w:rPr>
          <w:sz w:val="28"/>
          <w:szCs w:val="28"/>
        </w:rPr>
        <w:t xml:space="preserve">, либо необходимостью нахождения на постельном режиме (подтвержденная выпиской из истории болезни либо справкой </w:t>
      </w:r>
      <w:r>
        <w:rPr>
          <w:sz w:val="28"/>
          <w:szCs w:val="28"/>
        </w:rPr>
        <w:t>медицинской организации</w:t>
      </w:r>
      <w:r w:rsidRPr="00315687">
        <w:rPr>
          <w:sz w:val="28"/>
          <w:szCs w:val="28"/>
        </w:rPr>
        <w:t>);</w:t>
      </w:r>
    </w:p>
    <w:p w:rsidR="001B4A45" w:rsidRPr="00315687" w:rsidRDefault="001B4A45" w:rsidP="00A158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5687">
        <w:rPr>
          <w:sz w:val="28"/>
          <w:szCs w:val="28"/>
        </w:rPr>
        <w:t>прохождение санаторно-курортного лечения (подтвержденное корешком путевки на санаторно-курортное лечение);</w:t>
      </w:r>
    </w:p>
    <w:p w:rsidR="001B4A45" w:rsidRPr="00315687" w:rsidRDefault="001B4A45" w:rsidP="00A158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5687">
        <w:rPr>
          <w:sz w:val="28"/>
          <w:szCs w:val="28"/>
        </w:rPr>
        <w:t>похороны родственника или члена семьи (подтверждается предъявлением свидетельства о смерти либо врачебного свидетельства о смерти);</w:t>
      </w:r>
    </w:p>
    <w:p w:rsidR="001B4A45" w:rsidRDefault="001B4A45" w:rsidP="00A158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B4A45" w:rsidRPr="00315687" w:rsidRDefault="001B4A45" w:rsidP="00A158D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5687">
        <w:rPr>
          <w:sz w:val="28"/>
          <w:szCs w:val="28"/>
        </w:rPr>
        <w:t xml:space="preserve">обстоятельства непреодолимой силы – чрезвычайное событие, которое человек не мог преодолеть самостоятельно. </w:t>
      </w:r>
    </w:p>
    <w:p w:rsidR="001B4A45" w:rsidRDefault="001B4A45" w:rsidP="00A82D5B">
      <w:pPr>
        <w:ind w:firstLine="720"/>
        <w:jc w:val="both"/>
        <w:rPr>
          <w:sz w:val="28"/>
          <w:szCs w:val="28"/>
        </w:rPr>
      </w:pPr>
      <w:r w:rsidRPr="00C16CF3">
        <w:rPr>
          <w:sz w:val="28"/>
          <w:szCs w:val="28"/>
        </w:rPr>
        <w:t xml:space="preserve">Административная процедура завершается вручением заявителю </w:t>
      </w:r>
      <w:r>
        <w:rPr>
          <w:sz w:val="28"/>
          <w:szCs w:val="28"/>
        </w:rPr>
        <w:t xml:space="preserve">решения о признании его нуждающимся в предоставлении социальных услуг в стационарной форме социального обслуживания, ИППСУ, </w:t>
      </w:r>
      <w:r w:rsidRPr="00C16CF3">
        <w:rPr>
          <w:sz w:val="28"/>
          <w:szCs w:val="28"/>
        </w:rPr>
        <w:t xml:space="preserve">путевки </w:t>
      </w:r>
      <w:r>
        <w:rPr>
          <w:sz w:val="28"/>
          <w:szCs w:val="28"/>
        </w:rPr>
        <w:t xml:space="preserve">на стационарное социальное обслуживание (в случае если гражданин в качестве поставщика социальных услуг </w:t>
      </w:r>
      <w:r w:rsidRPr="00180DFD">
        <w:rPr>
          <w:sz w:val="28"/>
          <w:szCs w:val="28"/>
        </w:rPr>
        <w:t>выб</w:t>
      </w:r>
      <w:r>
        <w:rPr>
          <w:sz w:val="28"/>
          <w:szCs w:val="28"/>
        </w:rPr>
        <w:t>ирает</w:t>
      </w:r>
      <w:r w:rsidRPr="00180DFD">
        <w:rPr>
          <w:sz w:val="28"/>
          <w:szCs w:val="28"/>
        </w:rPr>
        <w:t xml:space="preserve"> организацию социального обслуживания, находящуюся в ведении Комитета</w:t>
      </w:r>
      <w:r>
        <w:rPr>
          <w:sz w:val="28"/>
          <w:szCs w:val="28"/>
        </w:rPr>
        <w:t>) и памятки о правилах приема в стационарное учреждение социального обслуживания, согласно приложению № 7.</w:t>
      </w:r>
    </w:p>
    <w:p w:rsidR="001B4A45" w:rsidRPr="00A66C18" w:rsidRDefault="001B4A45" w:rsidP="00266A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Фиксацией результата является подписанная председателем </w:t>
      </w:r>
      <w:r w:rsidRPr="00C16CF3">
        <w:rPr>
          <w:sz w:val="28"/>
          <w:szCs w:val="28"/>
        </w:rPr>
        <w:t>комитета</w:t>
      </w:r>
      <w:r>
        <w:rPr>
          <w:sz w:val="28"/>
          <w:szCs w:val="28"/>
        </w:rPr>
        <w:t xml:space="preserve"> (или его </w:t>
      </w:r>
      <w:r w:rsidRPr="00057593">
        <w:rPr>
          <w:sz w:val="28"/>
          <w:szCs w:val="28"/>
        </w:rPr>
        <w:t>заместителям</w:t>
      </w:r>
      <w:r>
        <w:rPr>
          <w:sz w:val="28"/>
          <w:szCs w:val="28"/>
        </w:rPr>
        <w:t xml:space="preserve">и) </w:t>
      </w:r>
      <w:r w:rsidRPr="00A66C18">
        <w:rPr>
          <w:sz w:val="28"/>
          <w:szCs w:val="28"/>
        </w:rPr>
        <w:t>путевк</w:t>
      </w:r>
      <w:r>
        <w:rPr>
          <w:sz w:val="28"/>
          <w:szCs w:val="28"/>
        </w:rPr>
        <w:t>а</w:t>
      </w:r>
      <w:r w:rsidRPr="00A66C18">
        <w:rPr>
          <w:sz w:val="28"/>
          <w:szCs w:val="28"/>
        </w:rPr>
        <w:t xml:space="preserve"> для оформления на стационарное социальное обслуживание</w:t>
      </w:r>
      <w:r>
        <w:rPr>
          <w:sz w:val="28"/>
          <w:szCs w:val="28"/>
        </w:rPr>
        <w:t>.</w:t>
      </w:r>
    </w:p>
    <w:p w:rsidR="001B4A45" w:rsidRPr="00A66C18" w:rsidRDefault="001B4A45" w:rsidP="00A82D5B">
      <w:pPr>
        <w:ind w:firstLine="720"/>
        <w:jc w:val="both"/>
        <w:rPr>
          <w:sz w:val="28"/>
          <w:szCs w:val="28"/>
        </w:rPr>
      </w:pPr>
    </w:p>
    <w:p w:rsidR="001B4A45" w:rsidRPr="00E655B2" w:rsidRDefault="001B4A45" w:rsidP="00E655B2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5B2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E655B2">
        <w:rPr>
          <w:rFonts w:ascii="Times New Roman" w:hAnsi="Times New Roman" w:cs="Times New Roman"/>
          <w:b/>
          <w:bCs/>
          <w:sz w:val="28"/>
          <w:szCs w:val="28"/>
        </w:rPr>
        <w:t xml:space="preserve">. Формы контроля  за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предоставлением государственной услуги</w:t>
      </w:r>
    </w:p>
    <w:p w:rsidR="001B4A45" w:rsidRDefault="001B4A45" w:rsidP="00A158DB">
      <w:pPr>
        <w:tabs>
          <w:tab w:val="left" w:pos="2043"/>
        </w:tabs>
        <w:jc w:val="center"/>
        <w:rPr>
          <w:b/>
          <w:bCs/>
          <w:sz w:val="28"/>
          <w:szCs w:val="28"/>
        </w:rPr>
      </w:pPr>
    </w:p>
    <w:p w:rsidR="001B4A45" w:rsidRPr="003B688A" w:rsidRDefault="001B4A45" w:rsidP="00A158DB">
      <w:pPr>
        <w:tabs>
          <w:tab w:val="left" w:pos="2043"/>
        </w:tabs>
        <w:jc w:val="center"/>
        <w:rPr>
          <w:b/>
          <w:bCs/>
          <w:sz w:val="28"/>
          <w:szCs w:val="28"/>
        </w:rPr>
      </w:pPr>
      <w:r w:rsidRPr="003B688A">
        <w:rPr>
          <w:b/>
          <w:bCs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</w:t>
      </w:r>
      <w:r>
        <w:rPr>
          <w:b/>
          <w:bCs/>
          <w:sz w:val="28"/>
          <w:szCs w:val="28"/>
        </w:rPr>
        <w:t>Административного р</w:t>
      </w:r>
      <w:r w:rsidRPr="003B688A">
        <w:rPr>
          <w:b/>
          <w:bCs/>
          <w:sz w:val="28"/>
          <w:szCs w:val="28"/>
        </w:rPr>
        <w:t>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:rsidR="001B4A45" w:rsidRPr="003B688A" w:rsidRDefault="001B4A45" w:rsidP="00A158DB">
      <w:pPr>
        <w:tabs>
          <w:tab w:val="left" w:pos="2043"/>
        </w:tabs>
        <w:jc w:val="center"/>
        <w:rPr>
          <w:b/>
          <w:bCs/>
          <w:sz w:val="16"/>
          <w:szCs w:val="16"/>
        </w:rPr>
      </w:pPr>
    </w:p>
    <w:p w:rsidR="001B4A45" w:rsidRPr="003B688A" w:rsidRDefault="001B4A45" w:rsidP="003436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Pr="003B688A">
        <w:rPr>
          <w:sz w:val="28"/>
          <w:szCs w:val="28"/>
        </w:rPr>
        <w:t xml:space="preserve">. Текущий контроль </w:t>
      </w:r>
      <w:r>
        <w:rPr>
          <w:sz w:val="28"/>
          <w:szCs w:val="28"/>
        </w:rPr>
        <w:t xml:space="preserve">за предоставлением государственной услуги, </w:t>
      </w:r>
      <w:r w:rsidRPr="003B688A">
        <w:rPr>
          <w:sz w:val="28"/>
          <w:szCs w:val="28"/>
        </w:rPr>
        <w:t>соблюдени</w:t>
      </w:r>
      <w:r>
        <w:rPr>
          <w:sz w:val="28"/>
          <w:szCs w:val="28"/>
        </w:rPr>
        <w:t>ем</w:t>
      </w:r>
      <w:r w:rsidRPr="003B688A">
        <w:rPr>
          <w:sz w:val="28"/>
          <w:szCs w:val="28"/>
        </w:rPr>
        <w:t xml:space="preserve"> последовательности действий, определенных административными процедурами по предоставлению государственной услуги (далее – текущий контроль), осуществляется </w:t>
      </w:r>
      <w:r>
        <w:rPr>
          <w:sz w:val="28"/>
          <w:szCs w:val="28"/>
        </w:rPr>
        <w:t>руководителями Центров социального обслуживания</w:t>
      </w:r>
      <w:r w:rsidRPr="003B688A">
        <w:rPr>
          <w:sz w:val="28"/>
          <w:szCs w:val="28"/>
        </w:rPr>
        <w:t>, а также председателем Комитета и его заместителями.</w:t>
      </w:r>
    </w:p>
    <w:p w:rsidR="001B4A45" w:rsidRPr="003B688A" w:rsidRDefault="001B4A45" w:rsidP="00A158DB">
      <w:pPr>
        <w:ind w:firstLine="561"/>
        <w:jc w:val="both"/>
        <w:rPr>
          <w:sz w:val="28"/>
          <w:szCs w:val="28"/>
        </w:rPr>
      </w:pPr>
      <w:r w:rsidRPr="003B688A">
        <w:rPr>
          <w:sz w:val="28"/>
          <w:szCs w:val="28"/>
        </w:rPr>
        <w:t>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регламента, иных нормативных правовых актов Российской Федерации и Курской  области.</w:t>
      </w:r>
    </w:p>
    <w:p w:rsidR="001B4A45" w:rsidRPr="003B688A" w:rsidRDefault="001B4A45" w:rsidP="00A158DB">
      <w:pPr>
        <w:ind w:firstLine="561"/>
        <w:jc w:val="both"/>
        <w:rPr>
          <w:sz w:val="28"/>
          <w:szCs w:val="28"/>
        </w:rPr>
      </w:pPr>
    </w:p>
    <w:p w:rsidR="001B4A45" w:rsidRPr="003B688A" w:rsidRDefault="001B4A45" w:rsidP="00A158DB">
      <w:pPr>
        <w:ind w:firstLine="561"/>
        <w:jc w:val="center"/>
        <w:rPr>
          <w:b/>
          <w:bCs/>
          <w:sz w:val="28"/>
          <w:szCs w:val="28"/>
        </w:rPr>
      </w:pPr>
      <w:r w:rsidRPr="003B688A">
        <w:rPr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услуги.</w:t>
      </w:r>
    </w:p>
    <w:p w:rsidR="001B4A45" w:rsidRPr="003B688A" w:rsidRDefault="001B4A45" w:rsidP="00A158DB">
      <w:pPr>
        <w:ind w:firstLine="561"/>
        <w:jc w:val="center"/>
        <w:rPr>
          <w:sz w:val="28"/>
          <w:szCs w:val="28"/>
        </w:rPr>
      </w:pP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57</w:t>
      </w:r>
      <w:r w:rsidRPr="003B688A">
        <w:rPr>
          <w:sz w:val="28"/>
          <w:szCs w:val="28"/>
        </w:rPr>
        <w:t>. Для осуществления контроля за полнотой и качеством предоставления государственной услуги в</w:t>
      </w:r>
      <w:r>
        <w:rPr>
          <w:sz w:val="28"/>
          <w:szCs w:val="28"/>
        </w:rPr>
        <w:t xml:space="preserve"> Центрах социального обслуживания</w:t>
      </w:r>
      <w:r w:rsidRPr="003B688A">
        <w:rPr>
          <w:sz w:val="28"/>
          <w:szCs w:val="28"/>
        </w:rPr>
        <w:t>, выявления и установления нарушений прав заявителей, принятия решений об устранении соответствующих нарушений Комитетом проводятся плановые и внеплановые проверки предоставления государственной услуги.</w:t>
      </w:r>
    </w:p>
    <w:p w:rsidR="001B4A45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B4A45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B688A">
        <w:rPr>
          <w:sz w:val="28"/>
          <w:szCs w:val="28"/>
        </w:rPr>
        <w:t>Плановые проверки осуществляются специалистами Комитета на основании квартальных, полугодовых, годовых планов работы, утверждаемых председателем Комитета.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B688A">
        <w:rPr>
          <w:sz w:val="28"/>
          <w:szCs w:val="28"/>
        </w:rPr>
        <w:t>Внеплановые проверки осуществляются по конкретному обращению.</w:t>
      </w:r>
    </w:p>
    <w:p w:rsidR="001B4A45" w:rsidRPr="003B688A" w:rsidRDefault="001B4A45" w:rsidP="00A158DB">
      <w:pPr>
        <w:tabs>
          <w:tab w:val="left" w:pos="-1440"/>
        </w:tabs>
        <w:suppressAutoHyphens/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Pr="003B688A">
        <w:rPr>
          <w:sz w:val="28"/>
          <w:szCs w:val="28"/>
        </w:rPr>
        <w:t>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B688A">
        <w:rPr>
          <w:sz w:val="28"/>
          <w:szCs w:val="28"/>
        </w:rPr>
        <w:t>Справка подписывается специалистом, осуществлявшим проверку.</w:t>
      </w:r>
    </w:p>
    <w:p w:rsidR="001B4A45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B688A"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 xml:space="preserve"> Центра социального обслуживания</w:t>
      </w:r>
      <w:r w:rsidRPr="003B688A">
        <w:rPr>
          <w:sz w:val="28"/>
          <w:szCs w:val="28"/>
        </w:rPr>
        <w:t>, в котором проводилась проверка, ставит свою подпись в справке, после чего ему передается один экземпляр справки, второй экземпляр хранится в Комитете.</w:t>
      </w:r>
    </w:p>
    <w:p w:rsidR="001B4A45" w:rsidRPr="003B688A" w:rsidRDefault="001B4A45" w:rsidP="00A158D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B4A45" w:rsidRPr="003B688A" w:rsidRDefault="001B4A45" w:rsidP="00A158DB">
      <w:pPr>
        <w:ind w:firstLine="561"/>
        <w:jc w:val="center"/>
        <w:rPr>
          <w:b/>
          <w:bCs/>
          <w:sz w:val="28"/>
          <w:szCs w:val="28"/>
        </w:rPr>
      </w:pPr>
      <w:r w:rsidRPr="003B688A">
        <w:rPr>
          <w:b/>
          <w:bCs/>
          <w:sz w:val="28"/>
          <w:szCs w:val="28"/>
        </w:rPr>
        <w:t>Ответственность должностных лиц органа исполнительной власти Курской области за решения и действия (бездействие), принимаемые (осуществляемые) ими в ходе предоставления государственной услуги</w:t>
      </w:r>
    </w:p>
    <w:p w:rsidR="001B4A45" w:rsidRPr="003B688A" w:rsidRDefault="001B4A45" w:rsidP="00A158DB">
      <w:pPr>
        <w:ind w:firstLine="561"/>
        <w:jc w:val="center"/>
        <w:rPr>
          <w:sz w:val="28"/>
          <w:szCs w:val="28"/>
        </w:rPr>
      </w:pPr>
    </w:p>
    <w:p w:rsidR="001B4A45" w:rsidRPr="003B688A" w:rsidRDefault="001B4A45" w:rsidP="00417860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Pr="003B688A">
        <w:rPr>
          <w:sz w:val="28"/>
          <w:szCs w:val="28"/>
        </w:rPr>
        <w:t>. Должностные лица, ответственные за</w:t>
      </w:r>
      <w:r>
        <w:rPr>
          <w:sz w:val="28"/>
          <w:szCs w:val="28"/>
        </w:rPr>
        <w:t xml:space="preserve"> решения и действия (бездействие</w:t>
      </w:r>
      <w:r w:rsidRPr="003B688A">
        <w:rPr>
          <w:sz w:val="28"/>
          <w:szCs w:val="28"/>
        </w:rPr>
        <w:t>) принимаемые (осуществляемые) в ходе предоставления государственной услуги несут</w:t>
      </w:r>
      <w:r>
        <w:rPr>
          <w:sz w:val="28"/>
          <w:szCs w:val="28"/>
        </w:rPr>
        <w:t xml:space="preserve"> дисциплинарную и (или) административную ответственность </w:t>
      </w:r>
      <w:r w:rsidRPr="003B688A">
        <w:rPr>
          <w:sz w:val="28"/>
          <w:szCs w:val="28"/>
        </w:rPr>
        <w:t>в порядке, предусмотренном действующим законодательством Российской Федерации</w:t>
      </w:r>
      <w:r>
        <w:rPr>
          <w:sz w:val="28"/>
          <w:szCs w:val="28"/>
        </w:rPr>
        <w:t xml:space="preserve"> и Курской области</w:t>
      </w:r>
      <w:r w:rsidRPr="003B688A">
        <w:rPr>
          <w:sz w:val="28"/>
          <w:szCs w:val="28"/>
        </w:rPr>
        <w:t>.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Специалисты, участвующие в предоставлении государственной услуги за несоблюдение порядка осуществления административных процедур (действий, бездействия) в ходе предоставления государственной услуги, несут ответственность в порядке, установленном действующим законодательством.</w:t>
      </w:r>
    </w:p>
    <w:p w:rsidR="001B4A45" w:rsidRPr="003B688A" w:rsidRDefault="001B4A45" w:rsidP="00A158DB">
      <w:pPr>
        <w:ind w:firstLine="561"/>
        <w:jc w:val="center"/>
        <w:rPr>
          <w:b/>
          <w:bCs/>
          <w:sz w:val="28"/>
          <w:szCs w:val="28"/>
        </w:rPr>
      </w:pPr>
    </w:p>
    <w:p w:rsidR="001B4A45" w:rsidRPr="003B688A" w:rsidRDefault="001B4A45" w:rsidP="00A158DB">
      <w:pPr>
        <w:ind w:firstLine="561"/>
        <w:jc w:val="center"/>
        <w:rPr>
          <w:b/>
          <w:bCs/>
          <w:sz w:val="28"/>
          <w:szCs w:val="28"/>
        </w:rPr>
      </w:pPr>
      <w:r w:rsidRPr="003B688A">
        <w:rPr>
          <w:b/>
          <w:bCs/>
          <w:sz w:val="28"/>
          <w:szCs w:val="28"/>
        </w:rPr>
        <w:t>Положения, характеризующие требования к порядку и формам контроля за предоставлением государственной услуги, в том числе со стороны граждан, их объединений и организаций</w:t>
      </w:r>
    </w:p>
    <w:p w:rsidR="001B4A45" w:rsidRPr="003B688A" w:rsidRDefault="001B4A45" w:rsidP="00A158DB">
      <w:pPr>
        <w:ind w:firstLine="561"/>
        <w:jc w:val="both"/>
        <w:rPr>
          <w:sz w:val="28"/>
          <w:szCs w:val="28"/>
        </w:rPr>
      </w:pPr>
    </w:p>
    <w:p w:rsidR="001B4A45" w:rsidRPr="00700844" w:rsidRDefault="001B4A45" w:rsidP="003436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Pr="003B688A">
        <w:rPr>
          <w:sz w:val="28"/>
          <w:szCs w:val="28"/>
        </w:rPr>
        <w:t xml:space="preserve">. </w:t>
      </w:r>
      <w:r w:rsidRPr="00700844">
        <w:rPr>
          <w:sz w:val="28"/>
          <w:szCs w:val="28"/>
        </w:rPr>
        <w:t>Граждане, их объединения и организации вправе осуществлять контроль за предоставлением государственной услуги путем получения информации о ходе предоставления государственной услуги, в том числе о сроках завершения административных процедур (действий).</w:t>
      </w:r>
    </w:p>
    <w:p w:rsidR="001B4A45" w:rsidRPr="00700844" w:rsidRDefault="001B4A45" w:rsidP="003436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00844">
        <w:rPr>
          <w:sz w:val="28"/>
          <w:szCs w:val="28"/>
        </w:rPr>
        <w:t>Граждане, их объединения и организации вправе:</w:t>
      </w:r>
    </w:p>
    <w:p w:rsidR="001B4A45" w:rsidRPr="00700844" w:rsidRDefault="001B4A45" w:rsidP="003436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00844">
        <w:rPr>
          <w:sz w:val="28"/>
          <w:szCs w:val="28"/>
        </w:rPr>
        <w:t>- направлять замечания и предложения по улучшению доступности качества предоставления государственной услуги;</w:t>
      </w:r>
    </w:p>
    <w:p w:rsidR="001B4A45" w:rsidRPr="00700844" w:rsidRDefault="001B4A45" w:rsidP="0034365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700844">
        <w:rPr>
          <w:sz w:val="28"/>
          <w:szCs w:val="28"/>
        </w:rPr>
        <w:t>- вносить предложения о мерах по устранению нарушений Административного регламента.</w:t>
      </w:r>
    </w:p>
    <w:p w:rsidR="001B4A45" w:rsidRPr="003B688A" w:rsidRDefault="001B4A45" w:rsidP="00A158DB">
      <w:pPr>
        <w:tabs>
          <w:tab w:val="left" w:pos="1008"/>
        </w:tabs>
        <w:ind w:firstLine="851"/>
        <w:jc w:val="both"/>
        <w:rPr>
          <w:sz w:val="28"/>
          <w:szCs w:val="28"/>
        </w:rPr>
      </w:pPr>
    </w:p>
    <w:p w:rsidR="001B4A45" w:rsidRDefault="001B4A45" w:rsidP="00836AE2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4A45" w:rsidRDefault="001B4A45" w:rsidP="00836AE2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4A45" w:rsidRDefault="001B4A45" w:rsidP="00836AE2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4A45" w:rsidRDefault="001B4A45" w:rsidP="00836AE2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5B2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E655B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655B2">
        <w:rPr>
          <w:rFonts w:ascii="Times New Roman" w:hAnsi="Times New Roman" w:cs="Times New Roman"/>
          <w:b/>
          <w:bCs/>
        </w:rPr>
        <w:t xml:space="preserve"> </w:t>
      </w:r>
      <w:r w:rsidRPr="00836AE2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E655B2">
        <w:rPr>
          <w:rFonts w:ascii="Times New Roman" w:hAnsi="Times New Roman" w:cs="Times New Roman"/>
          <w:b/>
          <w:bCs/>
          <w:sz w:val="28"/>
          <w:szCs w:val="28"/>
        </w:rPr>
        <w:t>осудебный (внесудебный) порядок обжалования</w:t>
      </w:r>
    </w:p>
    <w:p w:rsidR="001B4A45" w:rsidRPr="00E655B2" w:rsidRDefault="001B4A45" w:rsidP="00836AE2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5B2">
        <w:rPr>
          <w:rFonts w:ascii="Times New Roman" w:hAnsi="Times New Roman" w:cs="Times New Roman"/>
          <w:b/>
          <w:bCs/>
          <w:sz w:val="28"/>
          <w:szCs w:val="28"/>
        </w:rPr>
        <w:t>решений и действий (бездействия) орган</w:t>
      </w:r>
      <w:r>
        <w:rPr>
          <w:rFonts w:ascii="Times New Roman" w:hAnsi="Times New Roman" w:cs="Times New Roman"/>
          <w:b/>
          <w:bCs/>
          <w:sz w:val="28"/>
          <w:szCs w:val="28"/>
        </w:rPr>
        <w:t>а исполнительной власти Курской области</w:t>
      </w:r>
      <w:r w:rsidRPr="00E655B2">
        <w:rPr>
          <w:rFonts w:ascii="Times New Roman" w:hAnsi="Times New Roman" w:cs="Times New Roman"/>
          <w:b/>
          <w:bCs/>
          <w:sz w:val="28"/>
          <w:szCs w:val="28"/>
        </w:rPr>
        <w:t>, предоставляющего государственную услугу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(или) его должностных лиц</w:t>
      </w:r>
    </w:p>
    <w:p w:rsidR="001B4A45" w:rsidRPr="003B688A" w:rsidRDefault="001B4A45" w:rsidP="00A158DB">
      <w:pPr>
        <w:jc w:val="both"/>
        <w:rPr>
          <w:sz w:val="16"/>
          <w:szCs w:val="16"/>
        </w:rPr>
      </w:pPr>
    </w:p>
    <w:p w:rsidR="001B4A45" w:rsidRDefault="001B4A45" w:rsidP="00A158D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1B4A45" w:rsidRPr="00700844" w:rsidRDefault="001B4A45" w:rsidP="00343651">
      <w:pPr>
        <w:jc w:val="center"/>
        <w:rPr>
          <w:sz w:val="28"/>
          <w:szCs w:val="28"/>
        </w:rPr>
      </w:pPr>
      <w:r w:rsidRPr="00700844">
        <w:rPr>
          <w:b/>
          <w:bCs/>
          <w:sz w:val="28"/>
          <w:szCs w:val="28"/>
        </w:rPr>
        <w:t>Информация для заявителя о его праве подать жалобу на решение и (или) действие (бездействие) органа исполнительной власти Курской области и (или) его должностных лиц, государственных гражданских служащих Курской области</w:t>
      </w:r>
    </w:p>
    <w:p w:rsidR="001B4A45" w:rsidRDefault="001B4A45" w:rsidP="00A158D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Pr="003B688A">
        <w:rPr>
          <w:sz w:val="28"/>
          <w:szCs w:val="28"/>
        </w:rPr>
        <w:t xml:space="preserve">. </w:t>
      </w:r>
      <w:r w:rsidRPr="00700844">
        <w:rPr>
          <w:sz w:val="28"/>
          <w:szCs w:val="28"/>
        </w:rPr>
        <w:t>Заявители имеют право на обжалование решений и действий (бездействия), принятых или осуществленных в ходе предоставления государственной услуги должностными лицами, участвующими в предоставлении государственной услуги, в досудебном (внесудебном) порядке.</w:t>
      </w:r>
    </w:p>
    <w:p w:rsidR="001B4A45" w:rsidRDefault="001B4A45" w:rsidP="00343651">
      <w:pPr>
        <w:ind w:firstLine="561"/>
        <w:jc w:val="center"/>
        <w:rPr>
          <w:b/>
          <w:bCs/>
          <w:sz w:val="28"/>
          <w:szCs w:val="28"/>
        </w:rPr>
      </w:pPr>
    </w:p>
    <w:p w:rsidR="001B4A45" w:rsidRPr="00700844" w:rsidRDefault="001B4A45" w:rsidP="00343651">
      <w:pPr>
        <w:ind w:firstLine="561"/>
        <w:jc w:val="center"/>
        <w:rPr>
          <w:b/>
          <w:bCs/>
          <w:sz w:val="28"/>
          <w:szCs w:val="28"/>
        </w:rPr>
      </w:pPr>
      <w:r w:rsidRPr="00700844">
        <w:rPr>
          <w:b/>
          <w:bCs/>
          <w:sz w:val="28"/>
          <w:szCs w:val="28"/>
        </w:rPr>
        <w:t>Предмет жалобы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</w:p>
    <w:p w:rsidR="001B4A45" w:rsidRPr="00700844" w:rsidRDefault="001B4A45" w:rsidP="003436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62</w:t>
      </w:r>
      <w:r w:rsidRPr="00700844">
        <w:rPr>
          <w:sz w:val="28"/>
          <w:szCs w:val="28"/>
        </w:rPr>
        <w:t>. Предметом жалобы является обжалование решения и (или) действия (бездействия) Комитета</w:t>
      </w:r>
      <w:r>
        <w:rPr>
          <w:sz w:val="28"/>
          <w:szCs w:val="28"/>
        </w:rPr>
        <w:t>, Центра социального обслуживания</w:t>
      </w:r>
      <w:r w:rsidRPr="00700844">
        <w:rPr>
          <w:sz w:val="28"/>
          <w:szCs w:val="28"/>
        </w:rPr>
        <w:t xml:space="preserve"> и (или) </w:t>
      </w:r>
      <w:r>
        <w:rPr>
          <w:sz w:val="28"/>
          <w:szCs w:val="28"/>
        </w:rPr>
        <w:t>их</w:t>
      </w:r>
      <w:r w:rsidRPr="00700844">
        <w:rPr>
          <w:sz w:val="28"/>
          <w:szCs w:val="28"/>
        </w:rPr>
        <w:t xml:space="preserve"> должностных лиц, предоставляющих государственную услугу (участвующих в предоставлении государственной услуги).</w:t>
      </w:r>
    </w:p>
    <w:p w:rsidR="001B4A45" w:rsidRPr="00700844" w:rsidRDefault="001B4A45" w:rsidP="003436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63</w:t>
      </w:r>
      <w:r w:rsidRPr="00700844">
        <w:rPr>
          <w:sz w:val="28"/>
          <w:szCs w:val="28"/>
        </w:rPr>
        <w:t>. Заявитель может обратиться с жалобой, в том числе в следующих случаях:</w:t>
      </w:r>
    </w:p>
    <w:p w:rsidR="001B4A45" w:rsidRPr="00700844" w:rsidRDefault="001B4A45" w:rsidP="003436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0844">
        <w:rPr>
          <w:sz w:val="28"/>
          <w:szCs w:val="28"/>
        </w:rPr>
        <w:t xml:space="preserve">нарушение срока регистрации заявления о предоставлении </w:t>
      </w:r>
      <w:r>
        <w:rPr>
          <w:sz w:val="28"/>
          <w:szCs w:val="28"/>
        </w:rPr>
        <w:t>социальных услуг</w:t>
      </w:r>
      <w:r w:rsidRPr="00700844">
        <w:rPr>
          <w:sz w:val="28"/>
          <w:szCs w:val="28"/>
        </w:rPr>
        <w:t>;</w:t>
      </w:r>
    </w:p>
    <w:p w:rsidR="001B4A45" w:rsidRPr="00700844" w:rsidRDefault="001B4A45" w:rsidP="003436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нарушение срока предоставления государственной услуги;</w:t>
      </w:r>
    </w:p>
    <w:p w:rsidR="001B4A45" w:rsidRPr="00700844" w:rsidRDefault="001B4A45" w:rsidP="003436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требование у заявителя документов, не предусмотренных нормативными правовыми актами Курской области, для предоставления государственной услуги;</w:t>
      </w:r>
    </w:p>
    <w:p w:rsidR="001B4A45" w:rsidRPr="00700844" w:rsidRDefault="001B4A45" w:rsidP="003436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отказ в приеме документов, предоставление которых предусмотрено нормативными правовыми актами Курской области для предоставления государственной услуги, у заявителя;</w:t>
      </w:r>
    </w:p>
    <w:p w:rsidR="001B4A45" w:rsidRDefault="001B4A45" w:rsidP="003436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0844">
        <w:rPr>
          <w:sz w:val="28"/>
          <w:szCs w:val="28"/>
        </w:rPr>
        <w:t xml:space="preserve">отказ в предоставлении государственной услуги, если основания отказа не предусмотрены </w:t>
      </w:r>
      <w:r>
        <w:rPr>
          <w:sz w:val="28"/>
          <w:szCs w:val="28"/>
        </w:rPr>
        <w:t>действующим законодательством;</w:t>
      </w:r>
    </w:p>
    <w:p w:rsidR="001B4A45" w:rsidRPr="00700844" w:rsidRDefault="001B4A45" w:rsidP="003436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Курской области;</w:t>
      </w:r>
    </w:p>
    <w:p w:rsidR="001B4A45" w:rsidRPr="00700844" w:rsidRDefault="001B4A45" w:rsidP="003436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отказ органа, предоставляющего государственную услугу, должностного лица органа, предоставляющего государственную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</w:p>
    <w:p w:rsidR="001B4A45" w:rsidRDefault="001B4A45" w:rsidP="00343651">
      <w:pPr>
        <w:ind w:firstLine="561"/>
        <w:jc w:val="center"/>
        <w:rPr>
          <w:b/>
          <w:bCs/>
          <w:sz w:val="28"/>
          <w:szCs w:val="28"/>
        </w:rPr>
      </w:pPr>
    </w:p>
    <w:p w:rsidR="001B4A45" w:rsidRPr="00700844" w:rsidRDefault="001B4A45" w:rsidP="00343651">
      <w:pPr>
        <w:ind w:firstLine="561"/>
        <w:jc w:val="center"/>
        <w:rPr>
          <w:b/>
          <w:bCs/>
          <w:sz w:val="28"/>
          <w:szCs w:val="28"/>
        </w:rPr>
      </w:pPr>
      <w:r w:rsidRPr="00700844">
        <w:rPr>
          <w:b/>
          <w:bCs/>
          <w:sz w:val="28"/>
          <w:szCs w:val="28"/>
        </w:rPr>
        <w:t xml:space="preserve">Органы государственной власти и уполномоченные на рассмотрение жалобы должностные лица, которым может быть направлена жалоба </w:t>
      </w:r>
    </w:p>
    <w:p w:rsidR="001B4A45" w:rsidRPr="00700844" w:rsidRDefault="001B4A45" w:rsidP="00343651">
      <w:pPr>
        <w:ind w:firstLine="561"/>
        <w:jc w:val="center"/>
        <w:rPr>
          <w:b/>
          <w:bCs/>
          <w:sz w:val="28"/>
          <w:szCs w:val="28"/>
        </w:rPr>
      </w:pP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Pr="00700844">
        <w:rPr>
          <w:sz w:val="28"/>
          <w:szCs w:val="28"/>
        </w:rPr>
        <w:t xml:space="preserve">. Жалоба подается в </w:t>
      </w:r>
      <w:r>
        <w:rPr>
          <w:sz w:val="28"/>
          <w:szCs w:val="28"/>
        </w:rPr>
        <w:t>Комитет</w:t>
      </w:r>
      <w:r w:rsidRPr="00700844">
        <w:rPr>
          <w:sz w:val="28"/>
          <w:szCs w:val="28"/>
        </w:rPr>
        <w:t>.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Жалоба рассматривается председателем Комитета, предоставляющего государственную услугу, порядок предоставления которой был нарушен вследствие принятия решений и действий (бездействия) органа, предоставляющего государственную услугу, его должностного лица либо государственных гражданских служащих Комитета.</w:t>
      </w:r>
    </w:p>
    <w:p w:rsidR="001B4A45" w:rsidRPr="00700844" w:rsidRDefault="001B4A45" w:rsidP="003436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Pr="00700844">
        <w:rPr>
          <w:sz w:val="28"/>
          <w:szCs w:val="28"/>
        </w:rPr>
        <w:t>. На решение председателя Комитета заявитель вправе подать жалобу в Администрацию Курской области, заместителю Губернатора Курской области, в ведении которого находится Комитет.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</w:p>
    <w:p w:rsidR="001B4A45" w:rsidRPr="00700844" w:rsidRDefault="001B4A45" w:rsidP="00343651">
      <w:pPr>
        <w:jc w:val="center"/>
        <w:rPr>
          <w:b/>
          <w:bCs/>
          <w:sz w:val="28"/>
          <w:szCs w:val="28"/>
        </w:rPr>
      </w:pPr>
      <w:r w:rsidRPr="00700844">
        <w:rPr>
          <w:b/>
          <w:bCs/>
          <w:sz w:val="28"/>
          <w:szCs w:val="28"/>
        </w:rPr>
        <w:t>Порядок подачи и рассмотрения жалобы</w:t>
      </w:r>
    </w:p>
    <w:p w:rsidR="001B4A45" w:rsidRPr="00700844" w:rsidRDefault="001B4A45" w:rsidP="00343651">
      <w:pPr>
        <w:jc w:val="both"/>
        <w:rPr>
          <w:sz w:val="28"/>
          <w:szCs w:val="28"/>
        </w:rPr>
      </w:pPr>
    </w:p>
    <w:p w:rsidR="001B4A45" w:rsidRDefault="001B4A45" w:rsidP="009822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Pr="00700844">
        <w:rPr>
          <w:sz w:val="28"/>
          <w:szCs w:val="28"/>
        </w:rPr>
        <w:t>. В случае если в компетенцию Комитета не входит принятие решения по поступившей жалобе, в течение 3 рабочих дней со дня ее регистрации Комитет направляет жалобу в уполномоченный на ее рассмотрение орган исполнительной власти Курской области и в письменной форме информирует заявителя о перенаправлении жалобы.</w:t>
      </w:r>
    </w:p>
    <w:p w:rsidR="001B4A45" w:rsidRDefault="001B4A45" w:rsidP="006E73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Pr="00700844">
        <w:rPr>
          <w:sz w:val="28"/>
          <w:szCs w:val="28"/>
        </w:rPr>
        <w:t xml:space="preserve">. Жалоба заявителя подается председателю </w:t>
      </w:r>
      <w:r>
        <w:rPr>
          <w:sz w:val="28"/>
          <w:szCs w:val="28"/>
        </w:rPr>
        <w:t>К</w:t>
      </w:r>
      <w:r w:rsidRPr="00700844">
        <w:rPr>
          <w:sz w:val="28"/>
          <w:szCs w:val="28"/>
        </w:rPr>
        <w:t xml:space="preserve">омитета, заместителю председателя </w:t>
      </w:r>
      <w:r>
        <w:rPr>
          <w:sz w:val="28"/>
          <w:szCs w:val="28"/>
        </w:rPr>
        <w:t>К</w:t>
      </w:r>
      <w:r w:rsidRPr="00700844">
        <w:rPr>
          <w:sz w:val="28"/>
          <w:szCs w:val="28"/>
        </w:rPr>
        <w:t xml:space="preserve">омитета (г. Курск, ул. Моковская,2Г), заместителю Губернатора Курской области (г. Курск, Дом Советов), в ведении которого находится </w:t>
      </w:r>
      <w:r>
        <w:rPr>
          <w:sz w:val="28"/>
          <w:szCs w:val="28"/>
        </w:rPr>
        <w:t>К</w:t>
      </w:r>
      <w:r w:rsidRPr="00700844">
        <w:rPr>
          <w:sz w:val="28"/>
          <w:szCs w:val="28"/>
        </w:rPr>
        <w:t>омитет в письменной форме, в том числе на личном приеме заявителя, или в электронном виде.</w:t>
      </w:r>
    </w:p>
    <w:p w:rsidR="001B4A45" w:rsidRPr="00700844" w:rsidRDefault="001B4A45" w:rsidP="006E73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Pr="00700844">
        <w:rPr>
          <w:sz w:val="28"/>
          <w:szCs w:val="28"/>
        </w:rPr>
        <w:t>. В письменной форме на бумажном носителе жалоба подается:</w:t>
      </w:r>
    </w:p>
    <w:p w:rsidR="001B4A45" w:rsidRPr="00700844" w:rsidRDefault="001B4A45" w:rsidP="00343651">
      <w:pPr>
        <w:ind w:firstLine="708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-непосредственно в Комитет;</w:t>
      </w:r>
    </w:p>
    <w:p w:rsidR="001B4A45" w:rsidRPr="00700844" w:rsidRDefault="001B4A45" w:rsidP="00343651">
      <w:pPr>
        <w:ind w:firstLine="708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-по почте по адресу Комитета;</w:t>
      </w:r>
    </w:p>
    <w:p w:rsidR="001B4A45" w:rsidRPr="00700844" w:rsidRDefault="001B4A45" w:rsidP="00343651">
      <w:pPr>
        <w:ind w:firstLine="708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-на личном приеме председателя Комитета, первого заместителя председателя Комитета, заместителей председателя Комитета, заместителя Губернатора Курской области, в ведении которого находится Комитет.</w:t>
      </w:r>
    </w:p>
    <w:p w:rsidR="001B4A45" w:rsidRPr="00700844" w:rsidRDefault="001B4A45" w:rsidP="00343651">
      <w:pPr>
        <w:jc w:val="both"/>
        <w:rPr>
          <w:sz w:val="28"/>
          <w:szCs w:val="28"/>
        </w:rPr>
      </w:pPr>
      <w:r w:rsidRPr="00700844">
        <w:rPr>
          <w:sz w:val="28"/>
          <w:szCs w:val="28"/>
        </w:rPr>
        <w:tab/>
        <w:t>В электронном виде жалоба подается заявителем:</w:t>
      </w:r>
    </w:p>
    <w:p w:rsidR="001B4A45" w:rsidRPr="00700844" w:rsidRDefault="001B4A45" w:rsidP="00343651">
      <w:pPr>
        <w:tabs>
          <w:tab w:val="left" w:pos="1008"/>
          <w:tab w:val="left" w:pos="1200"/>
        </w:tabs>
        <w:ind w:firstLine="561"/>
        <w:jc w:val="both"/>
        <w:rPr>
          <w:sz w:val="28"/>
          <w:szCs w:val="28"/>
        </w:rPr>
      </w:pPr>
      <w:r w:rsidRPr="00700844">
        <w:rPr>
          <w:sz w:val="28"/>
          <w:szCs w:val="28"/>
        </w:rPr>
        <w:t xml:space="preserve">Губернатору Курской области (г.Курск, Красная площадь, Дом Советов, тел. 55-68-21, </w:t>
      </w:r>
      <w:r w:rsidRPr="00700844">
        <w:rPr>
          <w:sz w:val="28"/>
          <w:szCs w:val="28"/>
          <w:lang w:val="en-US"/>
        </w:rPr>
        <w:t>glava</w:t>
      </w:r>
      <w:r w:rsidRPr="00700844">
        <w:rPr>
          <w:sz w:val="28"/>
          <w:szCs w:val="28"/>
        </w:rPr>
        <w:t>@</w:t>
      </w:r>
      <w:r w:rsidRPr="00700844">
        <w:rPr>
          <w:sz w:val="28"/>
          <w:szCs w:val="28"/>
          <w:lang w:val="en-US"/>
        </w:rPr>
        <w:t>rkursk</w:t>
      </w:r>
      <w:r w:rsidRPr="00700844">
        <w:rPr>
          <w:sz w:val="28"/>
          <w:szCs w:val="28"/>
        </w:rPr>
        <w:t>/</w:t>
      </w:r>
      <w:r w:rsidRPr="00700844">
        <w:rPr>
          <w:sz w:val="28"/>
          <w:szCs w:val="28"/>
          <w:lang w:val="en-US"/>
        </w:rPr>
        <w:t>ru</w:t>
      </w:r>
      <w:r w:rsidRPr="00700844">
        <w:rPr>
          <w:sz w:val="28"/>
          <w:szCs w:val="28"/>
        </w:rPr>
        <w:t>);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  <w:r w:rsidRPr="00700844">
        <w:rPr>
          <w:sz w:val="28"/>
          <w:szCs w:val="28"/>
        </w:rPr>
        <w:t xml:space="preserve">председателю комитета социального обеспечения Курской области (г.Курск, ул. Моковская, 2 Г, тел. 35-75-23, </w:t>
      </w:r>
      <w:r w:rsidRPr="00700844">
        <w:rPr>
          <w:sz w:val="28"/>
          <w:szCs w:val="28"/>
          <w:lang w:val="en-US"/>
        </w:rPr>
        <w:t>kco</w:t>
      </w:r>
      <w:r w:rsidRPr="00700844">
        <w:rPr>
          <w:sz w:val="28"/>
          <w:szCs w:val="28"/>
        </w:rPr>
        <w:t>@</w:t>
      </w:r>
      <w:r w:rsidRPr="00700844">
        <w:rPr>
          <w:sz w:val="28"/>
          <w:szCs w:val="28"/>
          <w:lang w:val="en-US"/>
        </w:rPr>
        <w:t>kursknet</w:t>
      </w:r>
      <w:r w:rsidRPr="00700844">
        <w:rPr>
          <w:sz w:val="28"/>
          <w:szCs w:val="28"/>
        </w:rPr>
        <w:t>.</w:t>
      </w:r>
      <w:r w:rsidRPr="00700844">
        <w:rPr>
          <w:sz w:val="28"/>
          <w:szCs w:val="28"/>
          <w:lang w:val="en-US"/>
        </w:rPr>
        <w:t>ru</w:t>
      </w:r>
      <w:r w:rsidRPr="00700844">
        <w:rPr>
          <w:sz w:val="28"/>
          <w:szCs w:val="28"/>
        </w:rPr>
        <w:t>);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на официальный сайт Администрации Курской области (http//adm.rkursk.ru) в информационно - телекоммуникационной сети «Интернет»;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через федеральную государственную информационную систему «Единый портал государственных и муниципальных услуг (функций)» (http//gosuslugi.ru).</w:t>
      </w:r>
    </w:p>
    <w:p w:rsidR="001B4A45" w:rsidRDefault="001B4A45" w:rsidP="006D560A">
      <w:pPr>
        <w:ind w:firstLine="561"/>
        <w:jc w:val="both"/>
        <w:rPr>
          <w:sz w:val="28"/>
          <w:szCs w:val="28"/>
        </w:rPr>
      </w:pPr>
    </w:p>
    <w:p w:rsidR="001B4A45" w:rsidRDefault="001B4A45" w:rsidP="006D560A">
      <w:pPr>
        <w:ind w:firstLine="561"/>
        <w:jc w:val="both"/>
        <w:rPr>
          <w:sz w:val="28"/>
          <w:szCs w:val="28"/>
        </w:rPr>
      </w:pPr>
    </w:p>
    <w:p w:rsidR="001B4A45" w:rsidRDefault="001B4A45" w:rsidP="006D560A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Жалоба также может быть направлена через областное бюджетное учреждение «Многофункциональный центр предоставления государственных и муниципальных услуг Курской области».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Жалоба должна содержать: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1) наименование органа, предоставляющего государственную услугу, должностного лица органа, предоставляющего государственную услугу,  либо государственного служащего, решения и действия (бездействие) которого обжалуются;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3) сведения об обжалуемых решениях и действиях (бездействии) органа, предоставляющего государственную услугу, его должностного лица, либо государственного гражданского служащего;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государственную услугу,  его должностного лица либо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1B4A45" w:rsidRPr="00700844" w:rsidRDefault="001B4A45" w:rsidP="00343651">
      <w:pPr>
        <w:tabs>
          <w:tab w:val="left" w:pos="5676"/>
        </w:tabs>
        <w:ind w:firstLine="561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Председателем Комитета определяются уполномоченные на рассмотрение жалоб должностные лица, которые обеспечивают прием и рассмотрение жалоб в соответствии с требованиями Административного регламента.</w:t>
      </w:r>
      <w:r w:rsidRPr="00700844">
        <w:rPr>
          <w:sz w:val="28"/>
          <w:szCs w:val="28"/>
        </w:rPr>
        <w:tab/>
      </w:r>
    </w:p>
    <w:p w:rsidR="001B4A45" w:rsidRPr="00700844" w:rsidRDefault="001B4A45" w:rsidP="00343651">
      <w:pPr>
        <w:jc w:val="center"/>
        <w:rPr>
          <w:b/>
          <w:bCs/>
          <w:sz w:val="28"/>
          <w:szCs w:val="28"/>
        </w:rPr>
      </w:pPr>
      <w:r w:rsidRPr="00700844">
        <w:rPr>
          <w:b/>
          <w:bCs/>
          <w:sz w:val="28"/>
          <w:szCs w:val="28"/>
        </w:rPr>
        <w:t xml:space="preserve">Сроки рассмотрения жалобы 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Pr="00700844">
        <w:rPr>
          <w:sz w:val="28"/>
          <w:szCs w:val="28"/>
        </w:rPr>
        <w:t>. Поступившая в Комитет жалоба на нарушение порядка предоставления государственной услуги подлежит рассмотрению председателем Комитета, либо должностным лицом, наделенным полномочиями по рассмотрению жалоб, в течение пятнадцати рабочих дней со дня ее регистрации в Комитете, а в случае обжалования отказа Комитета,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</w:p>
    <w:p w:rsidR="001B4A45" w:rsidRPr="00700844" w:rsidRDefault="001B4A45" w:rsidP="00343651">
      <w:pPr>
        <w:jc w:val="center"/>
        <w:rPr>
          <w:b/>
          <w:bCs/>
          <w:sz w:val="28"/>
          <w:szCs w:val="28"/>
        </w:rPr>
      </w:pPr>
      <w:r w:rsidRPr="00700844">
        <w:rPr>
          <w:b/>
          <w:bCs/>
          <w:sz w:val="28"/>
          <w:szCs w:val="28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Pr="00700844">
        <w:rPr>
          <w:sz w:val="28"/>
          <w:szCs w:val="28"/>
        </w:rPr>
        <w:t>. Основания для приостановления рассмотрения жалобы отсутствуют.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</w:p>
    <w:p w:rsidR="001B4A45" w:rsidRDefault="001B4A45" w:rsidP="00343651">
      <w:pPr>
        <w:ind w:firstLine="561"/>
        <w:jc w:val="center"/>
        <w:rPr>
          <w:b/>
          <w:bCs/>
          <w:sz w:val="28"/>
          <w:szCs w:val="28"/>
        </w:rPr>
      </w:pPr>
    </w:p>
    <w:p w:rsidR="001B4A45" w:rsidRDefault="001B4A45" w:rsidP="00343651">
      <w:pPr>
        <w:ind w:firstLine="561"/>
        <w:jc w:val="center"/>
        <w:rPr>
          <w:b/>
          <w:bCs/>
          <w:sz w:val="28"/>
          <w:szCs w:val="28"/>
        </w:rPr>
      </w:pPr>
    </w:p>
    <w:p w:rsidR="001B4A45" w:rsidRPr="00700844" w:rsidRDefault="001B4A45" w:rsidP="00343651">
      <w:pPr>
        <w:ind w:firstLine="561"/>
        <w:jc w:val="center"/>
        <w:rPr>
          <w:b/>
          <w:bCs/>
          <w:sz w:val="28"/>
          <w:szCs w:val="28"/>
        </w:rPr>
      </w:pPr>
      <w:r w:rsidRPr="00700844">
        <w:rPr>
          <w:b/>
          <w:bCs/>
          <w:sz w:val="28"/>
          <w:szCs w:val="28"/>
        </w:rPr>
        <w:t>Результат рассмотрения жалобы</w:t>
      </w:r>
    </w:p>
    <w:p w:rsidR="001B4A45" w:rsidRPr="00700844" w:rsidRDefault="001B4A45" w:rsidP="00343651">
      <w:pPr>
        <w:ind w:firstLine="561"/>
        <w:jc w:val="center"/>
        <w:rPr>
          <w:sz w:val="28"/>
          <w:szCs w:val="28"/>
        </w:rPr>
      </w:pPr>
    </w:p>
    <w:p w:rsidR="001B4A45" w:rsidRPr="00700844" w:rsidRDefault="001B4A45" w:rsidP="0034365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71</w:t>
      </w:r>
      <w:r w:rsidRPr="00700844">
        <w:rPr>
          <w:sz w:val="28"/>
          <w:szCs w:val="28"/>
        </w:rPr>
        <w:t>. По результатам рассмотрения жалобы Комитет принимает одно из следующих решений:</w:t>
      </w:r>
    </w:p>
    <w:p w:rsidR="001B4A45" w:rsidRPr="00700844" w:rsidRDefault="001B4A45" w:rsidP="00343651">
      <w:pPr>
        <w:ind w:firstLine="540"/>
        <w:jc w:val="both"/>
        <w:rPr>
          <w:sz w:val="28"/>
          <w:szCs w:val="28"/>
        </w:rPr>
      </w:pPr>
      <w:r w:rsidRPr="00700844">
        <w:rPr>
          <w:sz w:val="28"/>
          <w:szCs w:val="28"/>
        </w:rPr>
        <w:t>а) удовлетворяет жалобу, в том числе в форме отмены принятого решения, исправления допущенных ошибок органом, предоставляющим государственную услугу,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1B4A45" w:rsidRDefault="001B4A45" w:rsidP="00343651">
      <w:pPr>
        <w:ind w:firstLine="540"/>
        <w:jc w:val="both"/>
        <w:rPr>
          <w:sz w:val="28"/>
          <w:szCs w:val="28"/>
        </w:rPr>
      </w:pPr>
      <w:r w:rsidRPr="00700844">
        <w:rPr>
          <w:sz w:val="28"/>
          <w:szCs w:val="28"/>
        </w:rPr>
        <w:t xml:space="preserve">б) отказывает в удовлетворении жалобы. </w:t>
      </w:r>
    </w:p>
    <w:p w:rsidR="001B4A45" w:rsidRPr="00700844" w:rsidRDefault="001B4A45" w:rsidP="0034365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текст жалобы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1B4A45" w:rsidRPr="00700844" w:rsidRDefault="001B4A45" w:rsidP="00343651">
      <w:pPr>
        <w:jc w:val="center"/>
        <w:rPr>
          <w:b/>
          <w:bCs/>
          <w:sz w:val="28"/>
          <w:szCs w:val="28"/>
        </w:rPr>
      </w:pPr>
    </w:p>
    <w:p w:rsidR="001B4A45" w:rsidRPr="00700844" w:rsidRDefault="001B4A45" w:rsidP="00343651">
      <w:pPr>
        <w:jc w:val="center"/>
        <w:rPr>
          <w:b/>
          <w:bCs/>
          <w:sz w:val="28"/>
          <w:szCs w:val="28"/>
        </w:rPr>
      </w:pPr>
      <w:r w:rsidRPr="00700844">
        <w:rPr>
          <w:b/>
          <w:bCs/>
          <w:sz w:val="28"/>
          <w:szCs w:val="28"/>
        </w:rPr>
        <w:t>Порядок информирования заявителя о результатах рассмотрения жалобы</w:t>
      </w:r>
    </w:p>
    <w:p w:rsidR="001B4A45" w:rsidRPr="00700844" w:rsidRDefault="001B4A45" w:rsidP="00343651">
      <w:pPr>
        <w:jc w:val="center"/>
        <w:rPr>
          <w:b/>
          <w:bCs/>
          <w:sz w:val="28"/>
          <w:szCs w:val="28"/>
        </w:rPr>
      </w:pPr>
    </w:p>
    <w:p w:rsidR="001B4A45" w:rsidRPr="00700844" w:rsidRDefault="001B4A45" w:rsidP="0034365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Pr="00700844">
        <w:rPr>
          <w:sz w:val="28"/>
          <w:szCs w:val="28"/>
        </w:rPr>
        <w:t>. Мотивированный ответ о результатах рассмотрения жалобы, подписанный председателем Комитета либо  его заместителем, направляется заявителю в письменной и по его желанию в электронной форме не позднее дня, следующего за днем принятия решения по результатам рассмотрения жалобы.</w:t>
      </w:r>
    </w:p>
    <w:p w:rsidR="001B4A45" w:rsidRPr="00700844" w:rsidRDefault="001B4A45" w:rsidP="00343651">
      <w:pPr>
        <w:jc w:val="center"/>
        <w:rPr>
          <w:sz w:val="28"/>
          <w:szCs w:val="28"/>
        </w:rPr>
      </w:pPr>
    </w:p>
    <w:p w:rsidR="001B4A45" w:rsidRPr="00700844" w:rsidRDefault="001B4A45" w:rsidP="00343651">
      <w:pPr>
        <w:ind w:firstLine="561"/>
        <w:jc w:val="center"/>
        <w:rPr>
          <w:b/>
          <w:bCs/>
          <w:sz w:val="28"/>
          <w:szCs w:val="28"/>
        </w:rPr>
      </w:pPr>
      <w:r w:rsidRPr="00700844">
        <w:rPr>
          <w:b/>
          <w:bCs/>
          <w:sz w:val="28"/>
          <w:szCs w:val="28"/>
        </w:rPr>
        <w:t>Порядок обжалования решения по жалобе</w:t>
      </w:r>
    </w:p>
    <w:p w:rsidR="001B4A45" w:rsidRPr="00700844" w:rsidRDefault="001B4A45" w:rsidP="00343651">
      <w:pPr>
        <w:ind w:firstLine="561"/>
        <w:jc w:val="center"/>
        <w:rPr>
          <w:b/>
          <w:bCs/>
          <w:sz w:val="28"/>
          <w:szCs w:val="28"/>
        </w:rPr>
      </w:pP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Pr="00700844">
        <w:rPr>
          <w:sz w:val="28"/>
          <w:szCs w:val="28"/>
        </w:rPr>
        <w:t>. Заявители имеют право обжаловать решение по жалобе в соответствии с законодательством Российской Федерации, в том числе в судебном порядке.</w:t>
      </w:r>
    </w:p>
    <w:p w:rsidR="001B4A45" w:rsidRPr="00700844" w:rsidRDefault="001B4A45" w:rsidP="00343651">
      <w:pPr>
        <w:jc w:val="center"/>
        <w:rPr>
          <w:b/>
          <w:bCs/>
          <w:sz w:val="28"/>
          <w:szCs w:val="28"/>
        </w:rPr>
      </w:pPr>
    </w:p>
    <w:p w:rsidR="001B4A45" w:rsidRPr="00700844" w:rsidRDefault="001B4A45" w:rsidP="00343651">
      <w:pPr>
        <w:jc w:val="center"/>
        <w:rPr>
          <w:b/>
          <w:bCs/>
          <w:sz w:val="28"/>
          <w:szCs w:val="28"/>
        </w:rPr>
      </w:pPr>
      <w:r w:rsidRPr="00700844">
        <w:rPr>
          <w:b/>
          <w:bCs/>
          <w:sz w:val="28"/>
          <w:szCs w:val="28"/>
        </w:rPr>
        <w:t xml:space="preserve">Право заявителя на получение информации и документов, необходимых для обоснования и рассмотрения жалобы </w:t>
      </w:r>
    </w:p>
    <w:p w:rsidR="001B4A45" w:rsidRPr="00700844" w:rsidRDefault="001B4A45" w:rsidP="00343651">
      <w:pPr>
        <w:jc w:val="center"/>
        <w:rPr>
          <w:b/>
          <w:bCs/>
          <w:sz w:val="28"/>
          <w:szCs w:val="28"/>
        </w:rPr>
      </w:pP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Pr="00700844">
        <w:rPr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жалобы.</w:t>
      </w:r>
    </w:p>
    <w:p w:rsidR="001B4A45" w:rsidRPr="00700844" w:rsidRDefault="001B4A45" w:rsidP="00343651">
      <w:pPr>
        <w:spacing w:line="216" w:lineRule="auto"/>
        <w:ind w:firstLine="540"/>
        <w:rPr>
          <w:sz w:val="28"/>
          <w:szCs w:val="28"/>
        </w:rPr>
      </w:pPr>
    </w:p>
    <w:p w:rsidR="001B4A45" w:rsidRDefault="001B4A45" w:rsidP="00343651">
      <w:pPr>
        <w:ind w:firstLine="561"/>
        <w:jc w:val="center"/>
        <w:rPr>
          <w:b/>
          <w:bCs/>
          <w:sz w:val="28"/>
          <w:szCs w:val="28"/>
        </w:rPr>
      </w:pPr>
    </w:p>
    <w:p w:rsidR="001B4A45" w:rsidRDefault="001B4A45" w:rsidP="00343651">
      <w:pPr>
        <w:ind w:firstLine="561"/>
        <w:jc w:val="center"/>
        <w:rPr>
          <w:b/>
          <w:bCs/>
          <w:sz w:val="28"/>
          <w:szCs w:val="28"/>
        </w:rPr>
      </w:pPr>
    </w:p>
    <w:p w:rsidR="001B4A45" w:rsidRDefault="001B4A45" w:rsidP="00343651">
      <w:pPr>
        <w:ind w:firstLine="561"/>
        <w:jc w:val="center"/>
        <w:rPr>
          <w:b/>
          <w:bCs/>
          <w:sz w:val="28"/>
          <w:szCs w:val="28"/>
        </w:rPr>
      </w:pPr>
    </w:p>
    <w:p w:rsidR="001B4A45" w:rsidRDefault="001B4A45" w:rsidP="00343651">
      <w:pPr>
        <w:ind w:firstLine="561"/>
        <w:jc w:val="center"/>
        <w:rPr>
          <w:b/>
          <w:bCs/>
          <w:sz w:val="28"/>
          <w:szCs w:val="28"/>
        </w:rPr>
      </w:pPr>
    </w:p>
    <w:p w:rsidR="001B4A45" w:rsidRDefault="001B4A45" w:rsidP="00343651">
      <w:pPr>
        <w:ind w:firstLine="561"/>
        <w:jc w:val="center"/>
        <w:rPr>
          <w:b/>
          <w:bCs/>
          <w:sz w:val="28"/>
          <w:szCs w:val="28"/>
        </w:rPr>
      </w:pPr>
    </w:p>
    <w:p w:rsidR="001B4A45" w:rsidRDefault="001B4A45" w:rsidP="00343651">
      <w:pPr>
        <w:ind w:firstLine="561"/>
        <w:jc w:val="center"/>
        <w:rPr>
          <w:b/>
          <w:bCs/>
          <w:sz w:val="28"/>
          <w:szCs w:val="28"/>
        </w:rPr>
      </w:pPr>
    </w:p>
    <w:p w:rsidR="001B4A45" w:rsidRDefault="001B4A45" w:rsidP="00343651">
      <w:pPr>
        <w:ind w:firstLine="561"/>
        <w:jc w:val="center"/>
        <w:rPr>
          <w:b/>
          <w:bCs/>
          <w:sz w:val="28"/>
          <w:szCs w:val="28"/>
        </w:rPr>
      </w:pPr>
    </w:p>
    <w:p w:rsidR="001B4A45" w:rsidRPr="00700844" w:rsidRDefault="001B4A45" w:rsidP="00343651">
      <w:pPr>
        <w:ind w:firstLine="561"/>
        <w:jc w:val="center"/>
        <w:rPr>
          <w:b/>
          <w:bCs/>
          <w:sz w:val="28"/>
          <w:szCs w:val="28"/>
        </w:rPr>
      </w:pPr>
      <w:r w:rsidRPr="00700844">
        <w:rPr>
          <w:b/>
          <w:bCs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1B4A45" w:rsidRPr="00700844" w:rsidRDefault="001B4A45" w:rsidP="00343651">
      <w:pPr>
        <w:ind w:firstLine="561"/>
        <w:jc w:val="both"/>
        <w:rPr>
          <w:sz w:val="28"/>
          <w:szCs w:val="28"/>
        </w:rPr>
      </w:pPr>
    </w:p>
    <w:p w:rsidR="001B4A45" w:rsidRPr="00834479" w:rsidRDefault="001B4A45" w:rsidP="00343651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Pr="00700844">
        <w:rPr>
          <w:sz w:val="28"/>
          <w:szCs w:val="28"/>
        </w:rPr>
        <w:t xml:space="preserve">. Информирование заявителей о порядке подачи и рассмотрения жалобы осуществляется посредством размещения информации на стендах в комитете, </w:t>
      </w:r>
      <w:r w:rsidRPr="00C65E6D">
        <w:rPr>
          <w:sz w:val="28"/>
          <w:szCs w:val="28"/>
        </w:rPr>
        <w:t xml:space="preserve">в федеральной государственной информационной системе </w:t>
      </w:r>
      <w:r>
        <w:rPr>
          <w:sz w:val="28"/>
          <w:szCs w:val="28"/>
        </w:rPr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www</w:t>
      </w:r>
      <w:r w:rsidRPr="00216913">
        <w:rPr>
          <w:sz w:val="28"/>
          <w:szCs w:val="28"/>
        </w:rPr>
        <w:t>.</w:t>
      </w:r>
      <w:r w:rsidRPr="008F010F">
        <w:rPr>
          <w:sz w:val="28"/>
          <w:szCs w:val="28"/>
          <w:u w:val="single"/>
        </w:rPr>
        <w:t>gosuslugi.ru.</w:t>
      </w:r>
      <w:r>
        <w:rPr>
          <w:sz w:val="28"/>
          <w:szCs w:val="28"/>
        </w:rPr>
        <w:t xml:space="preserve">, региональной информационной системе «Портал государственных и муниципальных услуг Курской области» </w:t>
      </w:r>
      <w:hyperlink r:id="rId13" w:history="1">
        <w:r w:rsidRPr="00834479">
          <w:rPr>
            <w:rStyle w:val="Hyperlink"/>
            <w:sz w:val="28"/>
            <w:szCs w:val="28"/>
            <w:lang w:val="en-US"/>
          </w:rPr>
          <w:t>https</w:t>
        </w:r>
        <w:r w:rsidRPr="00834479">
          <w:rPr>
            <w:rStyle w:val="Hyperlink"/>
            <w:sz w:val="28"/>
            <w:szCs w:val="28"/>
          </w:rPr>
          <w:t>://</w:t>
        </w:r>
        <w:r>
          <w:rPr>
            <w:rStyle w:val="Hyperlink"/>
            <w:sz w:val="28"/>
            <w:szCs w:val="28"/>
            <w:lang w:val="en-US"/>
          </w:rPr>
          <w:t>www</w:t>
        </w:r>
        <w:r w:rsidRPr="00216913">
          <w:rPr>
            <w:rStyle w:val="Hyperlink"/>
            <w:sz w:val="28"/>
            <w:szCs w:val="28"/>
          </w:rPr>
          <w:t>.</w:t>
        </w:r>
        <w:r w:rsidRPr="00834479">
          <w:rPr>
            <w:rStyle w:val="Hyperlink"/>
            <w:sz w:val="28"/>
            <w:szCs w:val="28"/>
            <w:lang w:val="en-US"/>
          </w:rPr>
          <w:t>r</w:t>
        </w:r>
        <w:r w:rsidRPr="00834479">
          <w:rPr>
            <w:rStyle w:val="Hyperlink"/>
            <w:sz w:val="28"/>
            <w:szCs w:val="28"/>
          </w:rPr>
          <w:t>pgu.rkursk.ru</w:t>
        </w:r>
      </w:hyperlink>
      <w:r w:rsidRPr="00834479">
        <w:rPr>
          <w:sz w:val="28"/>
          <w:szCs w:val="28"/>
        </w:rPr>
        <w:t>, на официальном сайте Администрации Курской области</w:t>
      </w:r>
      <w:r>
        <w:rPr>
          <w:sz w:val="28"/>
          <w:szCs w:val="28"/>
        </w:rPr>
        <w:t xml:space="preserve"> </w:t>
      </w:r>
      <w:r w:rsidRPr="00834479">
        <w:rPr>
          <w:sz w:val="28"/>
          <w:szCs w:val="28"/>
        </w:rPr>
        <w:t>https://</w:t>
      </w:r>
      <w:r>
        <w:rPr>
          <w:sz w:val="28"/>
          <w:szCs w:val="28"/>
          <w:lang w:val="en-US"/>
        </w:rPr>
        <w:t>adm</w:t>
      </w:r>
      <w:r w:rsidRPr="0083447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rkursk</w:t>
      </w:r>
      <w:r w:rsidRPr="0083447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834479">
        <w:rPr>
          <w:sz w:val="28"/>
          <w:szCs w:val="28"/>
        </w:rPr>
        <w:t>.</w:t>
      </w:r>
    </w:p>
    <w:p w:rsidR="001B4A45" w:rsidRDefault="001B4A45" w:rsidP="00A158D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1B4A45" w:rsidRDefault="001B4A45" w:rsidP="00A158DB">
      <w:pPr>
        <w:rPr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jc w:val="center"/>
        <w:rPr>
          <w:b/>
          <w:bCs/>
          <w:sz w:val="28"/>
          <w:szCs w:val="28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Pr="009C21A9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</w:t>
      </w:r>
    </w:p>
    <w:p w:rsidR="001B4A45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9C21A9">
        <w:rPr>
          <w:sz w:val="22"/>
          <w:szCs w:val="22"/>
        </w:rPr>
        <w:t xml:space="preserve"> Административному регламенту</w:t>
      </w:r>
    </w:p>
    <w:p w:rsidR="001B4A45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 комитета социального обеспечения Курской области </w:t>
      </w:r>
    </w:p>
    <w:p w:rsidR="001B4A45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по предоставлению государственной услуги </w:t>
      </w:r>
    </w:p>
    <w:p w:rsidR="001B4A45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«Признание граждан нуждающимися </w:t>
      </w:r>
    </w:p>
    <w:p w:rsidR="001B4A45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в предоставлении социальных услуг в стационарной </w:t>
      </w:r>
    </w:p>
    <w:p w:rsidR="001B4A45" w:rsidRPr="007663B8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>форме социального обслуживания»</w:t>
      </w:r>
    </w:p>
    <w:p w:rsidR="001B4A45" w:rsidRDefault="001B4A45" w:rsidP="00A158DB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2" w:type="dxa"/>
        <w:tblLook w:val="01E0"/>
      </w:tblPr>
      <w:tblGrid>
        <w:gridCol w:w="5042"/>
      </w:tblGrid>
      <w:tr w:rsidR="001B4A45" w:rsidRPr="009C21A9">
        <w:tc>
          <w:tcPr>
            <w:tcW w:w="5042" w:type="dxa"/>
          </w:tcPr>
          <w:p w:rsidR="001B4A45" w:rsidRPr="009C21A9" w:rsidRDefault="001B4A45" w:rsidP="007663B8">
            <w:pPr>
              <w:tabs>
                <w:tab w:val="center" w:pos="4677"/>
                <w:tab w:val="right" w:pos="9355"/>
              </w:tabs>
              <w:jc w:val="both"/>
            </w:pPr>
          </w:p>
        </w:tc>
      </w:tr>
    </w:tbl>
    <w:p w:rsidR="001B4A45" w:rsidRDefault="001B4A45" w:rsidP="00A158DB">
      <w:pPr>
        <w:jc w:val="center"/>
        <w:rPr>
          <w:b/>
          <w:bCs/>
        </w:rPr>
      </w:pPr>
      <w:r w:rsidRPr="00A02B4A">
        <w:rPr>
          <w:b/>
          <w:bCs/>
        </w:rPr>
        <w:t xml:space="preserve">Перечень учреждений, </w:t>
      </w:r>
    </w:p>
    <w:p w:rsidR="001B4A45" w:rsidRPr="00A02B4A" w:rsidRDefault="001B4A45" w:rsidP="00A158DB">
      <w:pPr>
        <w:jc w:val="center"/>
        <w:rPr>
          <w:b/>
          <w:bCs/>
        </w:rPr>
      </w:pPr>
      <w:r>
        <w:rPr>
          <w:b/>
          <w:bCs/>
        </w:rPr>
        <w:t xml:space="preserve">предоставляющих и участвующих в </w:t>
      </w:r>
      <w:r w:rsidRPr="00A02B4A">
        <w:rPr>
          <w:b/>
          <w:bCs/>
        </w:rPr>
        <w:t>предоставлени</w:t>
      </w:r>
      <w:r>
        <w:rPr>
          <w:b/>
          <w:bCs/>
        </w:rPr>
        <w:t>и</w:t>
      </w:r>
      <w:r w:rsidRPr="00A02B4A">
        <w:rPr>
          <w:b/>
          <w:bCs/>
        </w:rPr>
        <w:t xml:space="preserve"> государственной услуги</w:t>
      </w:r>
    </w:p>
    <w:p w:rsidR="001B4A45" w:rsidRPr="007663B8" w:rsidRDefault="001B4A45" w:rsidP="007663B8">
      <w:pPr>
        <w:jc w:val="center"/>
        <w:rPr>
          <w:b/>
          <w:bCs/>
        </w:rPr>
      </w:pPr>
      <w:r w:rsidRPr="007663B8">
        <w:rPr>
          <w:b/>
          <w:bCs/>
        </w:rPr>
        <w:t xml:space="preserve"> «</w:t>
      </w:r>
      <w:r w:rsidRPr="007663B8">
        <w:rPr>
          <w:b/>
          <w:bCs/>
          <w:sz w:val="22"/>
          <w:szCs w:val="22"/>
        </w:rPr>
        <w:t>Признание граждан нуждающимися в предоставлении социальных услуг в стационарной форме социального обслуживания»</w:t>
      </w:r>
    </w:p>
    <w:p w:rsidR="001B4A45" w:rsidRPr="007A5CBC" w:rsidRDefault="001B4A45" w:rsidP="007663B8">
      <w:pPr>
        <w:jc w:val="center"/>
        <w:rPr>
          <w:sz w:val="22"/>
          <w:szCs w:val="22"/>
        </w:rPr>
      </w:pPr>
    </w:p>
    <w:tbl>
      <w:tblPr>
        <w:tblW w:w="990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"/>
        <w:gridCol w:w="3588"/>
        <w:gridCol w:w="2227"/>
        <w:gridCol w:w="41"/>
        <w:gridCol w:w="2097"/>
        <w:gridCol w:w="6"/>
        <w:gridCol w:w="113"/>
        <w:gridCol w:w="1276"/>
      </w:tblGrid>
      <w:tr w:rsidR="001B4A45" w:rsidRPr="00E05C90">
        <w:trPr>
          <w:trHeight w:val="553"/>
        </w:trPr>
        <w:tc>
          <w:tcPr>
            <w:tcW w:w="552" w:type="dxa"/>
          </w:tcPr>
          <w:p w:rsidR="001B4A45" w:rsidRPr="006B48AD" w:rsidRDefault="001B4A45" w:rsidP="00986AE4">
            <w:pPr>
              <w:jc w:val="center"/>
              <w:rPr>
                <w:b/>
                <w:bCs/>
              </w:rPr>
            </w:pPr>
            <w:r w:rsidRPr="006B48AD">
              <w:rPr>
                <w:b/>
                <w:bCs/>
                <w:sz w:val="22"/>
                <w:szCs w:val="22"/>
              </w:rPr>
              <w:t>№</w:t>
            </w:r>
          </w:p>
          <w:p w:rsidR="001B4A45" w:rsidRPr="006B48AD" w:rsidRDefault="001B4A45" w:rsidP="00986AE4">
            <w:pPr>
              <w:jc w:val="center"/>
              <w:rPr>
                <w:b/>
                <w:bCs/>
              </w:rPr>
            </w:pPr>
            <w:r w:rsidRPr="006B48AD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588" w:type="dxa"/>
          </w:tcPr>
          <w:p w:rsidR="001B4A45" w:rsidRPr="006B48AD" w:rsidRDefault="001B4A45" w:rsidP="00986AE4">
            <w:pPr>
              <w:jc w:val="center"/>
              <w:rPr>
                <w:b/>
                <w:bCs/>
              </w:rPr>
            </w:pPr>
            <w:r w:rsidRPr="006B48AD">
              <w:rPr>
                <w:b/>
                <w:bCs/>
                <w:sz w:val="22"/>
                <w:szCs w:val="22"/>
              </w:rPr>
              <w:t>Наименование</w:t>
            </w:r>
          </w:p>
          <w:p w:rsidR="001B4A45" w:rsidRPr="006B48AD" w:rsidRDefault="001B4A45" w:rsidP="00986AE4">
            <w:pPr>
              <w:jc w:val="center"/>
              <w:rPr>
                <w:b/>
                <w:bCs/>
              </w:rPr>
            </w:pPr>
            <w:r w:rsidRPr="006B48AD">
              <w:rPr>
                <w:b/>
                <w:bCs/>
                <w:sz w:val="22"/>
                <w:szCs w:val="22"/>
              </w:rPr>
              <w:t>учреждения</w:t>
            </w:r>
          </w:p>
          <w:p w:rsidR="001B4A45" w:rsidRPr="006B48AD" w:rsidRDefault="001B4A45" w:rsidP="00986AE4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gridSpan w:val="2"/>
          </w:tcPr>
          <w:p w:rsidR="001B4A45" w:rsidRPr="006B48AD" w:rsidRDefault="001B4A45" w:rsidP="00986AE4">
            <w:pPr>
              <w:jc w:val="center"/>
              <w:rPr>
                <w:b/>
                <w:bCs/>
              </w:rPr>
            </w:pPr>
            <w:r w:rsidRPr="006B48AD">
              <w:rPr>
                <w:b/>
                <w:bCs/>
                <w:sz w:val="22"/>
                <w:szCs w:val="22"/>
              </w:rPr>
              <w:t>Адрес</w:t>
            </w:r>
          </w:p>
          <w:p w:rsidR="001B4A45" w:rsidRPr="006B48AD" w:rsidRDefault="001B4A45" w:rsidP="00986AE4">
            <w:pPr>
              <w:jc w:val="center"/>
              <w:rPr>
                <w:b/>
                <w:bCs/>
              </w:rPr>
            </w:pPr>
            <w:r w:rsidRPr="006B48AD">
              <w:rPr>
                <w:b/>
                <w:bCs/>
                <w:sz w:val="22"/>
                <w:szCs w:val="22"/>
              </w:rPr>
              <w:t>учреждения</w:t>
            </w:r>
          </w:p>
          <w:p w:rsidR="001B4A45" w:rsidRPr="006B48AD" w:rsidRDefault="001B4A45" w:rsidP="00986AE4">
            <w:pPr>
              <w:jc w:val="center"/>
              <w:rPr>
                <w:b/>
                <w:bCs/>
              </w:rPr>
            </w:pPr>
          </w:p>
        </w:tc>
        <w:tc>
          <w:tcPr>
            <w:tcW w:w="2216" w:type="dxa"/>
            <w:gridSpan w:val="3"/>
          </w:tcPr>
          <w:p w:rsidR="001B4A45" w:rsidRPr="006B48AD" w:rsidRDefault="001B4A45" w:rsidP="00986AE4">
            <w:pPr>
              <w:jc w:val="center"/>
              <w:rPr>
                <w:b/>
                <w:bCs/>
              </w:rPr>
            </w:pPr>
            <w:r w:rsidRPr="006B48AD">
              <w:rPr>
                <w:b/>
                <w:bCs/>
                <w:sz w:val="22"/>
                <w:szCs w:val="22"/>
              </w:rPr>
              <w:t>ФИО</w:t>
            </w:r>
          </w:p>
          <w:p w:rsidR="001B4A45" w:rsidRPr="006B48AD" w:rsidRDefault="001B4A45" w:rsidP="00986AE4">
            <w:pPr>
              <w:jc w:val="center"/>
              <w:rPr>
                <w:b/>
                <w:bCs/>
              </w:rPr>
            </w:pPr>
            <w:r w:rsidRPr="006B48AD">
              <w:rPr>
                <w:b/>
                <w:bCs/>
                <w:sz w:val="22"/>
                <w:szCs w:val="22"/>
              </w:rPr>
              <w:t>руководителя</w:t>
            </w:r>
          </w:p>
        </w:tc>
        <w:tc>
          <w:tcPr>
            <w:tcW w:w="1276" w:type="dxa"/>
          </w:tcPr>
          <w:p w:rsidR="001B4A45" w:rsidRPr="006B48AD" w:rsidRDefault="001B4A45" w:rsidP="00986AE4">
            <w:pPr>
              <w:jc w:val="center"/>
              <w:rPr>
                <w:b/>
                <w:bCs/>
              </w:rPr>
            </w:pPr>
            <w:r w:rsidRPr="006B48AD">
              <w:rPr>
                <w:b/>
                <w:bCs/>
                <w:sz w:val="22"/>
                <w:szCs w:val="22"/>
              </w:rPr>
              <w:t>№№</w:t>
            </w:r>
          </w:p>
          <w:p w:rsidR="001B4A45" w:rsidRPr="006B48AD" w:rsidRDefault="001B4A45" w:rsidP="00986AE4">
            <w:pPr>
              <w:jc w:val="center"/>
              <w:rPr>
                <w:b/>
                <w:bCs/>
              </w:rPr>
            </w:pPr>
            <w:r w:rsidRPr="006B48AD">
              <w:rPr>
                <w:b/>
                <w:bCs/>
                <w:sz w:val="22"/>
                <w:szCs w:val="22"/>
              </w:rPr>
              <w:t>телефонов</w:t>
            </w:r>
          </w:p>
        </w:tc>
      </w:tr>
      <w:tr w:rsidR="001B4A45" w:rsidRPr="00E05C90">
        <w:trPr>
          <w:trHeight w:val="553"/>
        </w:trPr>
        <w:tc>
          <w:tcPr>
            <w:tcW w:w="552" w:type="dxa"/>
          </w:tcPr>
          <w:p w:rsidR="001B4A45" w:rsidRPr="00E05C90" w:rsidRDefault="001B4A45" w:rsidP="00986AE4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88" w:type="dxa"/>
          </w:tcPr>
          <w:p w:rsidR="001B4A45" w:rsidRPr="00721A16" w:rsidRDefault="001B4A45" w:rsidP="007C68DE">
            <w:pPr>
              <w:spacing w:line="22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Комитет социального обеспечения Курской области</w:t>
            </w:r>
          </w:p>
        </w:tc>
        <w:tc>
          <w:tcPr>
            <w:tcW w:w="2268" w:type="dxa"/>
            <w:gridSpan w:val="2"/>
          </w:tcPr>
          <w:p w:rsidR="001B4A45" w:rsidRDefault="001B4A45" w:rsidP="00F94EB6">
            <w:pPr>
              <w:spacing w:line="22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305007</w:t>
            </w:r>
          </w:p>
          <w:p w:rsidR="001B4A45" w:rsidRDefault="001B4A45" w:rsidP="00F94EB6">
            <w:pPr>
              <w:spacing w:line="22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г.Курск,</w:t>
            </w:r>
          </w:p>
          <w:p w:rsidR="001B4A45" w:rsidRPr="00721A16" w:rsidRDefault="001B4A45" w:rsidP="00F94EB6">
            <w:pPr>
              <w:spacing w:line="22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ул.Моковская, 2Г</w:t>
            </w:r>
          </w:p>
        </w:tc>
        <w:tc>
          <w:tcPr>
            <w:tcW w:w="2216" w:type="dxa"/>
            <w:gridSpan w:val="3"/>
          </w:tcPr>
          <w:p w:rsidR="001B4A45" w:rsidRDefault="001B4A45" w:rsidP="00F94E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Дроженко</w:t>
            </w:r>
          </w:p>
          <w:p w:rsidR="001B4A45" w:rsidRPr="00721A16" w:rsidRDefault="001B4A45" w:rsidP="00F94E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Вадим Викторович</w:t>
            </w:r>
          </w:p>
        </w:tc>
        <w:tc>
          <w:tcPr>
            <w:tcW w:w="1276" w:type="dxa"/>
          </w:tcPr>
          <w:p w:rsidR="001B4A45" w:rsidRDefault="001B4A45" w:rsidP="00F94EB6">
            <w:pPr>
              <w:spacing w:line="225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35-75-83; </w:t>
            </w:r>
          </w:p>
          <w:p w:rsidR="001B4A45" w:rsidRDefault="001B4A45" w:rsidP="00F94EB6">
            <w:pPr>
              <w:spacing w:line="225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35-03-41</w:t>
            </w:r>
          </w:p>
          <w:p w:rsidR="001B4A45" w:rsidRPr="00865D13" w:rsidRDefault="001B4A45" w:rsidP="00F94EB6">
            <w:pPr>
              <w:spacing w:line="225" w:lineRule="auto"/>
              <w:rPr>
                <w:sz w:val="20"/>
                <w:szCs w:val="20"/>
              </w:rPr>
            </w:pP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2513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Беловского района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307910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слобода Белая,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Советская площадь, 8</w:t>
            </w:r>
          </w:p>
        </w:tc>
        <w:tc>
          <w:tcPr>
            <w:tcW w:w="2216" w:type="dxa"/>
            <w:gridSpan w:val="3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Некрасова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Антонина Николаевна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8(471-49)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2-13-46 ф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2-18-44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ogucokcson@rambler.ru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ind w:left="-134"/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Областное бюджетное учреждение социального обслуживания "Комплексный центр социального обслуживания населения Большесолдатского района Курской области"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307850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село Большое Солдатское,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ул.Советская, 129</w:t>
            </w:r>
          </w:p>
        </w:tc>
        <w:tc>
          <w:tcPr>
            <w:tcW w:w="2216" w:type="dxa"/>
            <w:gridSpan w:val="3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 </w:t>
            </w:r>
            <w:r w:rsidRPr="00E05C90">
              <w:rPr>
                <w:b/>
                <w:bCs/>
                <w:i/>
                <w:iCs/>
                <w:sz w:val="20"/>
                <w:szCs w:val="20"/>
              </w:rPr>
              <w:t>Мясищева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Наталья Николаевна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8(471-36)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2-14-80 ф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2-16-41</w:t>
            </w:r>
          </w:p>
          <w:p w:rsidR="001B4A45" w:rsidRPr="00E5685C" w:rsidRDefault="001B4A45" w:rsidP="00E568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Oguso</w:t>
            </w:r>
            <w:r w:rsidRPr="00390A3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bs</w:t>
            </w:r>
            <w:r w:rsidRPr="00390A36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390A36">
              <w:rPr>
                <w:sz w:val="20"/>
                <w:szCs w:val="20"/>
              </w:rPr>
              <w:t>.</w:t>
            </w:r>
            <w:r w:rsidRPr="001D6974">
              <w:rPr>
                <w:sz w:val="20"/>
                <w:szCs w:val="20"/>
                <w:lang w:val="en-US"/>
              </w:rPr>
              <w:t>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Глушковского района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307450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п.Глушково,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ул.Советская,1</w:t>
            </w:r>
          </w:p>
        </w:tc>
        <w:tc>
          <w:tcPr>
            <w:tcW w:w="2216" w:type="dxa"/>
            <w:gridSpan w:val="3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Лысенко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Василий Иванович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8(471-32)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2-19-55 ф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hyperlink r:id="rId14" w:history="1">
              <w:r w:rsidRPr="00863755">
                <w:rPr>
                  <w:rStyle w:val="Hyperlink"/>
                  <w:sz w:val="20"/>
                  <w:szCs w:val="20"/>
                  <w:lang w:val="en-US"/>
                </w:rPr>
                <w:t>soz</w:t>
              </w:r>
              <w:r w:rsidRPr="00863755">
                <w:rPr>
                  <w:rStyle w:val="Hyperlink"/>
                  <w:sz w:val="20"/>
                  <w:szCs w:val="20"/>
                </w:rPr>
                <w:t>.</w:t>
              </w:r>
              <w:r w:rsidRPr="00863755">
                <w:rPr>
                  <w:rStyle w:val="Hyperlink"/>
                  <w:sz w:val="20"/>
                  <w:szCs w:val="20"/>
                  <w:lang w:val="en-US"/>
                </w:rPr>
                <w:t>obsluq</w:t>
              </w:r>
              <w:r w:rsidRPr="00863755">
                <w:rPr>
                  <w:rStyle w:val="Hyperlink"/>
                  <w:sz w:val="20"/>
                  <w:szCs w:val="20"/>
                </w:rPr>
                <w:t>.</w:t>
              </w:r>
              <w:r w:rsidRPr="00863755">
                <w:rPr>
                  <w:rStyle w:val="Hyperlink"/>
                  <w:sz w:val="20"/>
                  <w:szCs w:val="20"/>
                  <w:lang w:val="en-US"/>
                </w:rPr>
                <w:t>qlushkowo</w:t>
              </w:r>
              <w:r w:rsidRPr="00863755">
                <w:rPr>
                  <w:rStyle w:val="Hyperlink"/>
                  <w:sz w:val="20"/>
                  <w:szCs w:val="20"/>
                </w:rPr>
                <w:t>@</w:t>
              </w:r>
              <w:r w:rsidRPr="00863755">
                <w:rPr>
                  <w:rStyle w:val="Hyperlink"/>
                  <w:sz w:val="20"/>
                  <w:szCs w:val="20"/>
                  <w:lang w:val="en-US"/>
                </w:rPr>
                <w:t>yandex</w:t>
              </w:r>
              <w:r w:rsidRPr="00863755">
                <w:rPr>
                  <w:rStyle w:val="Hyperlink"/>
                  <w:sz w:val="20"/>
                  <w:szCs w:val="20"/>
                </w:rPr>
                <w:t>.</w:t>
              </w:r>
              <w:r w:rsidRPr="00863755">
                <w:rPr>
                  <w:rStyle w:val="Hyperlink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Горшеченского района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306800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п.Горшечное,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ул.Кирова, 18</w:t>
            </w:r>
          </w:p>
        </w:tc>
        <w:tc>
          <w:tcPr>
            <w:tcW w:w="2216" w:type="dxa"/>
            <w:gridSpan w:val="3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Костина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Вера Васильевна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8(471-33)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2-24-61</w:t>
            </w:r>
          </w:p>
          <w:p w:rsidR="001B4A45" w:rsidRPr="00E5685C" w:rsidRDefault="001B4A45" w:rsidP="00E568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Grkcson@rambler.ru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88" w:type="dxa"/>
          </w:tcPr>
          <w:p w:rsidR="001B4A45" w:rsidRPr="00E05C90" w:rsidRDefault="001B4A45" w:rsidP="007663B8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Областное бюджетное учреждение социального обслуживания "Железногорск</w:t>
            </w:r>
            <w:r>
              <w:rPr>
                <w:sz w:val="20"/>
                <w:szCs w:val="20"/>
              </w:rPr>
              <w:t xml:space="preserve">ий межрайонный комплексный центр социального </w:t>
            </w:r>
            <w:r w:rsidRPr="00E05C9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бслуживания населения"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307150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слобода Михайловка,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ул.Строительная,7-а</w:t>
            </w:r>
          </w:p>
        </w:tc>
        <w:tc>
          <w:tcPr>
            <w:tcW w:w="2216" w:type="dxa"/>
            <w:gridSpan w:val="3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Соколикова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Наталья Васильевна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8(471-48)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7-47-31 ф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7-15-60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ogusom</w:t>
            </w:r>
            <w:r w:rsidRPr="001D6974">
              <w:rPr>
                <w:sz w:val="20"/>
                <w:szCs w:val="20"/>
                <w:lang w:val="en-US"/>
              </w:rPr>
              <w:t>@kursknet.ru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Золотухинского района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306020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п.Золотухино,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ул.Кирова,37</w:t>
            </w:r>
          </w:p>
        </w:tc>
        <w:tc>
          <w:tcPr>
            <w:tcW w:w="2216" w:type="dxa"/>
            <w:gridSpan w:val="3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Ковалёва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Марина Александровна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8(471-51)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2-14-35 ф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kcsonzol</w:t>
            </w:r>
            <w:r w:rsidRPr="001D6974">
              <w:rPr>
                <w:sz w:val="20"/>
                <w:szCs w:val="20"/>
                <w:lang w:val="en-US"/>
              </w:rPr>
              <w:t>@</w:t>
            </w:r>
            <w:r>
              <w:rPr>
                <w:sz w:val="20"/>
                <w:szCs w:val="20"/>
                <w:lang w:val="en-US"/>
              </w:rPr>
              <w:t>yandex.ru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Касторенского района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306700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п.Касторное,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ул.50-лет Октября, 6</w:t>
            </w:r>
          </w:p>
        </w:tc>
        <w:tc>
          <w:tcPr>
            <w:tcW w:w="2216" w:type="dxa"/>
            <w:gridSpan w:val="3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Пожидаева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Наталья Александровна</w:t>
            </w:r>
          </w:p>
        </w:tc>
        <w:tc>
          <w:tcPr>
            <w:tcW w:w="1276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8(471-57)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2-21-13 ф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Kastornoektzson2011@yandex.ru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Конышевского района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307620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п.Конышевка,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ул.Ленина,17</w:t>
            </w:r>
          </w:p>
        </w:tc>
        <w:tc>
          <w:tcPr>
            <w:tcW w:w="2216" w:type="dxa"/>
            <w:gridSpan w:val="3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Березникова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Людмила Николаевна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8(471-56)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2-10-06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1D6974">
              <w:rPr>
                <w:sz w:val="20"/>
                <w:szCs w:val="20"/>
                <w:lang w:val="en-US"/>
              </w:rPr>
              <w:t>zentrsokr@yandex.ru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2513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Кореневского района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307410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п.Коренево,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ул.Ленина,27</w:t>
            </w:r>
          </w:p>
        </w:tc>
        <w:tc>
          <w:tcPr>
            <w:tcW w:w="2216" w:type="dxa"/>
            <w:gridSpan w:val="3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Пугачёва</w:t>
            </w:r>
          </w:p>
          <w:p w:rsidR="001B4A45" w:rsidRPr="00E05C90" w:rsidRDefault="001B4A45" w:rsidP="00986AE4">
            <w:pPr>
              <w:ind w:left="-124" w:right="-108"/>
              <w:jc w:val="center"/>
              <w:rPr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Виктория Александровна</w:t>
            </w:r>
            <w:r w:rsidRPr="00E05C90">
              <w:rPr>
                <w:sz w:val="20"/>
                <w:szCs w:val="20"/>
              </w:rPr>
              <w:t>,</w:t>
            </w:r>
          </w:p>
          <w:p w:rsidR="001B4A45" w:rsidRPr="00E05C90" w:rsidRDefault="001B4A45" w:rsidP="00986AE4">
            <w:pPr>
              <w:ind w:right="-108"/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8(471-47)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2-12-50 ф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1D6974">
              <w:rPr>
                <w:sz w:val="20"/>
                <w:szCs w:val="20"/>
                <w:lang w:val="en-US"/>
              </w:rPr>
              <w:t>KCSON</w:t>
            </w:r>
            <w:r w:rsidRPr="00F21540">
              <w:rPr>
                <w:sz w:val="20"/>
                <w:szCs w:val="20"/>
              </w:rPr>
              <w:t>.</w:t>
            </w:r>
            <w:r w:rsidRPr="001D6974">
              <w:rPr>
                <w:sz w:val="20"/>
                <w:szCs w:val="20"/>
                <w:lang w:val="en-US"/>
              </w:rPr>
              <w:t>KOR</w:t>
            </w:r>
            <w:r w:rsidRPr="00F21540">
              <w:rPr>
                <w:sz w:val="20"/>
                <w:szCs w:val="20"/>
              </w:rPr>
              <w:t>@</w:t>
            </w:r>
            <w:r w:rsidRPr="001D6974">
              <w:rPr>
                <w:sz w:val="20"/>
                <w:szCs w:val="20"/>
                <w:lang w:val="en-US"/>
              </w:rPr>
              <w:t>YANDEX</w:t>
            </w:r>
            <w:r w:rsidRPr="00F21540">
              <w:rPr>
                <w:sz w:val="20"/>
                <w:szCs w:val="20"/>
              </w:rPr>
              <w:t>.</w:t>
            </w:r>
            <w:r w:rsidRPr="001D6974">
              <w:rPr>
                <w:sz w:val="20"/>
                <w:szCs w:val="20"/>
                <w:lang w:val="en-US"/>
              </w:rPr>
              <w:t>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обслуживания населения Курского района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305007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город Курск,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ул.Моковская, 2-г</w:t>
            </w:r>
          </w:p>
        </w:tc>
        <w:tc>
          <w:tcPr>
            <w:tcW w:w="2216" w:type="dxa"/>
            <w:gridSpan w:val="3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Брянцева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Ольга Петровна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35-26-67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kcson_kr@mail.ru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Курчатовского  района и города Курчатова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307750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город Курчатов,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ул.Молодёжная,11</w:t>
            </w:r>
          </w:p>
        </w:tc>
        <w:tc>
          <w:tcPr>
            <w:tcW w:w="2097" w:type="dxa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Чувакова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Галина Николаевна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3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8(471-31)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4-45-44 ф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2-51-99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2-51-88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2-35-29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1D6974">
              <w:rPr>
                <w:sz w:val="20"/>
                <w:szCs w:val="20"/>
                <w:lang w:val="en-US"/>
              </w:rPr>
              <w:t>oguso</w:t>
            </w:r>
            <w:r w:rsidRPr="00A87464">
              <w:rPr>
                <w:sz w:val="20"/>
                <w:szCs w:val="20"/>
              </w:rPr>
              <w:t>_</w:t>
            </w:r>
            <w:r w:rsidRPr="001D6974">
              <w:rPr>
                <w:sz w:val="20"/>
                <w:szCs w:val="20"/>
                <w:lang w:val="en-US"/>
              </w:rPr>
              <w:t>kcson</w:t>
            </w:r>
            <w:r w:rsidRPr="00A87464">
              <w:rPr>
                <w:sz w:val="20"/>
                <w:szCs w:val="20"/>
              </w:rPr>
              <w:t>@</w:t>
            </w:r>
            <w:r w:rsidRPr="001D6974">
              <w:rPr>
                <w:sz w:val="20"/>
                <w:szCs w:val="20"/>
                <w:lang w:val="en-US"/>
              </w:rPr>
              <w:t>mail</w:t>
            </w:r>
            <w:r w:rsidRPr="00A87464">
              <w:rPr>
                <w:sz w:val="20"/>
                <w:szCs w:val="20"/>
              </w:rPr>
              <w:t>.</w:t>
            </w:r>
            <w:r w:rsidRPr="001D6974">
              <w:rPr>
                <w:sz w:val="20"/>
                <w:szCs w:val="20"/>
                <w:lang w:val="en-US"/>
              </w:rPr>
              <w:t>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Медвенского района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307030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п.Медвенка,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ул.Советская, 68-в</w:t>
            </w:r>
          </w:p>
        </w:tc>
        <w:tc>
          <w:tcPr>
            <w:tcW w:w="2097" w:type="dxa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Кузьмина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Мария Дмитриевна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3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8(471-46)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4-19-04 ф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4-19-05</w:t>
            </w:r>
          </w:p>
          <w:p w:rsidR="001B4A45" w:rsidRDefault="001B4A45" w:rsidP="00E5685C">
            <w:pPr>
              <w:rPr>
                <w:sz w:val="20"/>
                <w:szCs w:val="20"/>
              </w:rPr>
            </w:pPr>
            <w:r w:rsidRPr="001D6974">
              <w:rPr>
                <w:sz w:val="20"/>
                <w:szCs w:val="20"/>
                <w:lang w:val="en-US"/>
              </w:rPr>
              <w:t>kcson</w:t>
            </w:r>
            <w:r w:rsidRPr="00897CD0">
              <w:rPr>
                <w:sz w:val="20"/>
                <w:szCs w:val="20"/>
              </w:rPr>
              <w:t>.</w:t>
            </w:r>
            <w:r w:rsidRPr="001D6974">
              <w:rPr>
                <w:sz w:val="20"/>
                <w:szCs w:val="20"/>
                <w:lang w:val="en-US"/>
              </w:rPr>
              <w:t>medvenka</w:t>
            </w:r>
            <w:r w:rsidRPr="00897CD0">
              <w:rPr>
                <w:sz w:val="20"/>
                <w:szCs w:val="20"/>
              </w:rPr>
              <w:t>@</w:t>
            </w:r>
          </w:p>
          <w:p w:rsidR="001B4A45" w:rsidRPr="00E05C90" w:rsidRDefault="001B4A45" w:rsidP="00E5685C">
            <w:pPr>
              <w:jc w:val="center"/>
              <w:rPr>
                <w:sz w:val="20"/>
                <w:szCs w:val="20"/>
              </w:rPr>
            </w:pPr>
            <w:r w:rsidRPr="001D6974">
              <w:rPr>
                <w:sz w:val="20"/>
                <w:szCs w:val="20"/>
                <w:lang w:val="en-US"/>
              </w:rPr>
              <w:t>yandex</w:t>
            </w:r>
            <w:r w:rsidRPr="00897CD0">
              <w:rPr>
                <w:sz w:val="20"/>
                <w:szCs w:val="20"/>
              </w:rPr>
              <w:t>.</w:t>
            </w:r>
            <w:r w:rsidRPr="001D6974">
              <w:rPr>
                <w:sz w:val="20"/>
                <w:szCs w:val="20"/>
                <w:lang w:val="en-US"/>
              </w:rPr>
              <w:t>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Мантуровского района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307000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п.Мантурово,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ул.Маяковского,23</w:t>
            </w:r>
          </w:p>
        </w:tc>
        <w:tc>
          <w:tcPr>
            <w:tcW w:w="2097" w:type="dxa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 </w:t>
            </w:r>
            <w:r w:rsidRPr="00E05C90">
              <w:rPr>
                <w:b/>
                <w:bCs/>
                <w:i/>
                <w:iCs/>
                <w:sz w:val="20"/>
                <w:szCs w:val="20"/>
              </w:rPr>
              <w:t>Скобеева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Тамара Ивановна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3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8(471-55)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2-14-49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Kcson-manturovo@mail.ru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Обоянского района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307230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город Обоянь,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ул.Ленина,23</w:t>
            </w:r>
          </w:p>
        </w:tc>
        <w:tc>
          <w:tcPr>
            <w:tcW w:w="2097" w:type="dxa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 </w:t>
            </w:r>
            <w:r w:rsidRPr="00E05C90">
              <w:rPr>
                <w:b/>
                <w:bCs/>
                <w:i/>
                <w:iCs/>
                <w:sz w:val="20"/>
                <w:szCs w:val="20"/>
              </w:rPr>
              <w:t>Лунёва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Любовь Николаевна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3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8(471-41)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2-38-90 ф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2-21-51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A31A4C">
              <w:rPr>
                <w:lang w:val="en-US"/>
              </w:rPr>
              <w:t>ogyso@yandex.ru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Октябрьского района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307200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пос.Прямицино,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ул.Коммунистическая,7</w:t>
            </w:r>
          </w:p>
        </w:tc>
        <w:tc>
          <w:tcPr>
            <w:tcW w:w="2097" w:type="dxa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 </w:t>
            </w:r>
            <w:r w:rsidRPr="00E05C90">
              <w:rPr>
                <w:b/>
                <w:bCs/>
                <w:i/>
                <w:iCs/>
                <w:sz w:val="20"/>
                <w:szCs w:val="20"/>
              </w:rPr>
              <w:t>Рудакова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Татьяна Андреевна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3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8(471-42)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2-13-67</w:t>
            </w:r>
          </w:p>
          <w:p w:rsidR="001B4A45" w:rsidRPr="00376F9E" w:rsidRDefault="001B4A45" w:rsidP="00E568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1D6974">
              <w:rPr>
                <w:sz w:val="20"/>
                <w:szCs w:val="20"/>
                <w:lang w:val="en-US"/>
              </w:rPr>
              <w:t>guson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@yandex.ru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588" w:type="dxa"/>
          </w:tcPr>
          <w:p w:rsidR="001B4A45" w:rsidRPr="00E05C90" w:rsidRDefault="001B4A45" w:rsidP="0022406D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Областное бюджетное учреждение социального обслуживания "Комплексный центр социального обслуживания населения Пристенского района Курской области"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306200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п.Пристень,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ул.Советская,22</w:t>
            </w:r>
          </w:p>
        </w:tc>
        <w:tc>
          <w:tcPr>
            <w:tcW w:w="2097" w:type="dxa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Миненкова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Елена Андреевна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3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8(471-34)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2-15-88 ф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2-15-37</w:t>
            </w:r>
          </w:p>
          <w:p w:rsidR="001B4A45" w:rsidRPr="00E05C90" w:rsidRDefault="001B4A45" w:rsidP="0022406D">
            <w:pPr>
              <w:jc w:val="center"/>
              <w:rPr>
                <w:sz w:val="20"/>
                <w:szCs w:val="20"/>
              </w:rPr>
            </w:pPr>
            <w:hyperlink r:id="rId15" w:history="1">
              <w:r w:rsidRPr="000B0E4E">
                <w:rPr>
                  <w:rStyle w:val="Hyperlink"/>
                  <w:sz w:val="20"/>
                  <w:szCs w:val="20"/>
                </w:rPr>
                <w:t>KCSONpristen@mail.ru</w:t>
              </w:r>
            </w:hyperlink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Поныровского района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306000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пос.Поныри,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ул.Первомайская,3</w:t>
            </w:r>
            <w:r>
              <w:rPr>
                <w:sz w:val="20"/>
                <w:szCs w:val="20"/>
              </w:rPr>
              <w:t>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Самофалова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Светлана Борисовна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3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8(471-35)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2-10-88 ф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Compl</w:t>
            </w:r>
            <w:r w:rsidRPr="007663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czenter</w:t>
            </w:r>
            <w:r w:rsidRPr="007663B8">
              <w:rPr>
                <w:sz w:val="20"/>
                <w:szCs w:val="20"/>
              </w:rPr>
              <w:t>2009@</w:t>
            </w:r>
            <w:r>
              <w:rPr>
                <w:sz w:val="20"/>
                <w:szCs w:val="20"/>
                <w:lang w:val="en-US"/>
              </w:rPr>
              <w:t>yandex</w:t>
            </w:r>
            <w:r w:rsidRPr="007663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588" w:type="dxa"/>
          </w:tcPr>
          <w:p w:rsidR="001B4A45" w:rsidRPr="00E05C90" w:rsidRDefault="001B4A45" w:rsidP="007663B8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Областное бюджетное учреждение социального обслуживания "</w:t>
            </w:r>
            <w:r>
              <w:rPr>
                <w:sz w:val="20"/>
                <w:szCs w:val="20"/>
              </w:rPr>
              <w:t xml:space="preserve">Рыльский межрайонный комплексный центр социального </w:t>
            </w:r>
            <w:r w:rsidRPr="00E05C9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бслуживания населения</w:t>
            </w:r>
            <w:r w:rsidRPr="00E05C90">
              <w:rPr>
                <w:sz w:val="20"/>
                <w:szCs w:val="20"/>
              </w:rPr>
              <w:t xml:space="preserve"> 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307370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город Рыльск,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ул.Дзержинского,11</w:t>
            </w:r>
          </w:p>
        </w:tc>
        <w:tc>
          <w:tcPr>
            <w:tcW w:w="2097" w:type="dxa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Котельников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Александр Петрович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3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8(471-52)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2-62-28 ф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2-19-32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rylsk</w:t>
            </w:r>
            <w:r w:rsidRPr="007663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ktsson</w:t>
            </w:r>
            <w:r w:rsidRPr="007663B8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  <w:lang w:val="en-US"/>
              </w:rPr>
              <w:t>yandex</w:t>
            </w:r>
            <w:r w:rsidRPr="007663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Советского района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306600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пос.Кшенский,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ул.Пролетарская,45</w:t>
            </w:r>
          </w:p>
        </w:tc>
        <w:tc>
          <w:tcPr>
            <w:tcW w:w="2097" w:type="dxa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Полднева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Наталья Викторовна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3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8(471-58)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2-13-43 ф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2-21-20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1D6974">
              <w:rPr>
                <w:sz w:val="20"/>
                <w:szCs w:val="20"/>
                <w:lang w:val="en-US"/>
              </w:rPr>
              <w:t>ogy</w:t>
            </w:r>
            <w:r w:rsidRPr="001D697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kcso</w:t>
            </w:r>
            <w:r w:rsidRPr="001D6974">
              <w:rPr>
                <w:sz w:val="20"/>
                <w:szCs w:val="20"/>
              </w:rPr>
              <w:t>13</w:t>
            </w:r>
            <w:r w:rsidRPr="00AD3F6C">
              <w:rPr>
                <w:sz w:val="20"/>
                <w:szCs w:val="20"/>
              </w:rPr>
              <w:t>@</w:t>
            </w:r>
            <w:r w:rsidRPr="001D6974">
              <w:rPr>
                <w:sz w:val="20"/>
                <w:szCs w:val="20"/>
                <w:lang w:val="en-US"/>
              </w:rPr>
              <w:t>gmail</w:t>
            </w:r>
            <w:r w:rsidRPr="00AD3F6C">
              <w:rPr>
                <w:sz w:val="20"/>
                <w:szCs w:val="20"/>
              </w:rPr>
              <w:t>.</w:t>
            </w:r>
            <w:r w:rsidRPr="001D6974">
              <w:rPr>
                <w:sz w:val="20"/>
                <w:szCs w:val="20"/>
                <w:lang w:val="en-US"/>
              </w:rPr>
              <w:t>com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Солнцевского района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306120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пос.Солнцево,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ул.Кирова,1</w:t>
            </w:r>
          </w:p>
        </w:tc>
        <w:tc>
          <w:tcPr>
            <w:tcW w:w="2097" w:type="dxa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Черникова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Татьяна Фёдоровна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3"/>
          </w:tcPr>
          <w:p w:rsidR="001B4A45" w:rsidRPr="00271722" w:rsidRDefault="001B4A45" w:rsidP="00986AE4">
            <w:pPr>
              <w:jc w:val="center"/>
              <w:rPr>
                <w:sz w:val="20"/>
                <w:szCs w:val="20"/>
              </w:rPr>
            </w:pPr>
            <w:r w:rsidRPr="00271722">
              <w:rPr>
                <w:sz w:val="20"/>
                <w:szCs w:val="20"/>
              </w:rPr>
              <w:t>8(471-54)</w:t>
            </w:r>
          </w:p>
          <w:p w:rsidR="001B4A45" w:rsidRPr="00271722" w:rsidRDefault="001B4A45" w:rsidP="00986AE4">
            <w:pPr>
              <w:jc w:val="center"/>
              <w:rPr>
                <w:sz w:val="20"/>
                <w:szCs w:val="20"/>
              </w:rPr>
            </w:pPr>
            <w:r w:rsidRPr="00271722">
              <w:rPr>
                <w:sz w:val="20"/>
                <w:szCs w:val="20"/>
              </w:rPr>
              <w:t>2-15-94</w:t>
            </w:r>
          </w:p>
          <w:p w:rsidR="001B4A45" w:rsidRPr="00271722" w:rsidRDefault="001B4A45" w:rsidP="00986AE4">
            <w:pPr>
              <w:jc w:val="center"/>
              <w:rPr>
                <w:sz w:val="20"/>
                <w:szCs w:val="20"/>
              </w:rPr>
            </w:pPr>
            <w:r w:rsidRPr="00271722">
              <w:rPr>
                <w:rStyle w:val="val"/>
                <w:sz w:val="20"/>
                <w:szCs w:val="20"/>
              </w:rPr>
              <w:t>kcsonsolncewo.46@yandex.ru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Суджанского района Курской области" </w:t>
            </w:r>
          </w:p>
        </w:tc>
        <w:tc>
          <w:tcPr>
            <w:tcW w:w="2268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307800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город Суджа,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ул.Щепкина,26</w:t>
            </w:r>
          </w:p>
        </w:tc>
        <w:tc>
          <w:tcPr>
            <w:tcW w:w="2097" w:type="dxa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 </w:t>
            </w:r>
            <w:r w:rsidRPr="00E05C90">
              <w:rPr>
                <w:b/>
                <w:bCs/>
                <w:i/>
                <w:iCs/>
                <w:sz w:val="20"/>
                <w:szCs w:val="20"/>
              </w:rPr>
              <w:t>Воскобойникова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Лидия Арсентьевна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dxa"/>
            <w:gridSpan w:val="3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8(471-43)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2-26-64 ф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2-26-88</w:t>
            </w:r>
          </w:p>
          <w:p w:rsidR="001B4A45" w:rsidRPr="0022406D" w:rsidRDefault="001B4A45" w:rsidP="00986AE4">
            <w:pPr>
              <w:jc w:val="center"/>
              <w:rPr>
                <w:sz w:val="16"/>
                <w:szCs w:val="16"/>
              </w:rPr>
            </w:pPr>
            <w:r w:rsidRPr="0022406D">
              <w:rPr>
                <w:sz w:val="16"/>
                <w:szCs w:val="16"/>
              </w:rPr>
              <w:t>22664@</w:t>
            </w:r>
            <w:r w:rsidRPr="0022406D">
              <w:rPr>
                <w:sz w:val="16"/>
                <w:szCs w:val="16"/>
                <w:lang w:val="en-US"/>
              </w:rPr>
              <w:t>mail</w:t>
            </w:r>
            <w:r w:rsidRPr="0022406D">
              <w:rPr>
                <w:sz w:val="16"/>
                <w:szCs w:val="16"/>
              </w:rPr>
              <w:t>.</w:t>
            </w:r>
            <w:r w:rsidRPr="0022406D">
              <w:rPr>
                <w:sz w:val="16"/>
                <w:szCs w:val="16"/>
                <w:lang w:val="en-US"/>
              </w:rPr>
              <w:t>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Тимского района Курской области" </w:t>
            </w:r>
          </w:p>
        </w:tc>
        <w:tc>
          <w:tcPr>
            <w:tcW w:w="2227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307060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пос.Тим,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ул.Кирова,60</w:t>
            </w:r>
          </w:p>
        </w:tc>
        <w:tc>
          <w:tcPr>
            <w:tcW w:w="2144" w:type="dxa"/>
            <w:gridSpan w:val="3"/>
          </w:tcPr>
          <w:p w:rsidR="001B4A45" w:rsidRPr="00E05C90" w:rsidRDefault="001B4A45" w:rsidP="00986AE4">
            <w:pPr>
              <w:ind w:right="-27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Свиридова</w:t>
            </w:r>
          </w:p>
          <w:p w:rsidR="001B4A45" w:rsidRPr="00271722" w:rsidRDefault="001B4A45" w:rsidP="00986AE4">
            <w:pPr>
              <w:ind w:right="-27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71722">
              <w:rPr>
                <w:b/>
                <w:bCs/>
                <w:i/>
                <w:iCs/>
                <w:sz w:val="20"/>
                <w:szCs w:val="20"/>
              </w:rPr>
              <w:t>Татьяна Владимировна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8(471-53)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2-10-31</w:t>
            </w:r>
          </w:p>
          <w:p w:rsidR="001B4A45" w:rsidRPr="0022406D" w:rsidRDefault="001B4A45" w:rsidP="00986AE4">
            <w:pPr>
              <w:jc w:val="center"/>
              <w:rPr>
                <w:sz w:val="16"/>
                <w:szCs w:val="16"/>
              </w:rPr>
            </w:pPr>
            <w:r w:rsidRPr="0022406D">
              <w:rPr>
                <w:sz w:val="16"/>
                <w:szCs w:val="16"/>
                <w:lang w:val="en-US"/>
              </w:rPr>
              <w:t>kcsontim</w:t>
            </w:r>
            <w:r w:rsidRPr="0022406D">
              <w:rPr>
                <w:sz w:val="16"/>
                <w:szCs w:val="16"/>
              </w:rPr>
              <w:t>@</w:t>
            </w:r>
            <w:r w:rsidRPr="0022406D">
              <w:rPr>
                <w:sz w:val="16"/>
                <w:szCs w:val="16"/>
                <w:lang w:val="en-US"/>
              </w:rPr>
              <w:t>yandex</w:t>
            </w:r>
            <w:r w:rsidRPr="0022406D">
              <w:rPr>
                <w:sz w:val="16"/>
                <w:szCs w:val="16"/>
              </w:rPr>
              <w:t>.</w:t>
            </w:r>
            <w:r w:rsidRPr="0022406D">
              <w:rPr>
                <w:sz w:val="16"/>
                <w:szCs w:val="16"/>
                <w:lang w:val="en-US"/>
              </w:rPr>
              <w:t>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Фатежского района Курской области" </w:t>
            </w:r>
          </w:p>
        </w:tc>
        <w:tc>
          <w:tcPr>
            <w:tcW w:w="2227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307100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город Фатеж,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ул.К.Маркса,46</w:t>
            </w:r>
          </w:p>
        </w:tc>
        <w:tc>
          <w:tcPr>
            <w:tcW w:w="2144" w:type="dxa"/>
            <w:gridSpan w:val="3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Кузьминых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Эдуард Владимирович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8(471-44)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2-12-68 ф</w:t>
            </w:r>
          </w:p>
          <w:p w:rsidR="001B4A45" w:rsidRPr="0022406D" w:rsidRDefault="001B4A45" w:rsidP="00986AE4">
            <w:pPr>
              <w:jc w:val="center"/>
              <w:rPr>
                <w:sz w:val="16"/>
                <w:szCs w:val="16"/>
              </w:rPr>
            </w:pPr>
            <w:r w:rsidRPr="0022406D">
              <w:rPr>
                <w:rStyle w:val="val"/>
                <w:sz w:val="16"/>
                <w:szCs w:val="16"/>
              </w:rPr>
              <w:t>8-47144-2-12-68@mail.ru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588" w:type="dxa"/>
          </w:tcPr>
          <w:p w:rsidR="001B4A45" w:rsidRPr="00E05C90" w:rsidRDefault="001B4A45" w:rsidP="007663B8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Областное бюджетное учреждение социального обслуживания "</w:t>
            </w:r>
            <w:r>
              <w:rPr>
                <w:sz w:val="20"/>
                <w:szCs w:val="20"/>
              </w:rPr>
              <w:t xml:space="preserve">Щигровский межрайонный комплексный центр социального </w:t>
            </w:r>
            <w:r w:rsidRPr="00E05C9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бслуживания населения</w:t>
            </w:r>
            <w:r w:rsidRPr="00E05C90">
              <w:rPr>
                <w:sz w:val="20"/>
                <w:szCs w:val="20"/>
              </w:rPr>
              <w:t xml:space="preserve"> " </w:t>
            </w:r>
          </w:p>
        </w:tc>
        <w:tc>
          <w:tcPr>
            <w:tcW w:w="2227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306410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город Щигры,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ул.Дзержинского,39</w:t>
            </w:r>
          </w:p>
        </w:tc>
        <w:tc>
          <w:tcPr>
            <w:tcW w:w="2144" w:type="dxa"/>
            <w:gridSpan w:val="3"/>
          </w:tcPr>
          <w:p w:rsidR="001B4A45" w:rsidRDefault="001B4A45" w:rsidP="00986AE4">
            <w:pPr>
              <w:ind w:right="-27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Татаренкова</w:t>
            </w:r>
          </w:p>
          <w:p w:rsidR="001B4A45" w:rsidRPr="00E05C90" w:rsidRDefault="001B4A45" w:rsidP="007663B8">
            <w:pPr>
              <w:ind w:right="-27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Светлана Ивановна</w:t>
            </w:r>
          </w:p>
        </w:tc>
        <w:tc>
          <w:tcPr>
            <w:tcW w:w="1389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8(471-45)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4-16-59 ф</w:t>
            </w:r>
          </w:p>
          <w:p w:rsidR="001B4A45" w:rsidRPr="0022406D" w:rsidRDefault="001B4A45" w:rsidP="00986AE4">
            <w:pPr>
              <w:jc w:val="center"/>
              <w:rPr>
                <w:sz w:val="16"/>
                <w:szCs w:val="16"/>
              </w:rPr>
            </w:pPr>
            <w:r w:rsidRPr="0022406D">
              <w:rPr>
                <w:sz w:val="16"/>
                <w:szCs w:val="16"/>
                <w:lang w:val="en-US"/>
              </w:rPr>
              <w:t>ogusoktssongshigry@yandex.ru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"Центр социального обслуживания "Участие" города Курска Курской области" </w:t>
            </w:r>
          </w:p>
        </w:tc>
        <w:tc>
          <w:tcPr>
            <w:tcW w:w="2227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305000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город Курск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ул.Дзержинского,21</w:t>
            </w:r>
          </w:p>
        </w:tc>
        <w:tc>
          <w:tcPr>
            <w:tcW w:w="2144" w:type="dxa"/>
            <w:gridSpan w:val="3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Казарян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Татьяна Ивановна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gridSpan w:val="2"/>
          </w:tcPr>
          <w:p w:rsidR="001B4A45" w:rsidRPr="00271722" w:rsidRDefault="001B4A45" w:rsidP="00986AE4">
            <w:pPr>
              <w:jc w:val="center"/>
              <w:rPr>
                <w:sz w:val="20"/>
                <w:szCs w:val="20"/>
              </w:rPr>
            </w:pPr>
            <w:r w:rsidRPr="00271722">
              <w:rPr>
                <w:sz w:val="20"/>
                <w:szCs w:val="20"/>
              </w:rPr>
              <w:t>70-23-30</w:t>
            </w:r>
          </w:p>
          <w:p w:rsidR="001B4A45" w:rsidRPr="00271722" w:rsidRDefault="001B4A45" w:rsidP="00986AE4">
            <w:pPr>
              <w:jc w:val="center"/>
              <w:rPr>
                <w:sz w:val="20"/>
                <w:szCs w:val="20"/>
              </w:rPr>
            </w:pPr>
            <w:r w:rsidRPr="00271722">
              <w:rPr>
                <w:sz w:val="20"/>
                <w:szCs w:val="20"/>
              </w:rPr>
              <w:t>70-23-29</w:t>
            </w:r>
          </w:p>
          <w:p w:rsidR="001B4A45" w:rsidRPr="00271722" w:rsidRDefault="001B4A45" w:rsidP="00986AE4">
            <w:pPr>
              <w:jc w:val="center"/>
              <w:rPr>
                <w:sz w:val="20"/>
                <w:szCs w:val="20"/>
              </w:rPr>
            </w:pPr>
            <w:r w:rsidRPr="00271722">
              <w:rPr>
                <w:sz w:val="20"/>
                <w:szCs w:val="20"/>
              </w:rPr>
              <w:t>70-23-31</w:t>
            </w:r>
          </w:p>
          <w:p w:rsidR="001B4A45" w:rsidRPr="00271722" w:rsidRDefault="001B4A45" w:rsidP="00986AE4">
            <w:pPr>
              <w:jc w:val="center"/>
              <w:rPr>
                <w:sz w:val="20"/>
                <w:szCs w:val="20"/>
              </w:rPr>
            </w:pPr>
            <w:r w:rsidRPr="00271722">
              <w:rPr>
                <w:rStyle w:val="val"/>
                <w:sz w:val="20"/>
                <w:szCs w:val="20"/>
              </w:rPr>
              <w:t>uchastie2010@mail.ru</w:t>
            </w:r>
          </w:p>
        </w:tc>
      </w:tr>
      <w:tr w:rsidR="001B4A45" w:rsidRPr="00E05C90">
        <w:tc>
          <w:tcPr>
            <w:tcW w:w="552" w:type="dxa"/>
          </w:tcPr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588" w:type="dxa"/>
          </w:tcPr>
          <w:p w:rsidR="001B4A45" w:rsidRDefault="001B4A45" w:rsidP="004974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Областное бюджетное учреждение социального обслуживания»Социально-реабилитационный центр «Забота» города Курска Курской области»</w:t>
            </w:r>
          </w:p>
        </w:tc>
        <w:tc>
          <w:tcPr>
            <w:tcW w:w="2227" w:type="dxa"/>
          </w:tcPr>
          <w:p w:rsidR="001B4A45" w:rsidRPr="001D6974" w:rsidRDefault="001B4A45" w:rsidP="004974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Pr="001D6974">
              <w:rPr>
                <w:sz w:val="20"/>
                <w:szCs w:val="20"/>
              </w:rPr>
              <w:t>305022</w:t>
            </w:r>
          </w:p>
          <w:p w:rsidR="001B4A45" w:rsidRDefault="001B4A45" w:rsidP="004974C3">
            <w:pPr>
              <w:jc w:val="center"/>
              <w:rPr>
                <w:sz w:val="20"/>
                <w:szCs w:val="20"/>
              </w:rPr>
            </w:pPr>
            <w:r w:rsidRPr="001D6974">
              <w:rPr>
                <w:sz w:val="20"/>
                <w:szCs w:val="20"/>
              </w:rPr>
              <w:t>г.Курск, ул.Краснознаменная,</w:t>
            </w:r>
            <w:r>
              <w:rPr>
                <w:sz w:val="20"/>
                <w:szCs w:val="20"/>
              </w:rPr>
              <w:t xml:space="preserve"> </w:t>
            </w:r>
            <w:r w:rsidRPr="001D6974">
              <w:rPr>
                <w:sz w:val="20"/>
                <w:szCs w:val="20"/>
              </w:rPr>
              <w:t>16</w:t>
            </w:r>
          </w:p>
        </w:tc>
        <w:tc>
          <w:tcPr>
            <w:tcW w:w="2144" w:type="dxa"/>
            <w:gridSpan w:val="3"/>
          </w:tcPr>
          <w:p w:rsidR="001B4A45" w:rsidRDefault="001B4A45" w:rsidP="004974C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Пронская</w:t>
            </w:r>
          </w:p>
          <w:p w:rsidR="001B4A45" w:rsidRDefault="001B4A45" w:rsidP="004974C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АллаН иколаевна</w:t>
            </w:r>
          </w:p>
        </w:tc>
        <w:tc>
          <w:tcPr>
            <w:tcW w:w="1389" w:type="dxa"/>
            <w:gridSpan w:val="2"/>
          </w:tcPr>
          <w:p w:rsidR="001B4A45" w:rsidRDefault="001B4A45" w:rsidP="004974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34-37-31</w:t>
            </w:r>
          </w:p>
          <w:p w:rsidR="001B4A45" w:rsidRDefault="001B4A45" w:rsidP="004974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34-33-55</w:t>
            </w:r>
          </w:p>
          <w:p w:rsidR="001B4A45" w:rsidRPr="0022406D" w:rsidRDefault="001B4A45" w:rsidP="004974C3">
            <w:pPr>
              <w:jc w:val="center"/>
              <w:rPr>
                <w:sz w:val="16"/>
                <w:szCs w:val="16"/>
              </w:rPr>
            </w:pPr>
            <w:r w:rsidRPr="0022406D">
              <w:rPr>
                <w:sz w:val="16"/>
                <w:szCs w:val="16"/>
                <w:lang w:val="en-US"/>
              </w:rPr>
              <w:t>Zabota_46@mail.ru</w:t>
            </w: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Областное бюджетное учреждение социального обслуживания "Комплексный центр социального обслуживания населения города Железногорска Курской области" </w:t>
            </w:r>
          </w:p>
        </w:tc>
        <w:tc>
          <w:tcPr>
            <w:tcW w:w="2227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307130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город Железногорск,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ул.21 Партсъезда,17</w:t>
            </w:r>
          </w:p>
        </w:tc>
        <w:tc>
          <w:tcPr>
            <w:tcW w:w="2144" w:type="dxa"/>
            <w:gridSpan w:val="3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 </w:t>
            </w:r>
            <w:r w:rsidRPr="00E05C90">
              <w:rPr>
                <w:b/>
                <w:bCs/>
                <w:i/>
                <w:iCs/>
                <w:sz w:val="20"/>
                <w:szCs w:val="20"/>
              </w:rPr>
              <w:t>Афанасьева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Зинаида Ивановна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8(471-48)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2-43-25 ф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2-54-78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oguso@fecity.ru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</w:tr>
      <w:tr w:rsidR="001B4A45" w:rsidRPr="00E05C90">
        <w:tc>
          <w:tcPr>
            <w:tcW w:w="552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588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Областное бюджетное учреждение социального обслуживания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 xml:space="preserve">"Центр социального обслуживания граждан пожилого возраста и инвалидов города Льгова </w:t>
            </w:r>
            <w:r>
              <w:rPr>
                <w:sz w:val="20"/>
                <w:szCs w:val="20"/>
              </w:rPr>
              <w:t xml:space="preserve">и Льговского района </w:t>
            </w:r>
            <w:r w:rsidRPr="00E05C90">
              <w:rPr>
                <w:sz w:val="20"/>
                <w:szCs w:val="20"/>
              </w:rPr>
              <w:t>Курской области"</w:t>
            </w:r>
          </w:p>
        </w:tc>
        <w:tc>
          <w:tcPr>
            <w:tcW w:w="2227" w:type="dxa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307750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Курская область,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город Льгов,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Красная площадь, 9-б</w:t>
            </w:r>
          </w:p>
        </w:tc>
        <w:tc>
          <w:tcPr>
            <w:tcW w:w="2144" w:type="dxa"/>
            <w:gridSpan w:val="3"/>
          </w:tcPr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Краснова</w:t>
            </w:r>
          </w:p>
          <w:p w:rsidR="001B4A45" w:rsidRPr="00E05C90" w:rsidRDefault="001B4A45" w:rsidP="00986AE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05C90">
              <w:rPr>
                <w:b/>
                <w:bCs/>
                <w:i/>
                <w:iCs/>
                <w:sz w:val="20"/>
                <w:szCs w:val="20"/>
              </w:rPr>
              <w:t>Вера Леонидовна</w:t>
            </w: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gridSpan w:val="2"/>
          </w:tcPr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8(471-40)</w:t>
            </w:r>
          </w:p>
          <w:p w:rsidR="001B4A45" w:rsidRDefault="001B4A45" w:rsidP="00986AE4">
            <w:pPr>
              <w:jc w:val="center"/>
              <w:rPr>
                <w:sz w:val="20"/>
                <w:szCs w:val="20"/>
              </w:rPr>
            </w:pPr>
            <w:r w:rsidRPr="00E05C90">
              <w:rPr>
                <w:sz w:val="20"/>
                <w:szCs w:val="20"/>
              </w:rPr>
              <w:t>2-43-40 ф</w:t>
            </w:r>
          </w:p>
          <w:p w:rsidR="001B4A45" w:rsidRDefault="001B4A45" w:rsidP="00865D13">
            <w:pPr>
              <w:rPr>
                <w:sz w:val="20"/>
                <w:szCs w:val="20"/>
                <w:lang w:val="en-US"/>
              </w:rPr>
            </w:pPr>
            <w:hyperlink r:id="rId16" w:history="1">
              <w:r w:rsidRPr="009B7526">
                <w:rPr>
                  <w:rStyle w:val="Hyperlink"/>
                  <w:sz w:val="20"/>
                  <w:szCs w:val="20"/>
                  <w:lang w:val="en-US"/>
                </w:rPr>
                <w:t>Lgov</w:t>
              </w:r>
              <w:r w:rsidRPr="009B7526">
                <w:rPr>
                  <w:rStyle w:val="Hyperlink"/>
                  <w:sz w:val="20"/>
                  <w:szCs w:val="20"/>
                </w:rPr>
                <w:t>_</w:t>
              </w:r>
              <w:r w:rsidRPr="009B7526">
                <w:rPr>
                  <w:rStyle w:val="Hyperlink"/>
                  <w:sz w:val="20"/>
                  <w:szCs w:val="20"/>
                  <w:lang w:val="en-US"/>
                </w:rPr>
                <w:t>1</w:t>
              </w:r>
              <w:r w:rsidRPr="009B7526">
                <w:rPr>
                  <w:rStyle w:val="Hyperlink"/>
                  <w:sz w:val="20"/>
                  <w:szCs w:val="20"/>
                </w:rPr>
                <w:t>2</w:t>
              </w:r>
              <w:r w:rsidRPr="009B7526">
                <w:rPr>
                  <w:rStyle w:val="Hyperlink"/>
                  <w:sz w:val="20"/>
                  <w:szCs w:val="20"/>
                  <w:lang w:val="en-US"/>
                </w:rPr>
                <w:t>@mail.ru</w:t>
              </w:r>
            </w:hyperlink>
          </w:p>
          <w:p w:rsidR="001B4A45" w:rsidRPr="00E05C90" w:rsidRDefault="001B4A45" w:rsidP="00986A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1B4A45" w:rsidRDefault="001B4A45" w:rsidP="00351066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51066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51066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51066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51066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51066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51066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51066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51066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Pr="009C21A9" w:rsidRDefault="001B4A45" w:rsidP="00351066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</w:p>
    <w:p w:rsidR="001B4A45" w:rsidRDefault="001B4A45" w:rsidP="0035106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9C21A9">
        <w:rPr>
          <w:sz w:val="22"/>
          <w:szCs w:val="22"/>
        </w:rPr>
        <w:t xml:space="preserve"> Административному регламенту</w:t>
      </w:r>
    </w:p>
    <w:p w:rsidR="001B4A45" w:rsidRDefault="001B4A45" w:rsidP="0035106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 комитета социального обеспечения Курской области </w:t>
      </w:r>
    </w:p>
    <w:p w:rsidR="001B4A45" w:rsidRDefault="001B4A45" w:rsidP="0035106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по предоставлению государственной услуги </w:t>
      </w:r>
    </w:p>
    <w:p w:rsidR="001B4A45" w:rsidRDefault="001B4A45" w:rsidP="0035106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«Признание граждан нуждающимися </w:t>
      </w:r>
    </w:p>
    <w:p w:rsidR="001B4A45" w:rsidRDefault="001B4A45" w:rsidP="0035106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в предоставлении социальных услуг в стационарной </w:t>
      </w:r>
    </w:p>
    <w:p w:rsidR="001B4A45" w:rsidRPr="007663B8" w:rsidRDefault="001B4A45" w:rsidP="0035106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>форме социального обслуживания»</w:t>
      </w:r>
    </w:p>
    <w:p w:rsidR="001B4A45" w:rsidRPr="00022F2D" w:rsidRDefault="001B4A45" w:rsidP="00351066">
      <w:pPr>
        <w:tabs>
          <w:tab w:val="left" w:pos="720"/>
          <w:tab w:val="left" w:pos="1800"/>
        </w:tabs>
        <w:jc w:val="right"/>
      </w:pPr>
    </w:p>
    <w:p w:rsidR="001B4A45" w:rsidRDefault="001B4A45" w:rsidP="00351066">
      <w:pPr>
        <w:widowControl w:val="0"/>
        <w:autoSpaceDE w:val="0"/>
        <w:autoSpaceDN w:val="0"/>
        <w:adjustRightInd w:val="0"/>
        <w:ind w:firstLine="540"/>
        <w:jc w:val="both"/>
      </w:pPr>
    </w:p>
    <w:p w:rsidR="001B4A45" w:rsidRDefault="001B4A45" w:rsidP="00351066">
      <w:pPr>
        <w:autoSpaceDE w:val="0"/>
        <w:autoSpaceDN w:val="0"/>
        <w:adjustRightInd w:val="0"/>
        <w:jc w:val="center"/>
        <w:rPr>
          <w:b/>
          <w:bCs/>
        </w:rPr>
      </w:pPr>
    </w:p>
    <w:p w:rsidR="001B4A45" w:rsidRPr="00351066" w:rsidRDefault="001B4A45" w:rsidP="00351066">
      <w:pPr>
        <w:autoSpaceDE w:val="0"/>
        <w:autoSpaceDN w:val="0"/>
        <w:adjustRightInd w:val="0"/>
        <w:jc w:val="center"/>
        <w:rPr>
          <w:b/>
          <w:bCs/>
        </w:rPr>
      </w:pPr>
      <w:r w:rsidRPr="00351066">
        <w:rPr>
          <w:b/>
          <w:bCs/>
        </w:rPr>
        <w:t xml:space="preserve">ЖУРНАЛ </w:t>
      </w:r>
    </w:p>
    <w:p w:rsidR="001B4A45" w:rsidRPr="00351066" w:rsidRDefault="001B4A45" w:rsidP="00351066">
      <w:pPr>
        <w:autoSpaceDE w:val="0"/>
        <w:autoSpaceDN w:val="0"/>
        <w:adjustRightInd w:val="0"/>
        <w:jc w:val="center"/>
        <w:rPr>
          <w:b/>
          <w:bCs/>
        </w:rPr>
      </w:pPr>
      <w:r w:rsidRPr="00351066">
        <w:rPr>
          <w:b/>
          <w:bCs/>
        </w:rPr>
        <w:t xml:space="preserve">регистрации заявлений, решений о нуждаемости в предоставлении социальных услуг и разработки ИППСУ в стационарной форме социального обслуживания </w:t>
      </w:r>
    </w:p>
    <w:p w:rsidR="001B4A45" w:rsidRDefault="001B4A45" w:rsidP="00351066">
      <w:pPr>
        <w:autoSpaceDE w:val="0"/>
        <w:autoSpaceDN w:val="0"/>
        <w:adjustRightInd w:val="0"/>
        <w:jc w:val="both"/>
      </w:pPr>
    </w:p>
    <w:p w:rsidR="001B4A45" w:rsidRPr="00544440" w:rsidRDefault="001B4A45" w:rsidP="00351066">
      <w:pPr>
        <w:autoSpaceDE w:val="0"/>
        <w:autoSpaceDN w:val="0"/>
        <w:adjustRightInd w:val="0"/>
        <w:jc w:val="both"/>
      </w:pPr>
    </w:p>
    <w:tbl>
      <w:tblPr>
        <w:tblW w:w="8904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83"/>
        <w:gridCol w:w="1857"/>
        <w:gridCol w:w="1995"/>
        <w:gridCol w:w="1633"/>
        <w:gridCol w:w="2736"/>
      </w:tblGrid>
      <w:tr w:rsidR="001B4A45" w:rsidRPr="009A1194">
        <w:trPr>
          <w:trHeight w:val="132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A45" w:rsidRPr="003C2883" w:rsidRDefault="001B4A45" w:rsidP="001C7EF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C2883">
              <w:rPr>
                <w:b/>
                <w:bCs/>
                <w:sz w:val="20"/>
                <w:szCs w:val="20"/>
              </w:rPr>
              <w:t xml:space="preserve">№ п/п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A45" w:rsidRPr="003C2883" w:rsidRDefault="001B4A45" w:rsidP="001C7EF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C2883">
              <w:rPr>
                <w:b/>
                <w:bCs/>
                <w:sz w:val="20"/>
                <w:szCs w:val="20"/>
              </w:rPr>
              <w:t>ФИО</w:t>
            </w:r>
          </w:p>
          <w:p w:rsidR="001B4A45" w:rsidRPr="003C2883" w:rsidRDefault="001B4A45" w:rsidP="001C7EF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C2883">
              <w:rPr>
                <w:b/>
                <w:bCs/>
                <w:sz w:val="20"/>
                <w:szCs w:val="20"/>
              </w:rPr>
              <w:t xml:space="preserve">адрес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A45" w:rsidRPr="003C2883" w:rsidRDefault="001B4A45" w:rsidP="001C7EF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C2883">
              <w:rPr>
                <w:b/>
                <w:bCs/>
                <w:sz w:val="20"/>
                <w:szCs w:val="20"/>
              </w:rPr>
              <w:t xml:space="preserve">Год рождения, льготная категория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A45" w:rsidRPr="003C2883" w:rsidRDefault="001B4A45" w:rsidP="001C7EF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C2883">
              <w:rPr>
                <w:b/>
                <w:bCs/>
                <w:sz w:val="20"/>
                <w:szCs w:val="20"/>
              </w:rPr>
              <w:t xml:space="preserve">Дата поступления заявления 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4A45" w:rsidRPr="003C2883" w:rsidRDefault="001B4A45" w:rsidP="001C7EF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C2883">
              <w:rPr>
                <w:b/>
                <w:bCs/>
                <w:sz w:val="20"/>
                <w:szCs w:val="20"/>
              </w:rPr>
              <w:t>Дата</w:t>
            </w:r>
          </w:p>
          <w:p w:rsidR="001B4A45" w:rsidRPr="003C2883" w:rsidRDefault="001B4A45" w:rsidP="001C7EF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C2883">
              <w:rPr>
                <w:b/>
                <w:bCs/>
                <w:sz w:val="20"/>
                <w:szCs w:val="20"/>
              </w:rPr>
              <w:t xml:space="preserve">принятия решения о нуждаемости </w:t>
            </w:r>
            <w:r>
              <w:rPr>
                <w:b/>
                <w:bCs/>
                <w:sz w:val="20"/>
                <w:szCs w:val="20"/>
              </w:rPr>
              <w:t xml:space="preserve">(отказе) </w:t>
            </w:r>
            <w:r w:rsidRPr="003C2883">
              <w:rPr>
                <w:b/>
                <w:bCs/>
                <w:sz w:val="20"/>
                <w:szCs w:val="20"/>
              </w:rPr>
              <w:t>в социальных услугах</w:t>
            </w:r>
            <w:r>
              <w:rPr>
                <w:b/>
                <w:bCs/>
                <w:sz w:val="20"/>
                <w:szCs w:val="20"/>
              </w:rPr>
              <w:t>/</w:t>
            </w:r>
            <w:r w:rsidRPr="003C2883">
              <w:rPr>
                <w:b/>
                <w:bCs/>
                <w:sz w:val="20"/>
                <w:szCs w:val="20"/>
              </w:rPr>
              <w:t xml:space="preserve"> дата разработки ИППСУ</w:t>
            </w:r>
            <w:r>
              <w:rPr>
                <w:b/>
                <w:bCs/>
                <w:sz w:val="20"/>
                <w:szCs w:val="20"/>
              </w:rPr>
              <w:t>/</w:t>
            </w:r>
          </w:p>
          <w:p w:rsidR="001B4A45" w:rsidRPr="003C2883" w:rsidRDefault="001B4A45" w:rsidP="001C7EF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C2883">
              <w:rPr>
                <w:b/>
                <w:bCs/>
                <w:sz w:val="20"/>
                <w:szCs w:val="20"/>
              </w:rPr>
              <w:t>наименование поставщика</w:t>
            </w:r>
            <w:r>
              <w:rPr>
                <w:b/>
                <w:bCs/>
                <w:sz w:val="20"/>
                <w:szCs w:val="20"/>
              </w:rPr>
              <w:t xml:space="preserve"> социальных услуг</w:t>
            </w:r>
          </w:p>
        </w:tc>
      </w:tr>
    </w:tbl>
    <w:p w:rsidR="001B4A45" w:rsidRDefault="001B4A45" w:rsidP="00A158DB">
      <w:pPr>
        <w:pStyle w:val="ConsTitle"/>
        <w:tabs>
          <w:tab w:val="left" w:pos="720"/>
          <w:tab w:val="left" w:pos="1800"/>
        </w:tabs>
        <w:ind w:left="3420"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B4A45" w:rsidRDefault="001B4A45" w:rsidP="00A158DB">
      <w:pPr>
        <w:pStyle w:val="ConsTitle"/>
        <w:tabs>
          <w:tab w:val="left" w:pos="720"/>
          <w:tab w:val="left" w:pos="1800"/>
        </w:tabs>
        <w:ind w:left="3420"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Pr="009C21A9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</w:p>
    <w:p w:rsidR="001B4A45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9C21A9">
        <w:rPr>
          <w:sz w:val="22"/>
          <w:szCs w:val="22"/>
        </w:rPr>
        <w:t xml:space="preserve"> Административному регламенту</w:t>
      </w:r>
    </w:p>
    <w:p w:rsidR="001B4A45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 комитета социального обеспечения Курской области </w:t>
      </w:r>
    </w:p>
    <w:p w:rsidR="001B4A45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по предоставлению государственной услуги </w:t>
      </w:r>
    </w:p>
    <w:p w:rsidR="001B4A45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«Признание граждан нуждающимися </w:t>
      </w:r>
    </w:p>
    <w:p w:rsidR="001B4A45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в предоставлении социальных услуг в стационарной </w:t>
      </w:r>
    </w:p>
    <w:p w:rsidR="001B4A45" w:rsidRPr="007663B8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>форме социального обслуживания»</w:t>
      </w:r>
    </w:p>
    <w:p w:rsidR="001B4A45" w:rsidRDefault="001B4A45" w:rsidP="00A158DB">
      <w:pPr>
        <w:pStyle w:val="ConsTitle"/>
        <w:tabs>
          <w:tab w:val="left" w:pos="720"/>
          <w:tab w:val="left" w:pos="1800"/>
        </w:tabs>
        <w:ind w:left="3420"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B4A45" w:rsidRDefault="001B4A45" w:rsidP="00A158DB">
      <w:pPr>
        <w:pStyle w:val="ConsTitle"/>
        <w:tabs>
          <w:tab w:val="left" w:pos="720"/>
          <w:tab w:val="left" w:pos="1800"/>
        </w:tabs>
        <w:ind w:left="3420"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B4A45" w:rsidRPr="004D6A74" w:rsidRDefault="001B4A45" w:rsidP="003C288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6A74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>асписка</w:t>
      </w:r>
    </w:p>
    <w:p w:rsidR="001B4A45" w:rsidRPr="003B688A" w:rsidRDefault="001B4A45" w:rsidP="003C2883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3B68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3B688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1B4A45" w:rsidRPr="003B688A" w:rsidRDefault="001B4A45" w:rsidP="003C288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3B688A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1B4A45" w:rsidRPr="003B688A" w:rsidRDefault="001B4A45" w:rsidP="003C288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B688A">
        <w:rPr>
          <w:rFonts w:ascii="Times New Roman" w:hAnsi="Times New Roman" w:cs="Times New Roman"/>
          <w:sz w:val="24"/>
          <w:szCs w:val="24"/>
        </w:rPr>
        <w:t>принято заявление и следующие документы:</w:t>
      </w:r>
    </w:p>
    <w:p w:rsidR="001B4A45" w:rsidRPr="003B688A" w:rsidRDefault="001B4A45" w:rsidP="003C2883">
      <w:pPr>
        <w:jc w:val="both"/>
      </w:pPr>
      <w:r w:rsidRPr="003B688A">
        <w:t>______________________________________________________________________________________________________________________________________________________________________________________________</w:t>
      </w:r>
      <w:r>
        <w:t>_________________________________</w:t>
      </w:r>
      <w:r w:rsidRPr="003B688A">
        <w:t>__</w:t>
      </w:r>
    </w:p>
    <w:p w:rsidR="001B4A45" w:rsidRDefault="001B4A45" w:rsidP="003C288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A45" w:rsidRPr="003B688A" w:rsidRDefault="001B4A45" w:rsidP="003C288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B688A">
        <w:rPr>
          <w:rFonts w:ascii="Times New Roman" w:hAnsi="Times New Roman" w:cs="Times New Roman"/>
          <w:sz w:val="24"/>
          <w:szCs w:val="24"/>
        </w:rPr>
        <w:t>Регистрационный номер заявления: __________</w:t>
      </w:r>
    </w:p>
    <w:p w:rsidR="001B4A45" w:rsidRDefault="001B4A45" w:rsidP="003C288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B4A45" w:rsidRPr="003B688A" w:rsidRDefault="001B4A45" w:rsidP="003C288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B688A">
        <w:rPr>
          <w:rFonts w:ascii="Times New Roman" w:hAnsi="Times New Roman" w:cs="Times New Roman"/>
          <w:sz w:val="24"/>
          <w:szCs w:val="24"/>
        </w:rPr>
        <w:t>Дата приема заявления: «__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B688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3B688A">
        <w:rPr>
          <w:rFonts w:ascii="Times New Roman" w:hAnsi="Times New Roman" w:cs="Times New Roman"/>
          <w:sz w:val="24"/>
          <w:szCs w:val="24"/>
        </w:rPr>
        <w:t>_______20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3B688A">
        <w:rPr>
          <w:rFonts w:ascii="Times New Roman" w:hAnsi="Times New Roman" w:cs="Times New Roman"/>
          <w:sz w:val="24"/>
          <w:szCs w:val="24"/>
        </w:rPr>
        <w:t>_г.     Подпись специалиста 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1B4A45" w:rsidRDefault="001B4A45" w:rsidP="003C2883">
      <w:pPr>
        <w:jc w:val="both"/>
      </w:pPr>
    </w:p>
    <w:p w:rsidR="001B4A45" w:rsidRPr="003B688A" w:rsidRDefault="001B4A45" w:rsidP="003C2883">
      <w:pPr>
        <w:jc w:val="both"/>
      </w:pPr>
      <w:r w:rsidRPr="003B688A">
        <w:t>Тел.</w:t>
      </w:r>
      <w:r w:rsidRPr="003B688A">
        <w:tab/>
        <w:t>____________</w:t>
      </w:r>
      <w:r w:rsidRPr="003B688A">
        <w:tab/>
      </w:r>
      <w:r w:rsidRPr="003B688A">
        <w:tab/>
      </w:r>
      <w:r w:rsidRPr="003B688A">
        <w:tab/>
      </w:r>
      <w:r w:rsidRPr="003B688A">
        <w:tab/>
      </w:r>
    </w:p>
    <w:p w:rsidR="001B4A45" w:rsidRDefault="001B4A45" w:rsidP="003C2883">
      <w:pPr>
        <w:ind w:firstLine="720"/>
        <w:jc w:val="both"/>
      </w:pPr>
    </w:p>
    <w:p w:rsidR="001B4A45" w:rsidRDefault="001B4A45" w:rsidP="003C2883">
      <w:pPr>
        <w:ind w:left="3960"/>
        <w:rPr>
          <w:sz w:val="16"/>
          <w:szCs w:val="16"/>
        </w:rPr>
      </w:pPr>
    </w:p>
    <w:p w:rsidR="001B4A45" w:rsidRDefault="001B4A45" w:rsidP="003C2883">
      <w:pPr>
        <w:ind w:left="3960"/>
        <w:rPr>
          <w:sz w:val="16"/>
          <w:szCs w:val="16"/>
        </w:rPr>
      </w:pPr>
    </w:p>
    <w:p w:rsidR="001B4A45" w:rsidRDefault="001B4A45" w:rsidP="003C2883">
      <w:pPr>
        <w:ind w:left="3960"/>
        <w:rPr>
          <w:sz w:val="16"/>
          <w:szCs w:val="16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Pr="009C21A9" w:rsidRDefault="001B4A45" w:rsidP="003C2883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</w:p>
    <w:p w:rsidR="001B4A45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9C21A9">
        <w:rPr>
          <w:sz w:val="22"/>
          <w:szCs w:val="22"/>
        </w:rPr>
        <w:t xml:space="preserve"> Административному регламенту</w:t>
      </w:r>
    </w:p>
    <w:p w:rsidR="001B4A45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 комитета социального обеспечения Курской области </w:t>
      </w:r>
    </w:p>
    <w:p w:rsidR="001B4A45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по предоставлению государственной услуги </w:t>
      </w:r>
    </w:p>
    <w:p w:rsidR="001B4A45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«Признание граждан нуждающимися </w:t>
      </w:r>
    </w:p>
    <w:p w:rsidR="001B4A45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в предоставлении социальных услуг в стационарной </w:t>
      </w:r>
    </w:p>
    <w:p w:rsidR="001B4A45" w:rsidRPr="007663B8" w:rsidRDefault="001B4A45" w:rsidP="003C288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>форме социального обслуживания»</w:t>
      </w:r>
    </w:p>
    <w:p w:rsidR="001B4A45" w:rsidRDefault="001B4A45" w:rsidP="003C2883">
      <w:pPr>
        <w:ind w:left="3960"/>
        <w:rPr>
          <w:sz w:val="16"/>
          <w:szCs w:val="16"/>
        </w:rPr>
      </w:pPr>
    </w:p>
    <w:p w:rsidR="001B4A45" w:rsidRDefault="001B4A45" w:rsidP="003C2883">
      <w:pPr>
        <w:ind w:left="3960"/>
        <w:rPr>
          <w:sz w:val="16"/>
          <w:szCs w:val="16"/>
        </w:rPr>
      </w:pPr>
    </w:p>
    <w:p w:rsidR="001B4A45" w:rsidRDefault="001B4A45" w:rsidP="00A158DB">
      <w:pPr>
        <w:pStyle w:val="ConsTitle"/>
        <w:tabs>
          <w:tab w:val="left" w:pos="720"/>
          <w:tab w:val="left" w:pos="1800"/>
        </w:tabs>
        <w:ind w:left="3420"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B4A45" w:rsidRDefault="001B4A45" w:rsidP="00A158DB">
      <w:pPr>
        <w:pStyle w:val="ConsTitle"/>
        <w:tabs>
          <w:tab w:val="left" w:pos="720"/>
          <w:tab w:val="left" w:pos="1800"/>
        </w:tabs>
        <w:ind w:left="3960"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B4A45" w:rsidRDefault="001B4A45" w:rsidP="00A158DB">
      <w:pPr>
        <w:pStyle w:val="ConsTitle"/>
        <w:tabs>
          <w:tab w:val="left" w:pos="720"/>
          <w:tab w:val="left" w:pos="1800"/>
        </w:tabs>
        <w:ind w:left="3960"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B4A45" w:rsidRPr="00122170" w:rsidRDefault="001B4A45" w:rsidP="003C2883">
      <w:pPr>
        <w:tabs>
          <w:tab w:val="left" w:pos="-5040"/>
        </w:tabs>
        <w:spacing w:before="120"/>
        <w:jc w:val="center"/>
        <w:rPr>
          <w:rFonts w:eastAsia="MS Mincho"/>
          <w:b/>
          <w:bCs/>
          <w:sz w:val="28"/>
          <w:szCs w:val="28"/>
        </w:rPr>
      </w:pPr>
      <w:r w:rsidRPr="00122170">
        <w:rPr>
          <w:rFonts w:eastAsia="MS Mincho"/>
          <w:b/>
          <w:bCs/>
          <w:sz w:val="28"/>
          <w:szCs w:val="28"/>
        </w:rPr>
        <w:t>ЖУРНАЛ</w:t>
      </w:r>
    </w:p>
    <w:p w:rsidR="001B4A45" w:rsidRDefault="001B4A45" w:rsidP="003C2883">
      <w:pPr>
        <w:tabs>
          <w:tab w:val="left" w:pos="-5040"/>
        </w:tabs>
        <w:spacing w:before="120"/>
        <w:jc w:val="center"/>
        <w:rPr>
          <w:rFonts w:eastAsia="MS Mincho"/>
          <w:b/>
          <w:bCs/>
          <w:sz w:val="28"/>
          <w:szCs w:val="28"/>
        </w:rPr>
      </w:pPr>
      <w:r w:rsidRPr="00122170">
        <w:rPr>
          <w:rFonts w:eastAsia="MS Mincho"/>
          <w:b/>
          <w:bCs/>
          <w:sz w:val="28"/>
          <w:szCs w:val="28"/>
        </w:rPr>
        <w:t>регистрации заявлений о пр</w:t>
      </w:r>
      <w:r>
        <w:rPr>
          <w:rFonts w:eastAsia="MS Mincho"/>
          <w:b/>
          <w:bCs/>
          <w:sz w:val="28"/>
          <w:szCs w:val="28"/>
        </w:rPr>
        <w:t>едоставлении социальных услуг</w:t>
      </w:r>
      <w:r w:rsidRPr="00122170">
        <w:rPr>
          <w:rFonts w:eastAsia="MS Mincho"/>
          <w:b/>
          <w:bCs/>
          <w:sz w:val="28"/>
          <w:szCs w:val="28"/>
        </w:rPr>
        <w:t xml:space="preserve"> </w:t>
      </w:r>
    </w:p>
    <w:p w:rsidR="001B4A45" w:rsidRDefault="001B4A45" w:rsidP="003C2883">
      <w:pPr>
        <w:tabs>
          <w:tab w:val="left" w:pos="-5040"/>
        </w:tabs>
        <w:spacing w:before="120"/>
        <w:jc w:val="center"/>
        <w:rPr>
          <w:rFonts w:eastAsia="MS Mincho"/>
          <w:b/>
          <w:bCs/>
          <w:sz w:val="28"/>
          <w:szCs w:val="28"/>
        </w:rPr>
      </w:pPr>
    </w:p>
    <w:tbl>
      <w:tblPr>
        <w:tblW w:w="918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559"/>
        <w:gridCol w:w="992"/>
        <w:gridCol w:w="1151"/>
        <w:gridCol w:w="1185"/>
        <w:gridCol w:w="1675"/>
        <w:gridCol w:w="951"/>
        <w:gridCol w:w="1284"/>
      </w:tblGrid>
      <w:tr w:rsidR="001B4A45" w:rsidRPr="00E05C90">
        <w:tc>
          <w:tcPr>
            <w:tcW w:w="392" w:type="dxa"/>
          </w:tcPr>
          <w:p w:rsidR="001B4A45" w:rsidRPr="001E0A9A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16"/>
                <w:szCs w:val="16"/>
              </w:rPr>
            </w:pPr>
            <w:r w:rsidRPr="001E0A9A">
              <w:rPr>
                <w:rFonts w:eastAsia="MS Mincho"/>
                <w:b/>
                <w:bCs/>
                <w:sz w:val="16"/>
                <w:szCs w:val="16"/>
              </w:rPr>
              <w:t>№</w:t>
            </w:r>
          </w:p>
          <w:p w:rsidR="001B4A45" w:rsidRPr="001E0A9A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16"/>
                <w:szCs w:val="16"/>
              </w:rPr>
            </w:pPr>
            <w:r w:rsidRPr="001E0A9A">
              <w:rPr>
                <w:rFonts w:eastAsia="MS Mincho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1559" w:type="dxa"/>
          </w:tcPr>
          <w:p w:rsidR="001B4A45" w:rsidRPr="001E0A9A" w:rsidRDefault="001B4A45" w:rsidP="001D2A0A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16"/>
                <w:szCs w:val="16"/>
              </w:rPr>
            </w:pPr>
            <w:r w:rsidRPr="001E0A9A">
              <w:rPr>
                <w:rFonts w:eastAsia="MS Mincho"/>
                <w:b/>
                <w:bCs/>
                <w:sz w:val="16"/>
                <w:szCs w:val="16"/>
              </w:rPr>
              <w:t>Ф.И.О. и адрес лица, оформляющегося на социальное обслуживание</w:t>
            </w:r>
          </w:p>
          <w:p w:rsidR="001B4A45" w:rsidRPr="001E0A9A" w:rsidRDefault="001B4A45" w:rsidP="001D2A0A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:rsidR="001B4A45" w:rsidRPr="001E0A9A" w:rsidRDefault="001B4A45" w:rsidP="001D2A0A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16"/>
                <w:szCs w:val="16"/>
              </w:rPr>
            </w:pPr>
            <w:r w:rsidRPr="001E0A9A">
              <w:rPr>
                <w:rFonts w:eastAsia="MS Mincho"/>
                <w:b/>
                <w:bCs/>
                <w:sz w:val="16"/>
                <w:szCs w:val="16"/>
              </w:rPr>
              <w:t>Год</w:t>
            </w:r>
          </w:p>
          <w:p w:rsidR="001B4A45" w:rsidRDefault="001B4A45" w:rsidP="001D2A0A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16"/>
                <w:szCs w:val="16"/>
              </w:rPr>
            </w:pPr>
            <w:r w:rsidRPr="001E0A9A">
              <w:rPr>
                <w:rFonts w:eastAsia="MS Mincho"/>
                <w:b/>
                <w:bCs/>
                <w:sz w:val="16"/>
                <w:szCs w:val="16"/>
              </w:rPr>
              <w:t xml:space="preserve">рождения, </w:t>
            </w:r>
          </w:p>
          <w:p w:rsidR="001B4A45" w:rsidRDefault="001B4A45" w:rsidP="001D2A0A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16"/>
                <w:szCs w:val="16"/>
              </w:rPr>
            </w:pPr>
            <w:r w:rsidRPr="001E0A9A">
              <w:rPr>
                <w:rFonts w:eastAsia="MS Mincho"/>
                <w:b/>
                <w:bCs/>
                <w:sz w:val="16"/>
                <w:szCs w:val="16"/>
              </w:rPr>
              <w:t xml:space="preserve">льготная </w:t>
            </w:r>
          </w:p>
          <w:p w:rsidR="001B4A45" w:rsidRPr="001E0A9A" w:rsidRDefault="001B4A45" w:rsidP="001D2A0A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16"/>
                <w:szCs w:val="16"/>
              </w:rPr>
            </w:pPr>
            <w:r w:rsidRPr="001E0A9A">
              <w:rPr>
                <w:rFonts w:eastAsia="MS Mincho"/>
                <w:b/>
                <w:bCs/>
                <w:sz w:val="16"/>
                <w:szCs w:val="16"/>
              </w:rPr>
              <w:t>категория</w:t>
            </w:r>
          </w:p>
          <w:p w:rsidR="001B4A45" w:rsidRPr="001E0A9A" w:rsidRDefault="001B4A45" w:rsidP="001D2A0A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16"/>
                <w:szCs w:val="16"/>
              </w:rPr>
            </w:pPr>
          </w:p>
        </w:tc>
        <w:tc>
          <w:tcPr>
            <w:tcW w:w="1151" w:type="dxa"/>
          </w:tcPr>
          <w:p w:rsidR="001B4A45" w:rsidRPr="0022406D" w:rsidRDefault="001B4A45" w:rsidP="00ED3C0E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16"/>
                <w:szCs w:val="16"/>
              </w:rPr>
            </w:pPr>
            <w:r>
              <w:rPr>
                <w:rFonts w:eastAsia="MS Mincho"/>
                <w:b/>
                <w:bCs/>
                <w:sz w:val="16"/>
                <w:szCs w:val="16"/>
              </w:rPr>
              <w:t>Дата поступления заявления с необходимыми документами</w:t>
            </w:r>
          </w:p>
        </w:tc>
        <w:tc>
          <w:tcPr>
            <w:tcW w:w="1185" w:type="dxa"/>
          </w:tcPr>
          <w:p w:rsidR="001B4A45" w:rsidRPr="001E0A9A" w:rsidRDefault="001B4A45" w:rsidP="001E0A9A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16"/>
                <w:szCs w:val="16"/>
              </w:rPr>
            </w:pPr>
            <w:r w:rsidRPr="001E0A9A">
              <w:rPr>
                <w:rFonts w:eastAsia="MS Mincho"/>
                <w:b/>
                <w:bCs/>
                <w:sz w:val="16"/>
                <w:szCs w:val="16"/>
              </w:rPr>
              <w:t>Дата передачи личного дела в комитет</w:t>
            </w:r>
          </w:p>
        </w:tc>
        <w:tc>
          <w:tcPr>
            <w:tcW w:w="1675" w:type="dxa"/>
          </w:tcPr>
          <w:p w:rsidR="001B4A45" w:rsidRPr="001E0A9A" w:rsidRDefault="001B4A45" w:rsidP="00EB7757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16"/>
                <w:szCs w:val="16"/>
              </w:rPr>
            </w:pPr>
            <w:r w:rsidRPr="001E0A9A">
              <w:rPr>
                <w:rFonts w:eastAsia="MS Mincho"/>
                <w:b/>
                <w:bCs/>
                <w:sz w:val="16"/>
                <w:szCs w:val="16"/>
              </w:rPr>
              <w:t xml:space="preserve">Дата принятия решения о нуждаемости </w:t>
            </w:r>
            <w:r>
              <w:rPr>
                <w:rFonts w:eastAsia="MS Mincho"/>
                <w:b/>
                <w:bCs/>
                <w:sz w:val="16"/>
                <w:szCs w:val="16"/>
              </w:rPr>
              <w:t xml:space="preserve">(отказе) </w:t>
            </w:r>
            <w:r w:rsidRPr="001E0A9A">
              <w:rPr>
                <w:rFonts w:eastAsia="MS Mincho"/>
                <w:b/>
                <w:bCs/>
                <w:sz w:val="16"/>
                <w:szCs w:val="16"/>
              </w:rPr>
              <w:t>в предоставлении социальных услуг</w:t>
            </w:r>
            <w:r>
              <w:rPr>
                <w:rFonts w:eastAsia="MS Mincho"/>
                <w:b/>
                <w:bCs/>
                <w:sz w:val="16"/>
                <w:szCs w:val="16"/>
              </w:rPr>
              <w:t xml:space="preserve"> и разработки ИППСУ</w:t>
            </w:r>
          </w:p>
        </w:tc>
        <w:tc>
          <w:tcPr>
            <w:tcW w:w="951" w:type="dxa"/>
          </w:tcPr>
          <w:p w:rsidR="001B4A45" w:rsidRDefault="001B4A45" w:rsidP="001E0A9A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16"/>
                <w:szCs w:val="16"/>
              </w:rPr>
            </w:pPr>
            <w:r w:rsidRPr="001E0A9A">
              <w:rPr>
                <w:rFonts w:eastAsia="MS Mincho"/>
                <w:b/>
                <w:bCs/>
                <w:sz w:val="16"/>
                <w:szCs w:val="16"/>
              </w:rPr>
              <w:t>Форма социаль</w:t>
            </w:r>
            <w:r>
              <w:rPr>
                <w:rFonts w:eastAsia="MS Mincho"/>
                <w:b/>
                <w:bCs/>
                <w:sz w:val="16"/>
                <w:szCs w:val="16"/>
              </w:rPr>
              <w:t>-</w:t>
            </w:r>
          </w:p>
          <w:p w:rsidR="001B4A45" w:rsidRPr="001E0A9A" w:rsidRDefault="001B4A45" w:rsidP="001E0A9A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16"/>
                <w:szCs w:val="16"/>
              </w:rPr>
            </w:pPr>
            <w:r>
              <w:rPr>
                <w:rFonts w:eastAsia="MS Mincho"/>
                <w:b/>
                <w:bCs/>
                <w:sz w:val="16"/>
                <w:szCs w:val="16"/>
              </w:rPr>
              <w:t>н</w:t>
            </w:r>
            <w:r w:rsidRPr="001E0A9A">
              <w:rPr>
                <w:rFonts w:eastAsia="MS Mincho"/>
                <w:b/>
                <w:bCs/>
                <w:sz w:val="16"/>
                <w:szCs w:val="16"/>
              </w:rPr>
              <w:t>ого</w:t>
            </w:r>
            <w:r>
              <w:rPr>
                <w:rFonts w:eastAsia="MS Mincho"/>
                <w:b/>
                <w:bCs/>
                <w:sz w:val="16"/>
                <w:szCs w:val="16"/>
              </w:rPr>
              <w:t xml:space="preserve"> </w:t>
            </w:r>
            <w:r w:rsidRPr="001E0A9A">
              <w:rPr>
                <w:rFonts w:eastAsia="MS Mincho"/>
                <w:b/>
                <w:bCs/>
                <w:sz w:val="16"/>
                <w:szCs w:val="16"/>
              </w:rPr>
              <w:t>обслуживания</w:t>
            </w:r>
          </w:p>
        </w:tc>
        <w:tc>
          <w:tcPr>
            <w:tcW w:w="1284" w:type="dxa"/>
          </w:tcPr>
          <w:p w:rsidR="001B4A45" w:rsidRPr="001E0A9A" w:rsidRDefault="001B4A45" w:rsidP="001E0A9A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16"/>
                <w:szCs w:val="16"/>
              </w:rPr>
            </w:pPr>
            <w:r w:rsidRPr="001E0A9A">
              <w:rPr>
                <w:rFonts w:eastAsia="MS Mincho"/>
                <w:b/>
                <w:bCs/>
                <w:sz w:val="16"/>
                <w:szCs w:val="16"/>
              </w:rPr>
              <w:t>П</w:t>
            </w:r>
            <w:r>
              <w:rPr>
                <w:rFonts w:eastAsia="MS Mincho"/>
                <w:b/>
                <w:bCs/>
                <w:sz w:val="16"/>
                <w:szCs w:val="16"/>
              </w:rPr>
              <w:t>оставщик социальных услуг</w:t>
            </w:r>
          </w:p>
        </w:tc>
      </w:tr>
      <w:tr w:rsidR="001B4A45" w:rsidRPr="00E05C90">
        <w:tc>
          <w:tcPr>
            <w:tcW w:w="392" w:type="dxa"/>
          </w:tcPr>
          <w:p w:rsidR="001B4A45" w:rsidRPr="00E05C90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1B4A45" w:rsidRPr="00E05C90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1B4A45" w:rsidRPr="00E05C90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</w:p>
        </w:tc>
        <w:tc>
          <w:tcPr>
            <w:tcW w:w="1151" w:type="dxa"/>
          </w:tcPr>
          <w:p w:rsidR="001B4A45" w:rsidRPr="00E05C90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</w:p>
        </w:tc>
        <w:tc>
          <w:tcPr>
            <w:tcW w:w="1185" w:type="dxa"/>
          </w:tcPr>
          <w:p w:rsidR="001B4A45" w:rsidRPr="00E05C90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</w:p>
        </w:tc>
        <w:tc>
          <w:tcPr>
            <w:tcW w:w="1675" w:type="dxa"/>
          </w:tcPr>
          <w:p w:rsidR="001B4A45" w:rsidRPr="00E05C90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</w:p>
        </w:tc>
        <w:tc>
          <w:tcPr>
            <w:tcW w:w="951" w:type="dxa"/>
          </w:tcPr>
          <w:p w:rsidR="001B4A45" w:rsidRPr="00E05C90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</w:p>
        </w:tc>
        <w:tc>
          <w:tcPr>
            <w:tcW w:w="1284" w:type="dxa"/>
          </w:tcPr>
          <w:p w:rsidR="001B4A45" w:rsidRPr="00E05C90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</w:p>
        </w:tc>
      </w:tr>
      <w:tr w:rsidR="001B4A45" w:rsidRPr="00E05C90">
        <w:tc>
          <w:tcPr>
            <w:tcW w:w="392" w:type="dxa"/>
          </w:tcPr>
          <w:p w:rsidR="001B4A45" w:rsidRPr="00E05C90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1B4A45" w:rsidRPr="00E05C90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1B4A45" w:rsidRPr="00E05C90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</w:p>
        </w:tc>
        <w:tc>
          <w:tcPr>
            <w:tcW w:w="1151" w:type="dxa"/>
          </w:tcPr>
          <w:p w:rsidR="001B4A45" w:rsidRPr="00E05C90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</w:p>
        </w:tc>
        <w:tc>
          <w:tcPr>
            <w:tcW w:w="1185" w:type="dxa"/>
          </w:tcPr>
          <w:p w:rsidR="001B4A45" w:rsidRPr="00E05C90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</w:p>
        </w:tc>
        <w:tc>
          <w:tcPr>
            <w:tcW w:w="1675" w:type="dxa"/>
          </w:tcPr>
          <w:p w:rsidR="001B4A45" w:rsidRPr="00E05C90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</w:p>
        </w:tc>
        <w:tc>
          <w:tcPr>
            <w:tcW w:w="951" w:type="dxa"/>
          </w:tcPr>
          <w:p w:rsidR="001B4A45" w:rsidRPr="00E05C90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</w:p>
        </w:tc>
        <w:tc>
          <w:tcPr>
            <w:tcW w:w="1284" w:type="dxa"/>
          </w:tcPr>
          <w:p w:rsidR="001B4A45" w:rsidRPr="00E05C90" w:rsidRDefault="001B4A45" w:rsidP="001C7EFB">
            <w:pPr>
              <w:tabs>
                <w:tab w:val="left" w:pos="-5040"/>
              </w:tabs>
              <w:spacing w:before="120"/>
              <w:jc w:val="center"/>
              <w:rPr>
                <w:rFonts w:eastAsia="MS Mincho"/>
                <w:b/>
                <w:bCs/>
                <w:sz w:val="28"/>
                <w:szCs w:val="28"/>
              </w:rPr>
            </w:pPr>
          </w:p>
        </w:tc>
      </w:tr>
    </w:tbl>
    <w:p w:rsidR="001B4A45" w:rsidRPr="009C3110" w:rsidRDefault="001B4A45" w:rsidP="00A158DB">
      <w:pPr>
        <w:pStyle w:val="ConsNormal"/>
        <w:ind w:left="-360" w:right="-1007" w:firstLine="0"/>
        <w:jc w:val="right"/>
        <w:rPr>
          <w:rFonts w:ascii="Times New Roman" w:hAnsi="Times New Roman" w:cs="Times New Roman"/>
        </w:rPr>
      </w:pPr>
    </w:p>
    <w:p w:rsidR="001B4A45" w:rsidRDefault="001B4A45" w:rsidP="00A158DB">
      <w:pPr>
        <w:pStyle w:val="ConsPlusNormal"/>
        <w:tabs>
          <w:tab w:val="num" w:pos="1080"/>
        </w:tabs>
        <w:spacing w:line="228" w:lineRule="auto"/>
        <w:ind w:left="-360" w:right="-1007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4A45" w:rsidRDefault="001B4A45" w:rsidP="00A158DB">
      <w:pPr>
        <w:pStyle w:val="ConsPlusNormal"/>
        <w:tabs>
          <w:tab w:val="num" w:pos="1080"/>
        </w:tabs>
        <w:spacing w:line="228" w:lineRule="auto"/>
        <w:ind w:left="-360" w:right="-1007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Pr="009C21A9" w:rsidRDefault="001B4A45" w:rsidP="0005291C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</w:p>
    <w:p w:rsidR="001B4A45" w:rsidRDefault="001B4A45" w:rsidP="0005291C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>К Административному регламенту</w:t>
      </w:r>
    </w:p>
    <w:p w:rsidR="001B4A45" w:rsidRDefault="001B4A45" w:rsidP="0005291C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 комитета социального обеспечения Курской области </w:t>
      </w:r>
    </w:p>
    <w:p w:rsidR="001B4A45" w:rsidRDefault="001B4A45" w:rsidP="0005291C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по предоставлению государственной услуги </w:t>
      </w:r>
    </w:p>
    <w:p w:rsidR="001B4A45" w:rsidRDefault="001B4A45" w:rsidP="0005291C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«Признание граждан нуждающимися </w:t>
      </w:r>
    </w:p>
    <w:p w:rsidR="001B4A45" w:rsidRDefault="001B4A45" w:rsidP="0005291C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в предоставлении социальных услуг в стационарной </w:t>
      </w:r>
    </w:p>
    <w:p w:rsidR="001B4A45" w:rsidRPr="007663B8" w:rsidRDefault="001B4A45" w:rsidP="0005291C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>форме социального обслуживания»</w:t>
      </w:r>
    </w:p>
    <w:p w:rsidR="001B4A45" w:rsidRDefault="001B4A45" w:rsidP="00A158DB">
      <w:pPr>
        <w:pStyle w:val="ConsPlusNormal"/>
        <w:tabs>
          <w:tab w:val="num" w:pos="1080"/>
        </w:tabs>
        <w:spacing w:line="228" w:lineRule="auto"/>
        <w:ind w:left="-360" w:right="-1007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обследования на предмет признания гражданина нуждающимся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предоставлении социальных услуг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________________________район/город                                           «_____»_______________20___г.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Ф.И.О. гражданина________________________________________________________________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Число, месяц, год  рождения_________________________________________________________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Документ, удостоверяющий личность________________ Серия __________  №______________,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кем и когда выдан____________________________________________________________________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Адрес проживания_________________________________________________________________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Последнее место работы, должность     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 Наличие судимости________________________________________________________________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 Характеристика поведения в быту_____________________________________________________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 Способность к самообслуживанию и самостоятельному передвижению 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253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 Характеристика жилищно-бытовых условий (вид жилья, размер жилой площади, наличие коммунальных удобств, состояние жилья и др.)________________________________________________________________________________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10. Ответственный квартиросъемщик (владелец жилья) 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11. Иные лица, зарегистрированные по указанному адресу___________________________________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12. Состав семьи (с указанием Ф.И.О., родственных отношений и адреса проживания)___________</w:t>
      </w:r>
    </w:p>
    <w:p w:rsidR="001B4A45" w:rsidRDefault="001B4A45" w:rsidP="0005291C">
      <w:pPr>
        <w:pStyle w:val="ConsPlusNormal"/>
        <w:tabs>
          <w:tab w:val="num" w:pos="1080"/>
        </w:tabs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1B4A45" w:rsidRDefault="001B4A45" w:rsidP="0005291C">
      <w:pPr>
        <w:pStyle w:val="ConsPlusNormal"/>
        <w:tabs>
          <w:tab w:val="num" w:pos="1080"/>
        </w:tabs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B4A45" w:rsidRDefault="001B4A45" w:rsidP="0005291C">
      <w:pPr>
        <w:pStyle w:val="ConsPlusNormal"/>
        <w:tabs>
          <w:tab w:val="num" w:pos="1080"/>
        </w:tabs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B4A45" w:rsidRDefault="001B4A45" w:rsidP="0005291C">
      <w:pPr>
        <w:pStyle w:val="ConsPlusNormal"/>
        <w:tabs>
          <w:tab w:val="num" w:pos="1080"/>
        </w:tabs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Акт составил _________________(_______________________________________________________)      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73"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16"/>
          <w:szCs w:val="16"/>
        </w:rPr>
        <w:t>(п</w:t>
      </w:r>
      <w:r w:rsidRPr="00EC631B">
        <w:rPr>
          <w:rFonts w:ascii="Times New Roman" w:hAnsi="Times New Roman" w:cs="Times New Roman"/>
          <w:sz w:val="16"/>
          <w:szCs w:val="16"/>
        </w:rPr>
        <w:t>одпись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EC631B">
        <w:rPr>
          <w:rFonts w:ascii="Times New Roman" w:hAnsi="Times New Roman" w:cs="Times New Roman"/>
          <w:sz w:val="16"/>
          <w:szCs w:val="16"/>
        </w:rPr>
        <w:t xml:space="preserve">                                                 (Ф.И.О. и должность сотрудника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« ___ » ____________ 20 ____ г.            ___________________________ (______________________)      </w:t>
      </w:r>
    </w:p>
    <w:p w:rsidR="001B4A45" w:rsidRPr="00EC631B" w:rsidRDefault="001B4A45" w:rsidP="0005291C">
      <w:pPr>
        <w:tabs>
          <w:tab w:val="left" w:pos="-5040"/>
        </w:tabs>
        <w:spacing w:before="120"/>
        <w:jc w:val="both"/>
        <w:rPr>
          <w:sz w:val="16"/>
          <w:szCs w:val="16"/>
        </w:rPr>
      </w:pPr>
      <w:r w:rsidRPr="00EC631B">
        <w:rPr>
          <w:sz w:val="16"/>
          <w:szCs w:val="16"/>
        </w:rPr>
        <w:t xml:space="preserve">                                                       </w:t>
      </w:r>
      <w:r>
        <w:rPr>
          <w:sz w:val="16"/>
          <w:szCs w:val="16"/>
        </w:rPr>
        <w:t xml:space="preserve">                                  </w:t>
      </w:r>
      <w:r w:rsidRPr="00EC631B">
        <w:rPr>
          <w:sz w:val="16"/>
          <w:szCs w:val="16"/>
        </w:rPr>
        <w:t xml:space="preserve"> (подпись  руководителя )                                                      (Ф.И.О.)   </w:t>
      </w:r>
    </w:p>
    <w:p w:rsidR="001B4A45" w:rsidRDefault="001B4A45" w:rsidP="0005291C">
      <w:pPr>
        <w:pStyle w:val="ConsPlusNormal"/>
        <w:tabs>
          <w:tab w:val="num" w:pos="1080"/>
        </w:tabs>
        <w:ind w:left="-360" w:right="-1007"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М.П.    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1B4A45" w:rsidRDefault="001B4A45" w:rsidP="0005291C">
      <w:pPr>
        <w:pStyle w:val="ConsPlusNormal"/>
        <w:tabs>
          <w:tab w:val="num" w:pos="1080"/>
        </w:tabs>
        <w:spacing w:line="228" w:lineRule="auto"/>
        <w:ind w:left="-360" w:right="-100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 Актом ознакомлен «___»____________20___г. ____________________ (_____________________)      </w:t>
      </w:r>
    </w:p>
    <w:p w:rsidR="001B4A45" w:rsidRDefault="001B4A45" w:rsidP="00B13DD2">
      <w:pPr>
        <w:tabs>
          <w:tab w:val="left" w:pos="-5040"/>
        </w:tabs>
        <w:spacing w:before="120"/>
        <w:jc w:val="both"/>
        <w:rPr>
          <w:b/>
          <w:bCs/>
          <w:sz w:val="28"/>
          <w:szCs w:val="28"/>
        </w:rPr>
      </w:pPr>
      <w:r w:rsidRPr="00EC631B">
        <w:rPr>
          <w:sz w:val="16"/>
          <w:szCs w:val="16"/>
        </w:rPr>
        <w:t xml:space="preserve">                                                                    </w:t>
      </w:r>
      <w:r>
        <w:rPr>
          <w:sz w:val="16"/>
          <w:szCs w:val="16"/>
        </w:rPr>
        <w:t xml:space="preserve">                                            </w:t>
      </w:r>
      <w:r w:rsidRPr="00EC631B">
        <w:rPr>
          <w:sz w:val="16"/>
          <w:szCs w:val="16"/>
        </w:rPr>
        <w:t xml:space="preserve"> (подпись  гражданина )                                          ( Ф.И.О.)</w:t>
      </w:r>
    </w:p>
    <w:p w:rsidR="001B4A45" w:rsidRDefault="001B4A45" w:rsidP="00D7324B">
      <w:pPr>
        <w:pStyle w:val="ConsPlusNonformat"/>
        <w:jc w:val="both"/>
      </w:pPr>
    </w:p>
    <w:p w:rsidR="001B4A45" w:rsidRDefault="001B4A45" w:rsidP="00D7324B">
      <w:pPr>
        <w:pStyle w:val="ConsPlusNonformat"/>
        <w:jc w:val="both"/>
      </w:pPr>
    </w:p>
    <w:p w:rsidR="001B4A45" w:rsidRDefault="001B4A45" w:rsidP="00D7324B">
      <w:pPr>
        <w:pStyle w:val="ConsPlusNonformat"/>
        <w:jc w:val="both"/>
      </w:pPr>
    </w:p>
    <w:p w:rsidR="001B4A45" w:rsidRDefault="001B4A45" w:rsidP="00D7324B">
      <w:pPr>
        <w:pStyle w:val="ConsPlusNonformat"/>
        <w:jc w:val="both"/>
      </w:pPr>
    </w:p>
    <w:p w:rsidR="001B4A45" w:rsidRDefault="001B4A45" w:rsidP="00D7324B">
      <w:pPr>
        <w:pStyle w:val="ConsPlusNonformat"/>
        <w:jc w:val="both"/>
      </w:pPr>
    </w:p>
    <w:p w:rsidR="001B4A45" w:rsidRDefault="001B4A45" w:rsidP="00D7324B">
      <w:pPr>
        <w:pStyle w:val="ConsPlusNonformat"/>
        <w:jc w:val="both"/>
      </w:pPr>
    </w:p>
    <w:p w:rsidR="001B4A45" w:rsidRDefault="001B4A45" w:rsidP="00D7324B">
      <w:pPr>
        <w:pStyle w:val="ConsPlusNonformat"/>
        <w:jc w:val="both"/>
      </w:pPr>
    </w:p>
    <w:p w:rsidR="001B4A45" w:rsidRPr="009C21A9" w:rsidRDefault="001B4A45" w:rsidP="00A62B3E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6</w:t>
      </w:r>
    </w:p>
    <w:p w:rsidR="001B4A45" w:rsidRDefault="001B4A45" w:rsidP="00A62B3E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9C21A9">
        <w:rPr>
          <w:sz w:val="22"/>
          <w:szCs w:val="22"/>
        </w:rPr>
        <w:t xml:space="preserve"> Административному регламенту</w:t>
      </w:r>
    </w:p>
    <w:p w:rsidR="001B4A45" w:rsidRDefault="001B4A45" w:rsidP="00A62B3E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 комитета социального обеспечения Курской области </w:t>
      </w:r>
    </w:p>
    <w:p w:rsidR="001B4A45" w:rsidRDefault="001B4A45" w:rsidP="00A62B3E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по предоставлению государственной услуги </w:t>
      </w:r>
    </w:p>
    <w:p w:rsidR="001B4A45" w:rsidRDefault="001B4A45" w:rsidP="00A62B3E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«Признание граждан нуждающимися </w:t>
      </w:r>
    </w:p>
    <w:p w:rsidR="001B4A45" w:rsidRDefault="001B4A45" w:rsidP="00A62B3E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в предоставлении социальных услуг в стационарной </w:t>
      </w:r>
    </w:p>
    <w:p w:rsidR="001B4A45" w:rsidRPr="00351814" w:rsidRDefault="001B4A45" w:rsidP="00A62B3E">
      <w:pPr>
        <w:pStyle w:val="ConsTitle"/>
        <w:tabs>
          <w:tab w:val="left" w:pos="720"/>
          <w:tab w:val="left" w:pos="1800"/>
        </w:tabs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1814">
        <w:rPr>
          <w:rFonts w:ascii="Times New Roman" w:hAnsi="Times New Roman" w:cs="Times New Roman"/>
          <w:b w:val="0"/>
          <w:bCs w:val="0"/>
          <w:sz w:val="22"/>
          <w:szCs w:val="22"/>
        </w:rPr>
        <w:t>форме социального обслуживания»</w:t>
      </w:r>
    </w:p>
    <w:p w:rsidR="001B4A45" w:rsidRDefault="001B4A45" w:rsidP="00A158DB">
      <w:pPr>
        <w:ind w:left="3960"/>
        <w:rPr>
          <w:sz w:val="16"/>
          <w:szCs w:val="16"/>
        </w:rPr>
      </w:pPr>
    </w:p>
    <w:p w:rsidR="001B4A45" w:rsidRDefault="001B4A45" w:rsidP="009C4CED">
      <w:pPr>
        <w:spacing w:line="216" w:lineRule="auto"/>
        <w:ind w:left="4251"/>
        <w:jc w:val="center"/>
        <w:rPr>
          <w:b/>
          <w:bCs/>
          <w:color w:val="000000"/>
          <w:spacing w:val="3"/>
          <w:sz w:val="22"/>
          <w:szCs w:val="22"/>
        </w:rPr>
      </w:pPr>
    </w:p>
    <w:p w:rsidR="001B4A45" w:rsidRDefault="001B4A45" w:rsidP="009C4CED">
      <w:pPr>
        <w:spacing w:line="216" w:lineRule="auto"/>
        <w:ind w:left="4251"/>
        <w:jc w:val="center"/>
        <w:rPr>
          <w:b/>
          <w:bCs/>
          <w:color w:val="000000"/>
          <w:spacing w:val="3"/>
          <w:sz w:val="22"/>
          <w:szCs w:val="22"/>
        </w:rPr>
      </w:pPr>
    </w:p>
    <w:p w:rsidR="001B4A45" w:rsidRDefault="001B4A45" w:rsidP="004D6A74">
      <w:pPr>
        <w:spacing w:line="216" w:lineRule="auto"/>
        <w:jc w:val="center"/>
        <w:rPr>
          <w:sz w:val="28"/>
          <w:szCs w:val="28"/>
          <w:u w:val="single"/>
        </w:rPr>
      </w:pPr>
    </w:p>
    <w:p w:rsidR="001B4A45" w:rsidRPr="004D6A74" w:rsidRDefault="001B4A45" w:rsidP="004D6A74">
      <w:pPr>
        <w:spacing w:line="216" w:lineRule="auto"/>
        <w:jc w:val="center"/>
        <w:rPr>
          <w:b/>
          <w:bCs/>
          <w:sz w:val="28"/>
          <w:szCs w:val="28"/>
          <w:u w:val="single"/>
        </w:rPr>
      </w:pPr>
      <w:r w:rsidRPr="004D6A74">
        <w:rPr>
          <w:b/>
          <w:bCs/>
          <w:sz w:val="28"/>
          <w:szCs w:val="28"/>
          <w:u w:val="single"/>
        </w:rPr>
        <w:t>Комитет социального обеспечения Курской области</w:t>
      </w:r>
    </w:p>
    <w:p w:rsidR="001B4A45" w:rsidRDefault="001B4A45" w:rsidP="00A62B3E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органа социальной защиты населения)</w:t>
      </w:r>
    </w:p>
    <w:p w:rsidR="001B4A45" w:rsidRDefault="001B4A45" w:rsidP="00A62B3E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1B4A45" w:rsidRPr="00D33C48" w:rsidRDefault="001B4A45" w:rsidP="00A62B3E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C4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1B4A45" w:rsidRDefault="001B4A45" w:rsidP="00A62B3E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C48">
        <w:rPr>
          <w:rFonts w:ascii="Times New Roman" w:hAnsi="Times New Roman" w:cs="Times New Roman"/>
          <w:b/>
          <w:bCs/>
          <w:sz w:val="28"/>
          <w:szCs w:val="28"/>
        </w:rPr>
        <w:t>о признании гражданина нуждающимся в предоставлении социальных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3C48">
        <w:rPr>
          <w:rFonts w:ascii="Times New Roman" w:hAnsi="Times New Roman" w:cs="Times New Roman"/>
          <w:b/>
          <w:bCs/>
          <w:sz w:val="28"/>
          <w:szCs w:val="28"/>
        </w:rPr>
        <w:t>услуг в стационарной форме социального обслуживания</w:t>
      </w:r>
    </w:p>
    <w:p w:rsidR="001B4A45" w:rsidRPr="00D33C48" w:rsidRDefault="001B4A45" w:rsidP="00A62B3E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4A45" w:rsidRDefault="001B4A45" w:rsidP="00A62B3E">
      <w:pPr>
        <w:pStyle w:val="ConsPlusNonformat"/>
        <w:jc w:val="center"/>
        <w:outlineLvl w:val="0"/>
      </w:pPr>
    </w:p>
    <w:p w:rsidR="001B4A45" w:rsidRPr="00600E5F" w:rsidRDefault="001B4A45" w:rsidP="00A62B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E5F">
        <w:rPr>
          <w:rFonts w:ascii="Times New Roman" w:hAnsi="Times New Roman" w:cs="Times New Roman"/>
          <w:sz w:val="28"/>
          <w:szCs w:val="28"/>
        </w:rPr>
        <w:t xml:space="preserve">№ ______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00E5F">
        <w:rPr>
          <w:rFonts w:ascii="Times New Roman" w:hAnsi="Times New Roman" w:cs="Times New Roman"/>
          <w:sz w:val="28"/>
          <w:szCs w:val="28"/>
        </w:rPr>
        <w:t>___" __________ 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00E5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B4A45" w:rsidRPr="00600E5F" w:rsidRDefault="001B4A45" w:rsidP="00A62B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E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A45" w:rsidRPr="00600E5F" w:rsidRDefault="001B4A45" w:rsidP="00A62B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E5F">
        <w:rPr>
          <w:rFonts w:ascii="Times New Roman" w:hAnsi="Times New Roman" w:cs="Times New Roman"/>
          <w:sz w:val="28"/>
          <w:szCs w:val="28"/>
        </w:rPr>
        <w:t xml:space="preserve">   Комитет  социального  обеспечения  Курской  области  в 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600E5F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600E5F">
        <w:rPr>
          <w:rFonts w:ascii="Times New Roman" w:hAnsi="Times New Roman" w:cs="Times New Roman"/>
          <w:sz w:val="28"/>
          <w:szCs w:val="28"/>
        </w:rPr>
        <w:t xml:space="preserve"> Федерального закона от 28 декабря 2013 года N 442-ФЗ "Об основах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E5F">
        <w:rPr>
          <w:rFonts w:ascii="Times New Roman" w:hAnsi="Times New Roman" w:cs="Times New Roman"/>
          <w:sz w:val="28"/>
          <w:szCs w:val="28"/>
        </w:rPr>
        <w:t>социального  обслуживания  граждан  в  Российской Федерации" решил признать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A45" w:rsidRPr="00600E5F" w:rsidRDefault="001B4A45" w:rsidP="00A62B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E5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B4A45" w:rsidRPr="00D33C48" w:rsidRDefault="001B4A45" w:rsidP="00A62B3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00E5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00E5F">
        <w:rPr>
          <w:rFonts w:ascii="Times New Roman" w:hAnsi="Times New Roman" w:cs="Times New Roman"/>
          <w:sz w:val="28"/>
          <w:szCs w:val="28"/>
        </w:rPr>
        <w:t xml:space="preserve"> </w:t>
      </w:r>
      <w:r w:rsidRPr="00D33C48">
        <w:rPr>
          <w:rFonts w:ascii="Times New Roman" w:hAnsi="Times New Roman" w:cs="Times New Roman"/>
          <w:sz w:val="16"/>
          <w:szCs w:val="16"/>
        </w:rPr>
        <w:t>(ФИО)</w:t>
      </w:r>
    </w:p>
    <w:p w:rsidR="001B4A45" w:rsidRPr="00600E5F" w:rsidRDefault="001B4A45" w:rsidP="00A62B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E5F">
        <w:rPr>
          <w:rFonts w:ascii="Times New Roman" w:hAnsi="Times New Roman" w:cs="Times New Roman"/>
          <w:sz w:val="28"/>
          <w:szCs w:val="28"/>
        </w:rPr>
        <w:t>нуждающимся(-щейся) в предоставлении социальных услуг в стационарной 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E5F">
        <w:rPr>
          <w:rFonts w:ascii="Times New Roman" w:hAnsi="Times New Roman" w:cs="Times New Roman"/>
          <w:sz w:val="28"/>
          <w:szCs w:val="28"/>
        </w:rPr>
        <w:t>социального обслуживания.</w:t>
      </w:r>
    </w:p>
    <w:p w:rsidR="001B4A45" w:rsidRPr="00600E5F" w:rsidRDefault="001B4A45" w:rsidP="00A62B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4A45" w:rsidRPr="00600E5F" w:rsidRDefault="001B4A45" w:rsidP="00A62B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E5F">
        <w:rPr>
          <w:rFonts w:ascii="Times New Roman" w:hAnsi="Times New Roman" w:cs="Times New Roman"/>
          <w:sz w:val="28"/>
          <w:szCs w:val="28"/>
        </w:rPr>
        <w:t>Лицо, уполномоченное на подписание</w:t>
      </w:r>
    </w:p>
    <w:p w:rsidR="001B4A45" w:rsidRPr="00600E5F" w:rsidRDefault="001B4A45" w:rsidP="00A62B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E5F">
        <w:rPr>
          <w:rFonts w:ascii="Times New Roman" w:hAnsi="Times New Roman" w:cs="Times New Roman"/>
          <w:sz w:val="28"/>
          <w:szCs w:val="28"/>
        </w:rPr>
        <w:t>решения о признании гражданина</w:t>
      </w:r>
    </w:p>
    <w:p w:rsidR="001B4A45" w:rsidRPr="00600E5F" w:rsidRDefault="001B4A45" w:rsidP="00A62B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E5F">
        <w:rPr>
          <w:rFonts w:ascii="Times New Roman" w:hAnsi="Times New Roman" w:cs="Times New Roman"/>
          <w:sz w:val="28"/>
          <w:szCs w:val="28"/>
        </w:rPr>
        <w:t>нуждающимся в предоставлении</w:t>
      </w:r>
    </w:p>
    <w:p w:rsidR="001B4A45" w:rsidRPr="00600E5F" w:rsidRDefault="001B4A45" w:rsidP="00A62B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E5F">
        <w:rPr>
          <w:rFonts w:ascii="Times New Roman" w:hAnsi="Times New Roman" w:cs="Times New Roman"/>
          <w:sz w:val="28"/>
          <w:szCs w:val="28"/>
        </w:rPr>
        <w:t>социальных услуг</w:t>
      </w:r>
    </w:p>
    <w:p w:rsidR="001B4A45" w:rsidRDefault="001B4A45" w:rsidP="00A62B3E">
      <w:pPr>
        <w:pStyle w:val="ConsPlusNonformat"/>
        <w:jc w:val="both"/>
      </w:pPr>
      <w:r w:rsidRPr="00600E5F">
        <w:rPr>
          <w:rFonts w:ascii="Times New Roman" w:hAnsi="Times New Roman" w:cs="Times New Roman"/>
          <w:sz w:val="28"/>
          <w:szCs w:val="28"/>
        </w:rPr>
        <w:t>_____________________       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00E5F">
        <w:rPr>
          <w:rFonts w:ascii="Times New Roman" w:hAnsi="Times New Roman" w:cs="Times New Roman"/>
          <w:sz w:val="28"/>
          <w:szCs w:val="28"/>
        </w:rPr>
        <w:t xml:space="preserve">         _______________________</w:t>
      </w:r>
    </w:p>
    <w:p w:rsidR="001B4A45" w:rsidRPr="00D33C48" w:rsidRDefault="001B4A45" w:rsidP="00A62B3E">
      <w:pPr>
        <w:pStyle w:val="ConsPlusNonformat"/>
        <w:jc w:val="both"/>
        <w:rPr>
          <w:sz w:val="16"/>
          <w:szCs w:val="16"/>
        </w:rPr>
      </w:pPr>
      <w:r>
        <w:t xml:space="preserve"> </w:t>
      </w:r>
      <w:r w:rsidRPr="00D33C48">
        <w:rPr>
          <w:rFonts w:ascii="Times New Roman" w:hAnsi="Times New Roman" w:cs="Times New Roman"/>
          <w:sz w:val="18"/>
          <w:szCs w:val="18"/>
        </w:rPr>
        <w:t xml:space="preserve">(должность лица)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D33C48">
        <w:rPr>
          <w:rFonts w:ascii="Times New Roman" w:hAnsi="Times New Roman" w:cs="Times New Roman"/>
          <w:sz w:val="18"/>
          <w:szCs w:val="18"/>
        </w:rPr>
        <w:t xml:space="preserve"> (подпись)</w:t>
      </w:r>
      <w:r>
        <w:t xml:space="preserve">             </w:t>
      </w:r>
      <w:r w:rsidRPr="00D33C48">
        <w:rPr>
          <w:sz w:val="16"/>
          <w:szCs w:val="16"/>
        </w:rPr>
        <w:t>(расшифровка подписи)</w:t>
      </w:r>
    </w:p>
    <w:p w:rsidR="001B4A45" w:rsidRDefault="001B4A45" w:rsidP="00A62B3E">
      <w:pPr>
        <w:pStyle w:val="ConsPlusNonformat"/>
        <w:jc w:val="both"/>
      </w:pPr>
    </w:p>
    <w:p w:rsidR="001B4A45" w:rsidRPr="00D33C48" w:rsidRDefault="001B4A45" w:rsidP="00A62B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33C48">
        <w:rPr>
          <w:rFonts w:ascii="Times New Roman" w:hAnsi="Times New Roman" w:cs="Times New Roman"/>
          <w:sz w:val="28"/>
          <w:szCs w:val="28"/>
        </w:rPr>
        <w:t>М.П.</w:t>
      </w: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62B3E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A62B3E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Pr="009C21A9" w:rsidRDefault="001B4A45" w:rsidP="00A62B3E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7</w:t>
      </w:r>
    </w:p>
    <w:p w:rsidR="001B4A45" w:rsidRDefault="001B4A45" w:rsidP="00A62B3E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9C21A9">
        <w:rPr>
          <w:sz w:val="22"/>
          <w:szCs w:val="22"/>
        </w:rPr>
        <w:t xml:space="preserve"> Административному регламенту</w:t>
      </w:r>
    </w:p>
    <w:p w:rsidR="001B4A45" w:rsidRDefault="001B4A45" w:rsidP="00A62B3E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 комитета социального обеспечения Курской области </w:t>
      </w:r>
    </w:p>
    <w:p w:rsidR="001B4A45" w:rsidRDefault="001B4A45" w:rsidP="00A62B3E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по предоставлению государственной услуги </w:t>
      </w:r>
    </w:p>
    <w:p w:rsidR="001B4A45" w:rsidRDefault="001B4A45" w:rsidP="00A62B3E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«Признание граждан нуждающимися </w:t>
      </w:r>
    </w:p>
    <w:p w:rsidR="001B4A45" w:rsidRDefault="001B4A45" w:rsidP="00A62B3E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в предоставлении социальных услуг в стационарной </w:t>
      </w:r>
    </w:p>
    <w:p w:rsidR="001B4A45" w:rsidRPr="00351814" w:rsidRDefault="001B4A45" w:rsidP="00A62B3E">
      <w:pPr>
        <w:pStyle w:val="ConsTitle"/>
        <w:tabs>
          <w:tab w:val="left" w:pos="720"/>
          <w:tab w:val="left" w:pos="1800"/>
        </w:tabs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1814">
        <w:rPr>
          <w:rFonts w:ascii="Times New Roman" w:hAnsi="Times New Roman" w:cs="Times New Roman"/>
          <w:b w:val="0"/>
          <w:bCs w:val="0"/>
          <w:sz w:val="22"/>
          <w:szCs w:val="22"/>
        </w:rPr>
        <w:t>форме социального обслуживания»</w:t>
      </w: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Pr="004D6A74" w:rsidRDefault="001B4A45" w:rsidP="004D6A74">
      <w:pPr>
        <w:spacing w:line="216" w:lineRule="auto"/>
        <w:jc w:val="center"/>
        <w:rPr>
          <w:b/>
          <w:bCs/>
          <w:sz w:val="28"/>
          <w:szCs w:val="28"/>
          <w:u w:val="single"/>
        </w:rPr>
      </w:pPr>
      <w:r w:rsidRPr="004D6A74">
        <w:rPr>
          <w:b/>
          <w:bCs/>
          <w:sz w:val="28"/>
          <w:szCs w:val="28"/>
          <w:u w:val="single"/>
        </w:rPr>
        <w:t>Комитет социального обеспечения Курской области</w:t>
      </w:r>
    </w:p>
    <w:p w:rsidR="001B4A45" w:rsidRDefault="001B4A45" w:rsidP="004D6A7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органа социальной защиты населения)</w:t>
      </w: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Pr="00457EDB" w:rsidRDefault="001B4A45" w:rsidP="00A62B3E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EDB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1B4A45" w:rsidRDefault="001B4A45" w:rsidP="00A62B3E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EDB">
        <w:rPr>
          <w:rFonts w:ascii="Times New Roman" w:hAnsi="Times New Roman" w:cs="Times New Roman"/>
          <w:b/>
          <w:bCs/>
          <w:sz w:val="28"/>
          <w:szCs w:val="28"/>
        </w:rPr>
        <w:t>об отказе в признании гражданина нуждающимся в предоставлении социальных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7EDB">
        <w:rPr>
          <w:rFonts w:ascii="Times New Roman" w:hAnsi="Times New Roman" w:cs="Times New Roman"/>
          <w:b/>
          <w:bCs/>
          <w:sz w:val="28"/>
          <w:szCs w:val="28"/>
        </w:rPr>
        <w:t>услуг в стационарной форме социального обслуживания</w:t>
      </w:r>
    </w:p>
    <w:p w:rsidR="001B4A45" w:rsidRPr="00457EDB" w:rsidRDefault="001B4A45" w:rsidP="00A62B3E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4A45" w:rsidRDefault="001B4A45" w:rsidP="00A62B3E">
      <w:pPr>
        <w:jc w:val="both"/>
        <w:rPr>
          <w:sz w:val="28"/>
          <w:szCs w:val="28"/>
        </w:rPr>
      </w:pPr>
      <w:r>
        <w:rPr>
          <w:sz w:val="28"/>
          <w:szCs w:val="28"/>
        </w:rPr>
        <w:t>№______                                                                                                ________</w:t>
      </w:r>
    </w:p>
    <w:p w:rsidR="001B4A45" w:rsidRDefault="001B4A45" w:rsidP="00A62B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sz w:val="20"/>
          <w:szCs w:val="20"/>
        </w:rPr>
        <w:t xml:space="preserve">(дата)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A45" w:rsidRDefault="001B4A45" w:rsidP="00A62B3E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4A45" w:rsidRDefault="001B4A45" w:rsidP="00A62B3E">
      <w:pPr>
        <w:pStyle w:val="ConsPlusNonformat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Гр.____________________________________________________________</w:t>
      </w:r>
    </w:p>
    <w:p w:rsidR="001B4A45" w:rsidRDefault="001B4A45" w:rsidP="00A62B3E">
      <w:pPr>
        <w:pStyle w:val="ConsPlusNonformat"/>
        <w:spacing w:line="21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(фамилия, имя, отчество заявителя полностью)</w:t>
      </w:r>
    </w:p>
    <w:p w:rsidR="001B4A45" w:rsidRDefault="001B4A45" w:rsidP="00A62B3E">
      <w:pPr>
        <w:pStyle w:val="ConsPlusNonformat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проживающий (-щая) по адресу: ________________________________________________________________</w:t>
      </w:r>
    </w:p>
    <w:p w:rsidR="001B4A45" w:rsidRDefault="001B4A45" w:rsidP="00A62B3E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(адрес заявителя)</w:t>
      </w:r>
    </w:p>
    <w:p w:rsidR="001B4A45" w:rsidRDefault="001B4A45" w:rsidP="00600E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обратился (-лась) с заявлением для   решения   вопроса  о признании   нуждающимся     (-щейся) в предоставлении социальных услуг в стационарной форме социального обслуживания в соответствии с Федеральным законом от </w:t>
      </w:r>
      <w:r w:rsidRPr="00600E5F">
        <w:rPr>
          <w:rFonts w:ascii="Times New Roman" w:hAnsi="Times New Roman" w:cs="Times New Roman"/>
          <w:sz w:val="28"/>
          <w:szCs w:val="28"/>
        </w:rPr>
        <w:t xml:space="preserve">28 декабря 2013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00E5F">
        <w:rPr>
          <w:rFonts w:ascii="Times New Roman" w:hAnsi="Times New Roman" w:cs="Times New Roman"/>
          <w:sz w:val="28"/>
          <w:szCs w:val="28"/>
        </w:rPr>
        <w:t xml:space="preserve"> 442-ФЗ "Об основах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E5F">
        <w:rPr>
          <w:rFonts w:ascii="Times New Roman" w:hAnsi="Times New Roman" w:cs="Times New Roman"/>
          <w:sz w:val="28"/>
          <w:szCs w:val="28"/>
        </w:rPr>
        <w:t>социального  обслуживания  граждан  в  Российской Федерации"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4A45" w:rsidRDefault="001B4A45" w:rsidP="00600E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00E5F">
        <w:rPr>
          <w:rFonts w:ascii="Times New Roman" w:hAnsi="Times New Roman" w:cs="Times New Roman"/>
          <w:sz w:val="28"/>
          <w:szCs w:val="28"/>
        </w:rPr>
        <w:t xml:space="preserve">Заявление </w:t>
      </w:r>
      <w:r>
        <w:rPr>
          <w:rFonts w:ascii="Times New Roman" w:hAnsi="Times New Roman" w:cs="Times New Roman"/>
          <w:sz w:val="28"/>
          <w:szCs w:val="28"/>
        </w:rPr>
        <w:t xml:space="preserve">зарегистрировано </w:t>
      </w:r>
      <w:r w:rsidRPr="00600E5F">
        <w:rPr>
          <w:rFonts w:ascii="Times New Roman" w:hAnsi="Times New Roman" w:cs="Times New Roman"/>
          <w:sz w:val="28"/>
          <w:szCs w:val="28"/>
        </w:rPr>
        <w:t>«____»_______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600E5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00E5F">
        <w:rPr>
          <w:rFonts w:ascii="Times New Roman" w:hAnsi="Times New Roman" w:cs="Times New Roman"/>
          <w:sz w:val="28"/>
          <w:szCs w:val="28"/>
        </w:rPr>
        <w:t>_____г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0E5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1B4A45" w:rsidRPr="00600E5F" w:rsidRDefault="001B4A45" w:rsidP="00600E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</w:t>
      </w:r>
      <w:r w:rsidRPr="00600E5F">
        <w:rPr>
          <w:rFonts w:ascii="Times New Roman" w:hAnsi="Times New Roman" w:cs="Times New Roman"/>
          <w:sz w:val="28"/>
          <w:szCs w:val="28"/>
        </w:rPr>
        <w:t xml:space="preserve">осле рассмотрения заявления принято решение об отказе в </w:t>
      </w:r>
      <w:r>
        <w:rPr>
          <w:rFonts w:ascii="Times New Roman" w:hAnsi="Times New Roman" w:cs="Times New Roman"/>
          <w:sz w:val="28"/>
          <w:szCs w:val="28"/>
        </w:rPr>
        <w:t>признании   нуждающимся (-щейся) в предоставлении социальных услуг в стационарной форме социального обслуживания в связи со следующим:</w:t>
      </w:r>
    </w:p>
    <w:p w:rsidR="001B4A45" w:rsidRPr="00600E5F" w:rsidRDefault="001B4A45" w:rsidP="00A62B3E">
      <w:pPr>
        <w:pStyle w:val="ConsPlusNonformat"/>
        <w:spacing w:line="216" w:lineRule="auto"/>
        <w:rPr>
          <w:rFonts w:ascii="Times New Roman" w:hAnsi="Times New Roman" w:cs="Times New Roman"/>
          <w:sz w:val="28"/>
          <w:szCs w:val="28"/>
        </w:rPr>
      </w:pPr>
      <w:r w:rsidRPr="00600E5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B4A45" w:rsidRDefault="001B4A45" w:rsidP="00A62B3E">
      <w:pPr>
        <w:pStyle w:val="ConsPlusNonformat"/>
        <w:spacing w:line="216" w:lineRule="auto"/>
        <w:rPr>
          <w:rFonts w:ascii="Times New Roman" w:hAnsi="Times New Roman" w:cs="Times New Roman"/>
          <w:sz w:val="28"/>
          <w:szCs w:val="28"/>
        </w:rPr>
      </w:pPr>
      <w:r w:rsidRPr="00600E5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1B4A45" w:rsidRDefault="001B4A45" w:rsidP="00A62B3E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(причина отказа в назначении ежемесячной денежной выплаты со ссылкой на действующее законодательство)</w:t>
      </w:r>
    </w:p>
    <w:p w:rsidR="001B4A45" w:rsidRDefault="001B4A45" w:rsidP="00A62B3E">
      <w:pPr>
        <w:pStyle w:val="ConsPlusNonformat"/>
        <w:spacing w:line="216" w:lineRule="auto"/>
        <w:rPr>
          <w:rFonts w:ascii="Times New Roman" w:hAnsi="Times New Roman" w:cs="Times New Roman"/>
          <w:sz w:val="28"/>
          <w:szCs w:val="28"/>
        </w:rPr>
      </w:pPr>
    </w:p>
    <w:p w:rsidR="001B4A45" w:rsidRDefault="001B4A45" w:rsidP="00A62B3E">
      <w:pPr>
        <w:pStyle w:val="ConsPlusNonformat"/>
        <w:spacing w:line="216" w:lineRule="auto"/>
        <w:rPr>
          <w:rFonts w:ascii="Times New Roman" w:hAnsi="Times New Roman" w:cs="Times New Roman"/>
          <w:sz w:val="28"/>
          <w:szCs w:val="28"/>
        </w:rPr>
      </w:pPr>
    </w:p>
    <w:p w:rsidR="001B4A45" w:rsidRDefault="001B4A45" w:rsidP="00A62B3E">
      <w:pPr>
        <w:spacing w:line="216" w:lineRule="auto"/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</w:t>
      </w:r>
    </w:p>
    <w:p w:rsidR="001B4A45" w:rsidRDefault="001B4A45" w:rsidP="00A62B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</w:p>
    <w:p w:rsidR="001B4A45" w:rsidRDefault="001B4A45" w:rsidP="00A62B3E">
      <w:pPr>
        <w:jc w:val="both"/>
        <w:rPr>
          <w:sz w:val="28"/>
          <w:szCs w:val="28"/>
        </w:rPr>
      </w:pPr>
      <w:r>
        <w:rPr>
          <w:sz w:val="28"/>
          <w:szCs w:val="28"/>
        </w:rPr>
        <w:t>социального обеспечения Курской области  _________    (_____________)</w:t>
      </w:r>
    </w:p>
    <w:p w:rsidR="001B4A45" w:rsidRPr="00600E5F" w:rsidRDefault="001B4A45" w:rsidP="00A62B3E">
      <w:pPr>
        <w:jc w:val="both"/>
        <w:rPr>
          <w:sz w:val="18"/>
          <w:szCs w:val="18"/>
        </w:rPr>
      </w:pPr>
      <w:r w:rsidRPr="00600E5F">
        <w:rPr>
          <w:sz w:val="18"/>
          <w:szCs w:val="18"/>
        </w:rPr>
        <w:t xml:space="preserve">                                                                      </w:t>
      </w:r>
      <w:r>
        <w:rPr>
          <w:sz w:val="18"/>
          <w:szCs w:val="18"/>
        </w:rPr>
        <w:t xml:space="preserve">                            </w:t>
      </w:r>
      <w:r w:rsidRPr="00600E5F">
        <w:rPr>
          <w:sz w:val="18"/>
          <w:szCs w:val="18"/>
        </w:rPr>
        <w:t xml:space="preserve">      </w:t>
      </w:r>
      <w:r>
        <w:rPr>
          <w:sz w:val="18"/>
          <w:szCs w:val="18"/>
        </w:rPr>
        <w:t xml:space="preserve">    </w:t>
      </w:r>
      <w:r w:rsidRPr="00600E5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600E5F">
        <w:rPr>
          <w:sz w:val="18"/>
          <w:szCs w:val="18"/>
        </w:rPr>
        <w:t xml:space="preserve">(подпись)          </w:t>
      </w:r>
      <w:r>
        <w:rPr>
          <w:sz w:val="18"/>
          <w:szCs w:val="18"/>
        </w:rPr>
        <w:t xml:space="preserve">  </w:t>
      </w:r>
      <w:r w:rsidRPr="00600E5F">
        <w:rPr>
          <w:sz w:val="18"/>
          <w:szCs w:val="18"/>
        </w:rPr>
        <w:t xml:space="preserve"> (расшифровка подписи)</w:t>
      </w:r>
    </w:p>
    <w:p w:rsidR="001B4A45" w:rsidRDefault="001B4A45" w:rsidP="00A62B3E">
      <w:pPr>
        <w:jc w:val="both"/>
        <w:rPr>
          <w:sz w:val="28"/>
          <w:szCs w:val="28"/>
        </w:rPr>
      </w:pPr>
    </w:p>
    <w:p w:rsidR="001B4A45" w:rsidRPr="00600E5F" w:rsidRDefault="001B4A45" w:rsidP="00600E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E5F">
        <w:rPr>
          <w:rFonts w:ascii="Times New Roman" w:hAnsi="Times New Roman" w:cs="Times New Roman"/>
          <w:sz w:val="28"/>
          <w:szCs w:val="28"/>
        </w:rPr>
        <w:t>М.П.</w:t>
      </w: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A158DB">
      <w:pPr>
        <w:ind w:left="3960"/>
        <w:jc w:val="right"/>
        <w:rPr>
          <w:sz w:val="16"/>
          <w:szCs w:val="16"/>
        </w:rPr>
      </w:pPr>
    </w:p>
    <w:p w:rsidR="001B4A45" w:rsidRDefault="001B4A45" w:rsidP="009D01A4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9D01A4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Pr="009C21A9" w:rsidRDefault="001B4A45" w:rsidP="009D01A4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8</w:t>
      </w:r>
    </w:p>
    <w:p w:rsidR="001B4A45" w:rsidRDefault="001B4A45" w:rsidP="009D01A4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9C21A9">
        <w:rPr>
          <w:sz w:val="22"/>
          <w:szCs w:val="22"/>
        </w:rPr>
        <w:t xml:space="preserve"> Административному регламенту</w:t>
      </w:r>
    </w:p>
    <w:p w:rsidR="001B4A45" w:rsidRDefault="001B4A45" w:rsidP="009D01A4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 комитета социального обеспечения Курской области </w:t>
      </w:r>
    </w:p>
    <w:p w:rsidR="001B4A45" w:rsidRDefault="001B4A45" w:rsidP="009D01A4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по предоставлению государственной услуги </w:t>
      </w:r>
    </w:p>
    <w:p w:rsidR="001B4A45" w:rsidRDefault="001B4A45" w:rsidP="009D01A4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«Признание граждан нуждающимися </w:t>
      </w:r>
    </w:p>
    <w:p w:rsidR="001B4A45" w:rsidRDefault="001B4A45" w:rsidP="009D01A4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в предоставлении социальных услуг в стационарной </w:t>
      </w:r>
    </w:p>
    <w:p w:rsidR="001B4A45" w:rsidRPr="00351814" w:rsidRDefault="001B4A45" w:rsidP="009D01A4">
      <w:pPr>
        <w:pStyle w:val="ConsTitle"/>
        <w:tabs>
          <w:tab w:val="left" w:pos="720"/>
          <w:tab w:val="left" w:pos="1800"/>
        </w:tabs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1814">
        <w:rPr>
          <w:rFonts w:ascii="Times New Roman" w:hAnsi="Times New Roman" w:cs="Times New Roman"/>
          <w:b w:val="0"/>
          <w:bCs w:val="0"/>
          <w:sz w:val="22"/>
          <w:szCs w:val="22"/>
        </w:rPr>
        <w:t>форме социального обслуживания»</w:t>
      </w:r>
    </w:p>
    <w:p w:rsidR="001B4A45" w:rsidRDefault="001B4A45" w:rsidP="00351814">
      <w:pPr>
        <w:pStyle w:val="ConsTitle"/>
        <w:tabs>
          <w:tab w:val="left" w:pos="720"/>
          <w:tab w:val="left" w:pos="1800"/>
        </w:tabs>
        <w:ind w:right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B4A45" w:rsidRDefault="001B4A45" w:rsidP="009D01A4">
      <w:pPr>
        <w:ind w:firstLine="720"/>
        <w:jc w:val="center"/>
        <w:rPr>
          <w:b/>
          <w:bCs/>
          <w:sz w:val="28"/>
          <w:szCs w:val="28"/>
        </w:rPr>
      </w:pPr>
    </w:p>
    <w:p w:rsidR="001B4A45" w:rsidRDefault="001B4A45" w:rsidP="00D33C48">
      <w:pPr>
        <w:ind w:left="4623"/>
        <w:jc w:val="right"/>
      </w:pPr>
      <w:r>
        <w:t>_______________________________</w:t>
      </w:r>
    </w:p>
    <w:p w:rsidR="001B4A45" w:rsidRDefault="001B4A45" w:rsidP="00D33C48">
      <w:pPr>
        <w:ind w:firstLine="709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(фамилия, имя, отчество заявителя)      </w:t>
      </w:r>
    </w:p>
    <w:p w:rsidR="001B4A45" w:rsidRDefault="001B4A45" w:rsidP="00D33C48">
      <w:pPr>
        <w:ind w:left="4623"/>
        <w:jc w:val="right"/>
      </w:pPr>
      <w:r>
        <w:t>______________________________</w:t>
      </w:r>
    </w:p>
    <w:p w:rsidR="001B4A45" w:rsidRDefault="001B4A45" w:rsidP="00D33C48">
      <w:pPr>
        <w:ind w:left="4623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(адрес заявителя)       </w:t>
      </w:r>
    </w:p>
    <w:p w:rsidR="001B4A45" w:rsidRDefault="001B4A45" w:rsidP="00D33C48">
      <w:pPr>
        <w:jc w:val="center"/>
      </w:pPr>
    </w:p>
    <w:p w:rsidR="001B4A45" w:rsidRDefault="001B4A45" w:rsidP="00D33C4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1B4A45" w:rsidRPr="00457EDB" w:rsidRDefault="001B4A45" w:rsidP="00457ED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EDB">
        <w:rPr>
          <w:rFonts w:ascii="Times New Roman" w:hAnsi="Times New Roman" w:cs="Times New Roman"/>
          <w:b/>
          <w:bCs/>
          <w:sz w:val="28"/>
          <w:szCs w:val="28"/>
        </w:rPr>
        <w:t>об отказе в признании гражданина нуждающимся в предоставлении социальных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7EDB">
        <w:rPr>
          <w:rFonts w:ascii="Times New Roman" w:hAnsi="Times New Roman" w:cs="Times New Roman"/>
          <w:b/>
          <w:bCs/>
          <w:sz w:val="28"/>
          <w:szCs w:val="28"/>
        </w:rPr>
        <w:t>услуг в стационарной форме социального обслуживания</w:t>
      </w:r>
    </w:p>
    <w:p w:rsidR="001B4A45" w:rsidRDefault="001B4A45" w:rsidP="00D33C48">
      <w:pPr>
        <w:jc w:val="both"/>
      </w:pPr>
    </w:p>
    <w:p w:rsidR="001B4A45" w:rsidRDefault="001B4A45" w:rsidP="00D33C48">
      <w:pPr>
        <w:jc w:val="both"/>
      </w:pPr>
      <w:r>
        <w:t>от________________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№ ________________</w:t>
      </w:r>
    </w:p>
    <w:p w:rsidR="001B4A45" w:rsidRDefault="001B4A45" w:rsidP="00D33C48">
      <w:pPr>
        <w:jc w:val="both"/>
      </w:pPr>
    </w:p>
    <w:p w:rsidR="001B4A45" w:rsidRDefault="001B4A45" w:rsidP="00D33C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Комитет социального обеспечения Курской области рассмотрев Ваше заявление и представленные Вами документы, поступившие      </w:t>
      </w:r>
      <w:r w:rsidRPr="00600E5F">
        <w:rPr>
          <w:sz w:val="28"/>
          <w:szCs w:val="28"/>
        </w:rPr>
        <w:t>«____»_______</w:t>
      </w:r>
      <w:r>
        <w:rPr>
          <w:sz w:val="28"/>
          <w:szCs w:val="28"/>
        </w:rPr>
        <w:t>__</w:t>
      </w:r>
      <w:r w:rsidRPr="00600E5F">
        <w:rPr>
          <w:sz w:val="28"/>
          <w:szCs w:val="28"/>
        </w:rPr>
        <w:t>_</w:t>
      </w:r>
      <w:r>
        <w:rPr>
          <w:sz w:val="28"/>
          <w:szCs w:val="28"/>
        </w:rPr>
        <w:t xml:space="preserve">  20</w:t>
      </w:r>
      <w:r w:rsidRPr="00600E5F">
        <w:rPr>
          <w:sz w:val="28"/>
          <w:szCs w:val="28"/>
        </w:rPr>
        <w:t>_____г</w:t>
      </w:r>
      <w:r>
        <w:rPr>
          <w:sz w:val="28"/>
          <w:szCs w:val="28"/>
        </w:rPr>
        <w:t xml:space="preserve">.,    зарегистрированные   под № ____, принял решение об отказе в признании Вас  нуждающимся     (-щейся) в предоставлении социальных услуг в стационарной форме социального обслуживания в соответствии с Федеральным законом от </w:t>
      </w:r>
      <w:r w:rsidRPr="00600E5F">
        <w:rPr>
          <w:sz w:val="28"/>
          <w:szCs w:val="28"/>
        </w:rPr>
        <w:t xml:space="preserve">28 декабря 2013 года </w:t>
      </w:r>
      <w:r>
        <w:rPr>
          <w:sz w:val="28"/>
          <w:szCs w:val="28"/>
        </w:rPr>
        <w:t>№</w:t>
      </w:r>
      <w:r w:rsidRPr="00600E5F">
        <w:rPr>
          <w:sz w:val="28"/>
          <w:szCs w:val="28"/>
        </w:rPr>
        <w:t xml:space="preserve"> 442-ФЗ "Об основах</w:t>
      </w:r>
      <w:r>
        <w:rPr>
          <w:sz w:val="28"/>
          <w:szCs w:val="28"/>
        </w:rPr>
        <w:t xml:space="preserve"> </w:t>
      </w:r>
      <w:r w:rsidRPr="00600E5F">
        <w:rPr>
          <w:sz w:val="28"/>
          <w:szCs w:val="28"/>
        </w:rPr>
        <w:t>социального  обслуживания  граждан  в  Российской Федерации</w:t>
      </w:r>
      <w:r>
        <w:rPr>
          <w:sz w:val="28"/>
          <w:szCs w:val="28"/>
        </w:rPr>
        <w:t>" в связи со следующим:______________________________________________________________________________________________________________________________________________________________________________________________________________________________________________________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4A45" w:rsidRDefault="001B4A45" w:rsidP="00D33C48">
      <w:pPr>
        <w:spacing w:line="216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(причины, послужившие основанием для принятия решения об отказе в назначении ежемесячной денежной выплаты)</w:t>
      </w:r>
    </w:p>
    <w:p w:rsidR="001B4A45" w:rsidRDefault="001B4A45" w:rsidP="00D33C48">
      <w:pPr>
        <w:spacing w:line="21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об отказе в признании Вас  нуждающимся     (-щейся) в предоставлении социальных услуг в стационарной форме социального обслуживания может быть обжаловано в установленном законом порядке.</w:t>
      </w:r>
    </w:p>
    <w:p w:rsidR="001B4A45" w:rsidRDefault="001B4A45" w:rsidP="00D33C48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об отказе в признании </w:t>
      </w:r>
      <w:r w:rsidRPr="00D33C48">
        <w:rPr>
          <w:rFonts w:ascii="Times New Roman" w:hAnsi="Times New Roman" w:cs="Times New Roman"/>
          <w:sz w:val="28"/>
          <w:szCs w:val="28"/>
        </w:rPr>
        <w:t>Вас</w:t>
      </w:r>
      <w:r>
        <w:rPr>
          <w:rFonts w:ascii="Times New Roman" w:hAnsi="Times New Roman" w:cs="Times New Roman"/>
          <w:sz w:val="28"/>
          <w:szCs w:val="28"/>
        </w:rPr>
        <w:t xml:space="preserve">  нуждающимся     (-щейся) в предоставлении социальных услуг в стационарной форме социального обслуживания назначении ежемесячной денежной выплаты прилагается.</w:t>
      </w:r>
    </w:p>
    <w:p w:rsidR="001B4A45" w:rsidRDefault="001B4A45" w:rsidP="00D33C48">
      <w:pPr>
        <w:pStyle w:val="ConsPlusNonformat"/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4A45" w:rsidRDefault="001B4A45" w:rsidP="00D33C48">
      <w:pPr>
        <w:ind w:firstLine="709"/>
        <w:jc w:val="both"/>
        <w:rPr>
          <w:sz w:val="28"/>
          <w:szCs w:val="28"/>
        </w:rPr>
      </w:pPr>
    </w:p>
    <w:p w:rsidR="001B4A45" w:rsidRDefault="001B4A45" w:rsidP="00D33C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</w:p>
    <w:p w:rsidR="001B4A45" w:rsidRDefault="001B4A45" w:rsidP="00D33C48">
      <w:pPr>
        <w:jc w:val="both"/>
        <w:rPr>
          <w:sz w:val="28"/>
          <w:szCs w:val="28"/>
        </w:rPr>
      </w:pPr>
      <w:r>
        <w:rPr>
          <w:sz w:val="28"/>
          <w:szCs w:val="28"/>
        </w:rPr>
        <w:t>социального обеспечения Курской области  _________    (_____________)</w:t>
      </w:r>
    </w:p>
    <w:p w:rsidR="001B4A45" w:rsidRPr="00600E5F" w:rsidRDefault="001B4A45" w:rsidP="00D33C48">
      <w:pPr>
        <w:jc w:val="both"/>
        <w:rPr>
          <w:sz w:val="18"/>
          <w:szCs w:val="18"/>
        </w:rPr>
      </w:pPr>
      <w:r w:rsidRPr="00600E5F">
        <w:rPr>
          <w:sz w:val="18"/>
          <w:szCs w:val="18"/>
        </w:rPr>
        <w:t xml:space="preserve">                                                                      </w:t>
      </w:r>
      <w:r>
        <w:rPr>
          <w:sz w:val="18"/>
          <w:szCs w:val="18"/>
        </w:rPr>
        <w:t xml:space="preserve">                            </w:t>
      </w:r>
      <w:r w:rsidRPr="00600E5F">
        <w:rPr>
          <w:sz w:val="18"/>
          <w:szCs w:val="18"/>
        </w:rPr>
        <w:t xml:space="preserve">      </w:t>
      </w:r>
      <w:r>
        <w:rPr>
          <w:sz w:val="18"/>
          <w:szCs w:val="18"/>
        </w:rPr>
        <w:t xml:space="preserve">    </w:t>
      </w:r>
      <w:r w:rsidRPr="00600E5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600E5F">
        <w:rPr>
          <w:sz w:val="18"/>
          <w:szCs w:val="18"/>
        </w:rPr>
        <w:t xml:space="preserve">(подпись)          </w:t>
      </w:r>
      <w:r>
        <w:rPr>
          <w:sz w:val="18"/>
          <w:szCs w:val="18"/>
        </w:rPr>
        <w:t xml:space="preserve">  </w:t>
      </w:r>
      <w:r w:rsidRPr="00600E5F">
        <w:rPr>
          <w:sz w:val="18"/>
          <w:szCs w:val="18"/>
        </w:rPr>
        <w:t xml:space="preserve"> (расшифровка подписи)</w:t>
      </w:r>
    </w:p>
    <w:p w:rsidR="001B4A45" w:rsidRDefault="001B4A45" w:rsidP="00D33C48">
      <w:pPr>
        <w:jc w:val="both"/>
        <w:rPr>
          <w:sz w:val="28"/>
          <w:szCs w:val="28"/>
        </w:rPr>
      </w:pPr>
    </w:p>
    <w:p w:rsidR="001B4A45" w:rsidRPr="00600E5F" w:rsidRDefault="001B4A45" w:rsidP="00D33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E5F">
        <w:rPr>
          <w:rFonts w:ascii="Times New Roman" w:hAnsi="Times New Roman" w:cs="Times New Roman"/>
          <w:sz w:val="28"/>
          <w:szCs w:val="28"/>
        </w:rPr>
        <w:t>М.П.</w:t>
      </w:r>
    </w:p>
    <w:p w:rsidR="001B4A45" w:rsidRDefault="001B4A45" w:rsidP="009D01A4">
      <w:pPr>
        <w:ind w:firstLine="720"/>
        <w:jc w:val="center"/>
        <w:rPr>
          <w:b/>
          <w:bCs/>
          <w:sz w:val="28"/>
          <w:szCs w:val="28"/>
        </w:rPr>
      </w:pPr>
    </w:p>
    <w:p w:rsidR="001B4A45" w:rsidRDefault="001B4A45" w:rsidP="009D01A4">
      <w:pPr>
        <w:ind w:firstLine="720"/>
        <w:jc w:val="center"/>
        <w:rPr>
          <w:b/>
          <w:bCs/>
          <w:sz w:val="28"/>
          <w:szCs w:val="28"/>
        </w:rPr>
      </w:pPr>
    </w:p>
    <w:p w:rsidR="001B4A45" w:rsidRDefault="001B4A45" w:rsidP="009D01A4">
      <w:pPr>
        <w:ind w:firstLine="720"/>
        <w:jc w:val="center"/>
        <w:rPr>
          <w:b/>
          <w:bCs/>
          <w:sz w:val="28"/>
          <w:szCs w:val="28"/>
        </w:rPr>
      </w:pPr>
    </w:p>
    <w:p w:rsidR="001B4A45" w:rsidRDefault="001B4A45" w:rsidP="009D01A4">
      <w:pPr>
        <w:ind w:firstLine="720"/>
        <w:jc w:val="center"/>
        <w:rPr>
          <w:b/>
          <w:bCs/>
          <w:sz w:val="28"/>
          <w:szCs w:val="28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Pr="009C21A9" w:rsidRDefault="001B4A45" w:rsidP="00B13DD2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9</w:t>
      </w:r>
    </w:p>
    <w:p w:rsidR="001B4A45" w:rsidRDefault="001B4A45" w:rsidP="00B13DD2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>К Административному регламенту</w:t>
      </w:r>
    </w:p>
    <w:p w:rsidR="001B4A45" w:rsidRDefault="001B4A45" w:rsidP="00B13DD2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 комитета социального обеспечения Курской области </w:t>
      </w:r>
    </w:p>
    <w:p w:rsidR="001B4A45" w:rsidRDefault="001B4A45" w:rsidP="00B13DD2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по предоставлению государственной услуги </w:t>
      </w:r>
    </w:p>
    <w:p w:rsidR="001B4A45" w:rsidRDefault="001B4A45" w:rsidP="00B13DD2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«Признание граждан нуждающимися </w:t>
      </w:r>
    </w:p>
    <w:p w:rsidR="001B4A45" w:rsidRDefault="001B4A45" w:rsidP="00B13DD2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в предоставлении социальных услуг в стационарной </w:t>
      </w:r>
    </w:p>
    <w:p w:rsidR="001B4A45" w:rsidRPr="007663B8" w:rsidRDefault="001B4A45" w:rsidP="00B13DD2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>форме социального обслуживания»</w:t>
      </w: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91"/>
        <w:gridCol w:w="4591"/>
      </w:tblGrid>
      <w:tr w:rsidR="001B4A45">
        <w:tc>
          <w:tcPr>
            <w:tcW w:w="4645" w:type="dxa"/>
          </w:tcPr>
          <w:p w:rsidR="001B4A45" w:rsidRPr="00F42672" w:rsidRDefault="001B4A45" w:rsidP="00F42672">
            <w:pPr>
              <w:tabs>
                <w:tab w:val="left" w:pos="495"/>
                <w:tab w:val="left" w:pos="840"/>
              </w:tabs>
              <w:ind w:left="-3614"/>
              <w:jc w:val="both"/>
              <w:rPr>
                <w:b/>
                <w:bCs/>
              </w:rPr>
            </w:pPr>
            <w:r w:rsidRPr="00F42672">
              <w:rPr>
                <w:b/>
                <w:bCs/>
              </w:rPr>
              <w:t xml:space="preserve">                                                                      Комитет социального обеспечения</w:t>
            </w:r>
          </w:p>
          <w:p w:rsidR="001B4A45" w:rsidRPr="00F42672" w:rsidRDefault="001B4A45" w:rsidP="00F42672">
            <w:pPr>
              <w:jc w:val="both"/>
            </w:pPr>
            <w:r w:rsidRPr="00F42672">
              <w:rPr>
                <w:b/>
                <w:bCs/>
              </w:rPr>
              <w:t xml:space="preserve">                           Курской области</w:t>
            </w:r>
          </w:p>
        </w:tc>
        <w:tc>
          <w:tcPr>
            <w:tcW w:w="4645" w:type="dxa"/>
          </w:tcPr>
          <w:p w:rsidR="001B4A45" w:rsidRPr="00F42672" w:rsidRDefault="001B4A45" w:rsidP="00F42672">
            <w:pPr>
              <w:tabs>
                <w:tab w:val="left" w:pos="495"/>
                <w:tab w:val="left" w:pos="840"/>
              </w:tabs>
              <w:ind w:left="-3614"/>
              <w:jc w:val="both"/>
              <w:rPr>
                <w:b/>
                <w:bCs/>
              </w:rPr>
            </w:pPr>
            <w:r w:rsidRPr="00F42672">
              <w:rPr>
                <w:b/>
                <w:bCs/>
              </w:rPr>
              <w:t xml:space="preserve">                                                                      Комитет социального обеспечения</w:t>
            </w:r>
          </w:p>
          <w:p w:rsidR="001B4A45" w:rsidRPr="00F42672" w:rsidRDefault="001B4A45" w:rsidP="00F42672">
            <w:pPr>
              <w:jc w:val="both"/>
            </w:pPr>
            <w:r w:rsidRPr="00F42672">
              <w:rPr>
                <w:b/>
                <w:bCs/>
              </w:rPr>
              <w:t xml:space="preserve">                           Курской области</w:t>
            </w:r>
          </w:p>
        </w:tc>
      </w:tr>
      <w:tr w:rsidR="001B4A45">
        <w:tc>
          <w:tcPr>
            <w:tcW w:w="4645" w:type="dxa"/>
          </w:tcPr>
          <w:p w:rsidR="001B4A45" w:rsidRPr="00F42672" w:rsidRDefault="001B4A45" w:rsidP="00F42672">
            <w:pPr>
              <w:jc w:val="center"/>
              <w:rPr>
                <w:sz w:val="20"/>
                <w:szCs w:val="20"/>
              </w:rPr>
            </w:pPr>
          </w:p>
          <w:p w:rsidR="001B4A45" w:rsidRPr="00F42672" w:rsidRDefault="001B4A45" w:rsidP="00F42672">
            <w:pPr>
              <w:jc w:val="center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Дата ______________________20 ____г.</w:t>
            </w:r>
          </w:p>
          <w:p w:rsidR="001B4A45" w:rsidRPr="00F42672" w:rsidRDefault="001B4A45" w:rsidP="0038429F">
            <w:pPr>
              <w:rPr>
                <w:sz w:val="20"/>
                <w:szCs w:val="20"/>
              </w:rPr>
            </w:pPr>
          </w:p>
          <w:p w:rsidR="001B4A45" w:rsidRPr="00F42672" w:rsidRDefault="001B4A45" w:rsidP="00F42672">
            <w:pPr>
              <w:jc w:val="center"/>
              <w:rPr>
                <w:sz w:val="20"/>
                <w:szCs w:val="20"/>
              </w:rPr>
            </w:pPr>
            <w:r w:rsidRPr="00F42672">
              <w:rPr>
                <w:b/>
                <w:bCs/>
                <w:sz w:val="20"/>
                <w:szCs w:val="20"/>
              </w:rPr>
              <w:t>Корешок к путевке №</w:t>
            </w:r>
            <w:r w:rsidRPr="00F42672">
              <w:rPr>
                <w:sz w:val="20"/>
                <w:szCs w:val="20"/>
              </w:rPr>
              <w:t xml:space="preserve"> ______</w:t>
            </w:r>
          </w:p>
          <w:p w:rsidR="001B4A45" w:rsidRPr="00F42672" w:rsidRDefault="001B4A45" w:rsidP="00F42672">
            <w:pPr>
              <w:jc w:val="center"/>
              <w:rPr>
                <w:b/>
                <w:bCs/>
                <w:sz w:val="20"/>
                <w:szCs w:val="20"/>
              </w:rPr>
            </w:pPr>
            <w:r w:rsidRPr="00F42672">
              <w:rPr>
                <w:b/>
                <w:bCs/>
                <w:sz w:val="20"/>
                <w:szCs w:val="20"/>
              </w:rPr>
              <w:t xml:space="preserve">для оформления на стационарное </w:t>
            </w:r>
          </w:p>
          <w:p w:rsidR="001B4A45" w:rsidRPr="00F42672" w:rsidRDefault="001B4A45" w:rsidP="00F42672">
            <w:pPr>
              <w:jc w:val="center"/>
              <w:rPr>
                <w:b/>
                <w:bCs/>
                <w:sz w:val="20"/>
                <w:szCs w:val="20"/>
              </w:rPr>
            </w:pPr>
            <w:r w:rsidRPr="00F42672">
              <w:rPr>
                <w:b/>
                <w:bCs/>
                <w:sz w:val="20"/>
                <w:szCs w:val="20"/>
              </w:rPr>
              <w:t>социальное обслуживание</w:t>
            </w:r>
          </w:p>
          <w:p w:rsidR="001B4A45" w:rsidRPr="00F42672" w:rsidRDefault="001B4A45" w:rsidP="0038429F">
            <w:pPr>
              <w:rPr>
                <w:sz w:val="20"/>
                <w:szCs w:val="20"/>
              </w:rPr>
            </w:pPr>
          </w:p>
          <w:p w:rsidR="001B4A45" w:rsidRPr="00F42672" w:rsidRDefault="001B4A45" w:rsidP="00F42672">
            <w:pPr>
              <w:jc w:val="center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Наименование государственного стационарного                                         учреждения социального обслуживания населения:</w:t>
            </w:r>
          </w:p>
          <w:p w:rsidR="001B4A45" w:rsidRPr="00F42672" w:rsidRDefault="001B4A45" w:rsidP="00F42672">
            <w:pPr>
              <w:spacing w:line="360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_________________________________________</w:t>
            </w:r>
          </w:p>
          <w:p w:rsidR="001B4A45" w:rsidRPr="00F42672" w:rsidRDefault="001B4A45" w:rsidP="00F42672">
            <w:pPr>
              <w:spacing w:line="360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__________________________________</w:t>
            </w:r>
            <w:r w:rsidRPr="00F42672">
              <w:rPr>
                <w:i/>
                <w:iCs/>
                <w:sz w:val="20"/>
                <w:szCs w:val="20"/>
              </w:rPr>
              <w:t>интернат</w:t>
            </w:r>
          </w:p>
          <w:p w:rsidR="001B4A45" w:rsidRPr="00F42672" w:rsidRDefault="001B4A45" w:rsidP="0038429F">
            <w:pPr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_________________________________________</w:t>
            </w:r>
          </w:p>
          <w:p w:rsidR="001B4A45" w:rsidRPr="00F42672" w:rsidRDefault="001B4A45" w:rsidP="00F42672">
            <w:pPr>
              <w:spacing w:line="360" w:lineRule="auto"/>
              <w:rPr>
                <w:sz w:val="20"/>
                <w:szCs w:val="20"/>
              </w:rPr>
            </w:pP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Направляется (Ф.И.О.):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____________________________________________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________________________________________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Год рождения: _____________________________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Льготная категория:    _______________________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Группа инвалидности: _______________________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 xml:space="preserve">Адрес: </w:t>
            </w:r>
            <w:r w:rsidRPr="00F42672">
              <w:rPr>
                <w:i/>
                <w:iCs/>
                <w:sz w:val="20"/>
                <w:szCs w:val="20"/>
              </w:rPr>
              <w:t xml:space="preserve">Курская обл., </w:t>
            </w:r>
            <w:r w:rsidRPr="00F42672">
              <w:rPr>
                <w:sz w:val="20"/>
                <w:szCs w:val="20"/>
              </w:rPr>
              <w:t xml:space="preserve">________________________ ____________________________________ </w:t>
            </w:r>
            <w:r w:rsidRPr="00F42672">
              <w:rPr>
                <w:i/>
                <w:iCs/>
                <w:sz w:val="20"/>
                <w:szCs w:val="20"/>
              </w:rPr>
              <w:t>район</w:t>
            </w:r>
            <w:r w:rsidRPr="00F42672">
              <w:rPr>
                <w:sz w:val="20"/>
                <w:szCs w:val="20"/>
              </w:rPr>
              <w:t xml:space="preserve">,  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__________________________________________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i/>
                <w:iCs/>
                <w:sz w:val="20"/>
                <w:szCs w:val="20"/>
              </w:rPr>
              <w:t xml:space="preserve">ул. </w:t>
            </w:r>
            <w:r w:rsidRPr="00F42672">
              <w:rPr>
                <w:sz w:val="20"/>
                <w:szCs w:val="20"/>
              </w:rPr>
              <w:t xml:space="preserve">________________________  </w:t>
            </w:r>
            <w:r w:rsidRPr="00F42672">
              <w:rPr>
                <w:i/>
                <w:iCs/>
                <w:sz w:val="20"/>
                <w:szCs w:val="20"/>
              </w:rPr>
              <w:t>дом</w:t>
            </w:r>
            <w:r w:rsidRPr="00F42672">
              <w:rPr>
                <w:sz w:val="20"/>
                <w:szCs w:val="20"/>
              </w:rPr>
              <w:t xml:space="preserve"> _____</w:t>
            </w:r>
            <w:r w:rsidRPr="00F42672">
              <w:rPr>
                <w:i/>
                <w:iCs/>
                <w:sz w:val="20"/>
                <w:szCs w:val="20"/>
              </w:rPr>
              <w:t xml:space="preserve"> кв.</w:t>
            </w:r>
            <w:r w:rsidRPr="00F42672">
              <w:rPr>
                <w:sz w:val="20"/>
                <w:szCs w:val="20"/>
              </w:rPr>
              <w:t xml:space="preserve"> ___</w:t>
            </w:r>
          </w:p>
          <w:p w:rsidR="001B4A45" w:rsidRPr="00F42672" w:rsidRDefault="001B4A45" w:rsidP="0038429F">
            <w:pPr>
              <w:rPr>
                <w:sz w:val="20"/>
                <w:szCs w:val="20"/>
              </w:rPr>
            </w:pPr>
          </w:p>
          <w:p w:rsidR="001B4A45" w:rsidRPr="00F42672" w:rsidRDefault="001B4A45" w:rsidP="0038429F">
            <w:pPr>
              <w:rPr>
                <w:sz w:val="20"/>
                <w:szCs w:val="20"/>
              </w:rPr>
            </w:pPr>
          </w:p>
          <w:p w:rsidR="001B4A45" w:rsidRPr="00F42672" w:rsidRDefault="001B4A45" w:rsidP="0038429F">
            <w:pPr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Председатель комитета     _______________</w:t>
            </w:r>
          </w:p>
          <w:p w:rsidR="001B4A45" w:rsidRPr="00F42672" w:rsidRDefault="001B4A45" w:rsidP="0038429F">
            <w:pPr>
              <w:rPr>
                <w:sz w:val="20"/>
                <w:szCs w:val="20"/>
              </w:rPr>
            </w:pPr>
          </w:p>
          <w:p w:rsidR="001B4A45" w:rsidRPr="00F42672" w:rsidRDefault="001B4A45" w:rsidP="00F42672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4645" w:type="dxa"/>
          </w:tcPr>
          <w:p w:rsidR="001B4A45" w:rsidRPr="00F42672" w:rsidRDefault="001B4A45" w:rsidP="00F42672">
            <w:pPr>
              <w:jc w:val="center"/>
              <w:rPr>
                <w:sz w:val="20"/>
                <w:szCs w:val="20"/>
              </w:rPr>
            </w:pPr>
          </w:p>
          <w:p w:rsidR="001B4A45" w:rsidRPr="00F42672" w:rsidRDefault="001B4A45" w:rsidP="00F42672">
            <w:pPr>
              <w:jc w:val="center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Дата ______________________20 ____г.</w:t>
            </w:r>
          </w:p>
          <w:p w:rsidR="001B4A45" w:rsidRPr="00F42672" w:rsidRDefault="001B4A45" w:rsidP="0038429F">
            <w:pPr>
              <w:rPr>
                <w:sz w:val="20"/>
                <w:szCs w:val="20"/>
              </w:rPr>
            </w:pPr>
          </w:p>
          <w:p w:rsidR="001B4A45" w:rsidRPr="00F42672" w:rsidRDefault="001B4A45" w:rsidP="00F42672">
            <w:pPr>
              <w:jc w:val="center"/>
              <w:rPr>
                <w:sz w:val="20"/>
                <w:szCs w:val="20"/>
              </w:rPr>
            </w:pPr>
            <w:r w:rsidRPr="00F42672">
              <w:rPr>
                <w:b/>
                <w:bCs/>
                <w:caps/>
                <w:sz w:val="20"/>
                <w:szCs w:val="20"/>
              </w:rPr>
              <w:t xml:space="preserve">Путевка </w:t>
            </w:r>
            <w:r w:rsidRPr="00F42672">
              <w:rPr>
                <w:b/>
                <w:bCs/>
                <w:sz w:val="20"/>
                <w:szCs w:val="20"/>
              </w:rPr>
              <w:t>№</w:t>
            </w:r>
            <w:r w:rsidRPr="00F42672">
              <w:rPr>
                <w:sz w:val="20"/>
                <w:szCs w:val="20"/>
              </w:rPr>
              <w:t xml:space="preserve"> ______</w:t>
            </w:r>
          </w:p>
          <w:p w:rsidR="001B4A45" w:rsidRPr="00F42672" w:rsidRDefault="001B4A45" w:rsidP="00F42672">
            <w:pPr>
              <w:jc w:val="center"/>
              <w:rPr>
                <w:b/>
                <w:bCs/>
                <w:sz w:val="20"/>
                <w:szCs w:val="20"/>
              </w:rPr>
            </w:pPr>
            <w:r w:rsidRPr="00F42672">
              <w:rPr>
                <w:b/>
                <w:bCs/>
                <w:sz w:val="20"/>
                <w:szCs w:val="20"/>
              </w:rPr>
              <w:t xml:space="preserve">для оформления на стационарное </w:t>
            </w:r>
          </w:p>
          <w:p w:rsidR="001B4A45" w:rsidRPr="00F42672" w:rsidRDefault="001B4A45" w:rsidP="00F42672">
            <w:pPr>
              <w:jc w:val="center"/>
              <w:rPr>
                <w:sz w:val="20"/>
                <w:szCs w:val="20"/>
              </w:rPr>
            </w:pPr>
            <w:r w:rsidRPr="00F42672">
              <w:rPr>
                <w:b/>
                <w:bCs/>
                <w:sz w:val="20"/>
                <w:szCs w:val="20"/>
              </w:rPr>
              <w:t>социальное обслуживание</w:t>
            </w:r>
          </w:p>
          <w:p w:rsidR="001B4A45" w:rsidRPr="00F42672" w:rsidRDefault="001B4A45" w:rsidP="00F42672">
            <w:pPr>
              <w:tabs>
                <w:tab w:val="left" w:pos="5310"/>
              </w:tabs>
              <w:ind w:right="258"/>
              <w:rPr>
                <w:sz w:val="20"/>
                <w:szCs w:val="20"/>
              </w:rPr>
            </w:pPr>
          </w:p>
          <w:p w:rsidR="001B4A45" w:rsidRPr="00F42672" w:rsidRDefault="001B4A45" w:rsidP="00F42672">
            <w:pPr>
              <w:jc w:val="center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Наименование государственного стационарного                                         учреждения социального обслуживания населения:</w:t>
            </w:r>
          </w:p>
          <w:p w:rsidR="001B4A45" w:rsidRPr="00F42672" w:rsidRDefault="001B4A45" w:rsidP="00F42672">
            <w:pPr>
              <w:spacing w:line="360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 xml:space="preserve"> _________________________________________</w:t>
            </w:r>
          </w:p>
          <w:p w:rsidR="001B4A45" w:rsidRPr="00F42672" w:rsidRDefault="001B4A45" w:rsidP="00F42672">
            <w:pPr>
              <w:spacing w:line="360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 xml:space="preserve">________________________________ </w:t>
            </w:r>
            <w:r w:rsidRPr="00F42672">
              <w:rPr>
                <w:i/>
                <w:iCs/>
                <w:sz w:val="20"/>
                <w:szCs w:val="20"/>
              </w:rPr>
              <w:t>интернат</w:t>
            </w:r>
          </w:p>
          <w:p w:rsidR="001B4A45" w:rsidRPr="00F42672" w:rsidRDefault="001B4A45" w:rsidP="00F42672">
            <w:pPr>
              <w:spacing w:line="360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_________________________________________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Направляется (Ф.И.О.):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____________________________________________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_________________________________________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Год рождения: _____________________________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Льготная категория:    _______________________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Группа инвалидности: _______________________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 xml:space="preserve">Адрес: </w:t>
            </w:r>
            <w:r w:rsidRPr="00F42672">
              <w:rPr>
                <w:i/>
                <w:iCs/>
                <w:sz w:val="20"/>
                <w:szCs w:val="20"/>
              </w:rPr>
              <w:t xml:space="preserve">Курская обл., </w:t>
            </w:r>
            <w:r w:rsidRPr="00F42672">
              <w:rPr>
                <w:sz w:val="20"/>
                <w:szCs w:val="20"/>
              </w:rPr>
              <w:t xml:space="preserve">________________________ ____________________________________ </w:t>
            </w:r>
            <w:r w:rsidRPr="00F42672">
              <w:rPr>
                <w:i/>
                <w:iCs/>
                <w:sz w:val="20"/>
                <w:szCs w:val="20"/>
              </w:rPr>
              <w:t>район</w:t>
            </w:r>
            <w:r w:rsidRPr="00F42672">
              <w:rPr>
                <w:sz w:val="20"/>
                <w:szCs w:val="20"/>
              </w:rPr>
              <w:t xml:space="preserve">,  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__________________________________________</w:t>
            </w:r>
          </w:p>
          <w:p w:rsidR="001B4A45" w:rsidRPr="00F42672" w:rsidRDefault="001B4A45" w:rsidP="00F42672">
            <w:pPr>
              <w:spacing w:line="312" w:lineRule="auto"/>
              <w:rPr>
                <w:sz w:val="20"/>
                <w:szCs w:val="20"/>
              </w:rPr>
            </w:pPr>
            <w:r w:rsidRPr="00F42672">
              <w:rPr>
                <w:i/>
                <w:iCs/>
                <w:sz w:val="20"/>
                <w:szCs w:val="20"/>
              </w:rPr>
              <w:t xml:space="preserve">ул. </w:t>
            </w:r>
            <w:r w:rsidRPr="00F42672">
              <w:rPr>
                <w:sz w:val="20"/>
                <w:szCs w:val="20"/>
              </w:rPr>
              <w:t xml:space="preserve">________________________  </w:t>
            </w:r>
            <w:r w:rsidRPr="00F42672">
              <w:rPr>
                <w:i/>
                <w:iCs/>
                <w:sz w:val="20"/>
                <w:szCs w:val="20"/>
              </w:rPr>
              <w:t>дом</w:t>
            </w:r>
            <w:r w:rsidRPr="00F42672">
              <w:rPr>
                <w:sz w:val="20"/>
                <w:szCs w:val="20"/>
              </w:rPr>
              <w:t xml:space="preserve"> _____</w:t>
            </w:r>
            <w:r w:rsidRPr="00F42672">
              <w:rPr>
                <w:i/>
                <w:iCs/>
                <w:sz w:val="20"/>
                <w:szCs w:val="20"/>
              </w:rPr>
              <w:t xml:space="preserve"> кв.</w:t>
            </w:r>
            <w:r w:rsidRPr="00F42672">
              <w:rPr>
                <w:sz w:val="20"/>
                <w:szCs w:val="20"/>
              </w:rPr>
              <w:t xml:space="preserve"> ___</w:t>
            </w:r>
          </w:p>
          <w:p w:rsidR="001B4A45" w:rsidRPr="00F42672" w:rsidRDefault="001B4A45" w:rsidP="0038429F">
            <w:pPr>
              <w:rPr>
                <w:sz w:val="20"/>
                <w:szCs w:val="20"/>
              </w:rPr>
            </w:pPr>
          </w:p>
          <w:p w:rsidR="001B4A45" w:rsidRPr="00F42672" w:rsidRDefault="001B4A45" w:rsidP="0038429F">
            <w:pPr>
              <w:rPr>
                <w:sz w:val="20"/>
                <w:szCs w:val="20"/>
              </w:rPr>
            </w:pPr>
          </w:p>
          <w:p w:rsidR="001B4A45" w:rsidRPr="00F42672" w:rsidRDefault="001B4A45" w:rsidP="00F42672">
            <w:pPr>
              <w:tabs>
                <w:tab w:val="center" w:pos="4677"/>
                <w:tab w:val="right" w:pos="9355"/>
              </w:tabs>
              <w:jc w:val="right"/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Председатель комитета     _______________</w:t>
            </w:r>
          </w:p>
          <w:p w:rsidR="001B4A45" w:rsidRPr="00F42672" w:rsidRDefault="001B4A45" w:rsidP="00F42672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F42672">
              <w:rPr>
                <w:sz w:val="20"/>
                <w:szCs w:val="20"/>
              </w:rPr>
              <w:t>М.П.</w:t>
            </w:r>
          </w:p>
        </w:tc>
      </w:tr>
    </w:tbl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Pr="009C21A9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10</w:t>
      </w:r>
    </w:p>
    <w:p w:rsidR="001B4A45" w:rsidRDefault="001B4A45" w:rsidP="00D33C48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9C21A9">
        <w:rPr>
          <w:sz w:val="22"/>
          <w:szCs w:val="22"/>
        </w:rPr>
        <w:t xml:space="preserve"> Административному регламенту</w:t>
      </w:r>
    </w:p>
    <w:p w:rsidR="001B4A45" w:rsidRDefault="001B4A45" w:rsidP="00D33C48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 комитета социального обеспечения Курской области </w:t>
      </w:r>
    </w:p>
    <w:p w:rsidR="001B4A45" w:rsidRDefault="001B4A45" w:rsidP="00D33C48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по предоставлению государственной услуги </w:t>
      </w:r>
    </w:p>
    <w:p w:rsidR="001B4A45" w:rsidRDefault="001B4A45" w:rsidP="00D33C48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«Признание граждан нуждающимися </w:t>
      </w:r>
    </w:p>
    <w:p w:rsidR="001B4A45" w:rsidRDefault="001B4A45" w:rsidP="00D33C48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в предоставлении социальных услуг в стационарной </w:t>
      </w:r>
    </w:p>
    <w:p w:rsidR="001B4A45" w:rsidRPr="00351814" w:rsidRDefault="001B4A45" w:rsidP="00D33C48">
      <w:pPr>
        <w:pStyle w:val="ConsTitle"/>
        <w:tabs>
          <w:tab w:val="left" w:pos="720"/>
          <w:tab w:val="left" w:pos="1800"/>
        </w:tabs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1814">
        <w:rPr>
          <w:rFonts w:ascii="Times New Roman" w:hAnsi="Times New Roman" w:cs="Times New Roman"/>
          <w:b w:val="0"/>
          <w:bCs w:val="0"/>
          <w:sz w:val="22"/>
          <w:szCs w:val="22"/>
        </w:rPr>
        <w:t>форме социального обслуживания»</w:t>
      </w:r>
    </w:p>
    <w:p w:rsidR="001B4A45" w:rsidRDefault="001B4A45" w:rsidP="009D01A4">
      <w:pPr>
        <w:ind w:firstLine="720"/>
        <w:jc w:val="center"/>
        <w:rPr>
          <w:b/>
          <w:bCs/>
          <w:sz w:val="28"/>
          <w:szCs w:val="28"/>
        </w:rPr>
      </w:pPr>
    </w:p>
    <w:p w:rsidR="001B4A45" w:rsidRPr="009D01A4" w:rsidRDefault="001B4A45" w:rsidP="009D01A4">
      <w:pPr>
        <w:ind w:firstLine="720"/>
        <w:jc w:val="center"/>
        <w:rPr>
          <w:b/>
          <w:bCs/>
          <w:sz w:val="28"/>
          <w:szCs w:val="28"/>
        </w:rPr>
      </w:pPr>
      <w:r w:rsidRPr="009D01A4">
        <w:rPr>
          <w:b/>
          <w:bCs/>
          <w:sz w:val="28"/>
          <w:szCs w:val="28"/>
        </w:rPr>
        <w:t>Памятка о правилах приема</w:t>
      </w:r>
    </w:p>
    <w:p w:rsidR="001B4A45" w:rsidRPr="009D01A4" w:rsidRDefault="001B4A45" w:rsidP="009D01A4">
      <w:pPr>
        <w:ind w:firstLine="720"/>
        <w:jc w:val="center"/>
        <w:rPr>
          <w:b/>
          <w:bCs/>
          <w:sz w:val="28"/>
          <w:szCs w:val="28"/>
        </w:rPr>
      </w:pPr>
      <w:r w:rsidRPr="009D01A4">
        <w:rPr>
          <w:b/>
          <w:bCs/>
          <w:sz w:val="28"/>
          <w:szCs w:val="28"/>
        </w:rPr>
        <w:t>в стационарное учреждение социального обслуживания</w:t>
      </w:r>
    </w:p>
    <w:p w:rsidR="001B4A45" w:rsidRDefault="001B4A45" w:rsidP="009D01A4">
      <w:pPr>
        <w:ind w:firstLine="720"/>
        <w:jc w:val="both"/>
        <w:rPr>
          <w:sz w:val="28"/>
          <w:szCs w:val="28"/>
        </w:rPr>
      </w:pPr>
    </w:p>
    <w:p w:rsidR="001B4A45" w:rsidRPr="00315687" w:rsidRDefault="001B4A45" w:rsidP="009D01A4">
      <w:pPr>
        <w:ind w:firstLine="708"/>
        <w:jc w:val="both"/>
        <w:rPr>
          <w:sz w:val="28"/>
          <w:szCs w:val="28"/>
        </w:rPr>
      </w:pPr>
      <w:r w:rsidRPr="00315687">
        <w:rPr>
          <w:sz w:val="28"/>
          <w:szCs w:val="28"/>
        </w:rPr>
        <w:t xml:space="preserve">Дни и время приема </w:t>
      </w:r>
      <w:r>
        <w:rPr>
          <w:sz w:val="28"/>
          <w:szCs w:val="28"/>
        </w:rPr>
        <w:t xml:space="preserve">граждан </w:t>
      </w:r>
      <w:r w:rsidRPr="00315687">
        <w:rPr>
          <w:sz w:val="28"/>
          <w:szCs w:val="28"/>
        </w:rPr>
        <w:t>в стационарны</w:t>
      </w:r>
      <w:r>
        <w:rPr>
          <w:sz w:val="28"/>
          <w:szCs w:val="28"/>
        </w:rPr>
        <w:t>е</w:t>
      </w:r>
      <w:r w:rsidRPr="00315687">
        <w:rPr>
          <w:sz w:val="28"/>
          <w:szCs w:val="28"/>
        </w:rPr>
        <w:t xml:space="preserve"> учреждения социального обслуживания</w:t>
      </w:r>
      <w:r>
        <w:rPr>
          <w:sz w:val="28"/>
          <w:szCs w:val="28"/>
        </w:rPr>
        <w:t>, подведомственные комитету социального обеспечения Курской области, ежедневно</w:t>
      </w:r>
      <w:r w:rsidRPr="00315687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9 </w:t>
      </w:r>
      <w:r w:rsidRPr="00315687">
        <w:rPr>
          <w:sz w:val="28"/>
          <w:szCs w:val="28"/>
        </w:rPr>
        <w:t>до 1</w:t>
      </w:r>
      <w:r>
        <w:rPr>
          <w:sz w:val="28"/>
          <w:szCs w:val="28"/>
        </w:rPr>
        <w:t>5 часов</w:t>
      </w:r>
      <w:r w:rsidRPr="00315687">
        <w:rPr>
          <w:sz w:val="28"/>
          <w:szCs w:val="28"/>
        </w:rPr>
        <w:t>, кроме  субботы, воскресенья и праздничных дней.</w:t>
      </w:r>
    </w:p>
    <w:p w:rsidR="001B4A45" w:rsidRPr="00315687" w:rsidRDefault="001B4A45" w:rsidP="009D01A4">
      <w:pPr>
        <w:ind w:firstLine="708"/>
        <w:jc w:val="both"/>
        <w:rPr>
          <w:sz w:val="28"/>
          <w:szCs w:val="28"/>
          <w:u w:val="single"/>
        </w:rPr>
      </w:pPr>
      <w:r w:rsidRPr="00315687">
        <w:rPr>
          <w:sz w:val="28"/>
          <w:szCs w:val="28"/>
        </w:rPr>
        <w:t xml:space="preserve">Перед поступлением в стационарное учреждение </w:t>
      </w:r>
      <w:r>
        <w:rPr>
          <w:sz w:val="28"/>
          <w:szCs w:val="28"/>
        </w:rPr>
        <w:t xml:space="preserve">социального обслуживания </w:t>
      </w:r>
      <w:r w:rsidRPr="00315687">
        <w:rPr>
          <w:sz w:val="28"/>
          <w:szCs w:val="28"/>
        </w:rPr>
        <w:t>необходимо предварительно предупредить</w:t>
      </w:r>
      <w:r>
        <w:rPr>
          <w:sz w:val="28"/>
          <w:szCs w:val="28"/>
        </w:rPr>
        <w:t xml:space="preserve"> руководителя стационарного учреждения социального обслуживания</w:t>
      </w:r>
      <w:r w:rsidRPr="00315687">
        <w:rPr>
          <w:sz w:val="28"/>
          <w:szCs w:val="28"/>
        </w:rPr>
        <w:t xml:space="preserve"> о своем прибытии</w:t>
      </w:r>
      <w:r>
        <w:rPr>
          <w:sz w:val="28"/>
          <w:szCs w:val="28"/>
        </w:rPr>
        <w:t xml:space="preserve"> за один день</w:t>
      </w:r>
      <w:r w:rsidRPr="00315687">
        <w:rPr>
          <w:sz w:val="28"/>
          <w:szCs w:val="28"/>
        </w:rPr>
        <w:t xml:space="preserve"> по телефону (номер телефона указывается на </w:t>
      </w:r>
      <w:r>
        <w:rPr>
          <w:sz w:val="28"/>
          <w:szCs w:val="28"/>
        </w:rPr>
        <w:t>обратной</w:t>
      </w:r>
      <w:r w:rsidRPr="00315687">
        <w:rPr>
          <w:sz w:val="28"/>
          <w:szCs w:val="28"/>
        </w:rPr>
        <w:t xml:space="preserve"> стороне путевки).</w:t>
      </w:r>
    </w:p>
    <w:p w:rsidR="001B4A45" w:rsidRPr="00315687" w:rsidRDefault="001B4A45" w:rsidP="009D01A4">
      <w:pPr>
        <w:ind w:firstLine="708"/>
        <w:jc w:val="both"/>
        <w:rPr>
          <w:sz w:val="28"/>
          <w:szCs w:val="28"/>
        </w:rPr>
      </w:pPr>
      <w:r w:rsidRPr="00315687">
        <w:rPr>
          <w:sz w:val="28"/>
          <w:szCs w:val="28"/>
        </w:rPr>
        <w:t xml:space="preserve">При поступлении в стационарное учреждение </w:t>
      </w:r>
      <w:r>
        <w:rPr>
          <w:sz w:val="28"/>
          <w:szCs w:val="28"/>
        </w:rPr>
        <w:t xml:space="preserve"> социального обслуживания </w:t>
      </w:r>
      <w:r w:rsidRPr="00315687">
        <w:rPr>
          <w:sz w:val="28"/>
          <w:szCs w:val="28"/>
        </w:rPr>
        <w:t>гражданин</w:t>
      </w:r>
      <w:r>
        <w:rPr>
          <w:sz w:val="28"/>
          <w:szCs w:val="28"/>
        </w:rPr>
        <w:t xml:space="preserve"> должен</w:t>
      </w:r>
      <w:r w:rsidRPr="00315687">
        <w:rPr>
          <w:sz w:val="28"/>
          <w:szCs w:val="28"/>
        </w:rPr>
        <w:t xml:space="preserve"> предостав</w:t>
      </w:r>
      <w:r>
        <w:rPr>
          <w:sz w:val="28"/>
          <w:szCs w:val="28"/>
        </w:rPr>
        <w:t>ить</w:t>
      </w:r>
      <w:r w:rsidRPr="00315687">
        <w:rPr>
          <w:sz w:val="28"/>
          <w:szCs w:val="28"/>
        </w:rPr>
        <w:t xml:space="preserve"> следующие документы:</w:t>
      </w:r>
    </w:p>
    <w:p w:rsidR="001B4A45" w:rsidRPr="00315687" w:rsidRDefault="001B4A45" w:rsidP="009D0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паспорт (</w:t>
      </w:r>
      <w:r w:rsidRPr="00315687">
        <w:rPr>
          <w:sz w:val="28"/>
          <w:szCs w:val="28"/>
        </w:rPr>
        <w:t>для лица, не достигшего возраста 14 лет</w:t>
      </w:r>
      <w:r>
        <w:rPr>
          <w:sz w:val="28"/>
          <w:szCs w:val="28"/>
        </w:rPr>
        <w:t xml:space="preserve"> - свидетельство о рождении; для иностранного гражданина - вид на жительство; для беженца - удостоверение беженца)</w:t>
      </w:r>
      <w:r w:rsidRPr="00315687">
        <w:rPr>
          <w:sz w:val="28"/>
          <w:szCs w:val="28"/>
        </w:rPr>
        <w:t>;</w:t>
      </w:r>
    </w:p>
    <w:p w:rsidR="001B4A45" w:rsidRDefault="001B4A45" w:rsidP="009D0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решение о признании гражданина нуждающимся в предоставлении социальных услуг в стационарной форме социального обслуживания;</w:t>
      </w:r>
    </w:p>
    <w:p w:rsidR="001B4A45" w:rsidRDefault="001B4A45" w:rsidP="009D0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индивидуальную программу предоставления социальных услуг;</w:t>
      </w:r>
    </w:p>
    <w:p w:rsidR="001B4A45" w:rsidRPr="00315687" w:rsidRDefault="001B4A45" w:rsidP="009D0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15687">
        <w:rPr>
          <w:sz w:val="28"/>
          <w:szCs w:val="28"/>
        </w:rPr>
        <w:t>путевк</w:t>
      </w:r>
      <w:r>
        <w:rPr>
          <w:sz w:val="28"/>
          <w:szCs w:val="28"/>
        </w:rPr>
        <w:t>у</w:t>
      </w:r>
      <w:r w:rsidRPr="00315687">
        <w:rPr>
          <w:sz w:val="28"/>
          <w:szCs w:val="28"/>
        </w:rPr>
        <w:t>;</w:t>
      </w:r>
    </w:p>
    <w:p w:rsidR="001B4A45" w:rsidRPr="00315687" w:rsidRDefault="001B4A45" w:rsidP="009D0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сформированное </w:t>
      </w:r>
      <w:r w:rsidRPr="00315687">
        <w:rPr>
          <w:sz w:val="28"/>
          <w:szCs w:val="28"/>
        </w:rPr>
        <w:t>личное дело;</w:t>
      </w:r>
    </w:p>
    <w:p w:rsidR="001B4A45" w:rsidRPr="00315687" w:rsidRDefault="001B4A45" w:rsidP="009D0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15687">
        <w:rPr>
          <w:sz w:val="28"/>
          <w:szCs w:val="28"/>
        </w:rPr>
        <w:t>медицинск</w:t>
      </w:r>
      <w:r>
        <w:rPr>
          <w:sz w:val="28"/>
          <w:szCs w:val="28"/>
        </w:rPr>
        <w:t>ую</w:t>
      </w:r>
      <w:r w:rsidRPr="00315687">
        <w:rPr>
          <w:sz w:val="28"/>
          <w:szCs w:val="28"/>
        </w:rPr>
        <w:t xml:space="preserve"> карт</w:t>
      </w:r>
      <w:r>
        <w:rPr>
          <w:sz w:val="28"/>
          <w:szCs w:val="28"/>
        </w:rPr>
        <w:t>у</w:t>
      </w:r>
      <w:r w:rsidRPr="00315687">
        <w:rPr>
          <w:sz w:val="28"/>
          <w:szCs w:val="28"/>
        </w:rPr>
        <w:t xml:space="preserve"> амбулаторного больного из </w:t>
      </w:r>
      <w:r>
        <w:rPr>
          <w:sz w:val="28"/>
          <w:szCs w:val="28"/>
        </w:rPr>
        <w:t>медицинской организации</w:t>
      </w:r>
      <w:r w:rsidRPr="00315687">
        <w:rPr>
          <w:sz w:val="28"/>
          <w:szCs w:val="28"/>
        </w:rPr>
        <w:t xml:space="preserve"> по месту жительства;</w:t>
      </w:r>
    </w:p>
    <w:p w:rsidR="001B4A45" w:rsidRPr="00315687" w:rsidRDefault="001B4A45" w:rsidP="009D0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315687">
        <w:rPr>
          <w:sz w:val="28"/>
          <w:szCs w:val="28"/>
        </w:rPr>
        <w:t>действующ</w:t>
      </w:r>
      <w:r>
        <w:rPr>
          <w:sz w:val="28"/>
          <w:szCs w:val="28"/>
        </w:rPr>
        <w:t>ую</w:t>
      </w:r>
      <w:r w:rsidRPr="00315687">
        <w:rPr>
          <w:sz w:val="28"/>
          <w:szCs w:val="28"/>
        </w:rPr>
        <w:t xml:space="preserve"> справк</w:t>
      </w:r>
      <w:r>
        <w:rPr>
          <w:sz w:val="28"/>
          <w:szCs w:val="28"/>
        </w:rPr>
        <w:t>у</w:t>
      </w:r>
      <w:r w:rsidRPr="00315687">
        <w:rPr>
          <w:sz w:val="28"/>
          <w:szCs w:val="28"/>
        </w:rPr>
        <w:t xml:space="preserve"> об установлении инвалидности</w:t>
      </w:r>
      <w:r>
        <w:rPr>
          <w:sz w:val="28"/>
          <w:szCs w:val="28"/>
        </w:rPr>
        <w:t>, выданную учреждением медико-социальной экспертизы ,</w:t>
      </w:r>
      <w:r w:rsidRPr="00315687">
        <w:rPr>
          <w:sz w:val="28"/>
          <w:szCs w:val="28"/>
        </w:rPr>
        <w:t xml:space="preserve"> либо  врачебно-трудовой экспертной комисси</w:t>
      </w:r>
      <w:r>
        <w:rPr>
          <w:sz w:val="28"/>
          <w:szCs w:val="28"/>
        </w:rPr>
        <w:t>ей</w:t>
      </w:r>
      <w:r w:rsidRPr="00315687">
        <w:rPr>
          <w:sz w:val="28"/>
          <w:szCs w:val="28"/>
        </w:rPr>
        <w:t xml:space="preserve"> (ВТЭ</w:t>
      </w:r>
      <w:r>
        <w:rPr>
          <w:sz w:val="28"/>
          <w:szCs w:val="28"/>
        </w:rPr>
        <w:t>К</w:t>
      </w:r>
      <w:r w:rsidRPr="00315687">
        <w:rPr>
          <w:sz w:val="28"/>
          <w:szCs w:val="28"/>
        </w:rPr>
        <w:t>) - для инвалидов;</w:t>
      </w:r>
    </w:p>
    <w:p w:rsidR="001B4A45" w:rsidRPr="00315687" w:rsidRDefault="001B4A45" w:rsidP="009D0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315687">
        <w:rPr>
          <w:sz w:val="28"/>
          <w:szCs w:val="28"/>
        </w:rPr>
        <w:t>индивидуальн</w:t>
      </w:r>
      <w:r>
        <w:rPr>
          <w:sz w:val="28"/>
          <w:szCs w:val="28"/>
        </w:rPr>
        <w:t>ую</w:t>
      </w:r>
      <w:r w:rsidRPr="0031568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315687">
        <w:rPr>
          <w:sz w:val="28"/>
          <w:szCs w:val="28"/>
        </w:rPr>
        <w:t xml:space="preserve"> реабилитации инвалид</w:t>
      </w:r>
      <w:r>
        <w:rPr>
          <w:sz w:val="28"/>
          <w:szCs w:val="28"/>
        </w:rPr>
        <w:t>а (при наличии)</w:t>
      </w:r>
      <w:r w:rsidRPr="00315687">
        <w:rPr>
          <w:sz w:val="28"/>
          <w:szCs w:val="28"/>
        </w:rPr>
        <w:t>;</w:t>
      </w:r>
    </w:p>
    <w:p w:rsidR="001B4A45" w:rsidRPr="00315687" w:rsidRDefault="001B4A45" w:rsidP="009D0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315687">
        <w:rPr>
          <w:sz w:val="28"/>
          <w:szCs w:val="28"/>
        </w:rPr>
        <w:t>пенсионное удостоверение;</w:t>
      </w:r>
    </w:p>
    <w:p w:rsidR="001B4A45" w:rsidRPr="00315687" w:rsidRDefault="001B4A45" w:rsidP="009D0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страховое </w:t>
      </w:r>
      <w:r w:rsidRPr="00315687">
        <w:rPr>
          <w:sz w:val="28"/>
          <w:szCs w:val="28"/>
        </w:rPr>
        <w:t xml:space="preserve">свидетельство государственного пенсионного страхования; </w:t>
      </w:r>
    </w:p>
    <w:p w:rsidR="001B4A45" w:rsidRPr="00315687" w:rsidRDefault="001B4A45" w:rsidP="009D0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315687">
        <w:rPr>
          <w:sz w:val="28"/>
          <w:szCs w:val="28"/>
        </w:rPr>
        <w:t xml:space="preserve">полис обязательного </w:t>
      </w:r>
      <w:r>
        <w:rPr>
          <w:sz w:val="28"/>
          <w:szCs w:val="28"/>
        </w:rPr>
        <w:t xml:space="preserve">медицинского </w:t>
      </w:r>
      <w:r w:rsidRPr="00315687">
        <w:rPr>
          <w:sz w:val="28"/>
          <w:szCs w:val="28"/>
        </w:rPr>
        <w:t>страхования граждан;</w:t>
      </w:r>
    </w:p>
    <w:p w:rsidR="001B4A45" w:rsidRDefault="001B4A45" w:rsidP="005D5A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315687">
        <w:rPr>
          <w:sz w:val="28"/>
          <w:szCs w:val="28"/>
        </w:rPr>
        <w:t>медицинск</w:t>
      </w:r>
      <w:r>
        <w:rPr>
          <w:sz w:val="28"/>
          <w:szCs w:val="28"/>
        </w:rPr>
        <w:t>ую</w:t>
      </w:r>
      <w:r w:rsidRPr="00315687">
        <w:rPr>
          <w:sz w:val="28"/>
          <w:szCs w:val="28"/>
        </w:rPr>
        <w:t xml:space="preserve"> справк</w:t>
      </w:r>
      <w:r>
        <w:rPr>
          <w:sz w:val="28"/>
          <w:szCs w:val="28"/>
        </w:rPr>
        <w:t>у</w:t>
      </w:r>
      <w:r w:rsidRPr="00315687">
        <w:rPr>
          <w:sz w:val="28"/>
          <w:szCs w:val="28"/>
        </w:rPr>
        <w:t xml:space="preserve"> об отсутствии инфекционных заболеваний и контакта с инфекционными больными (действительна </w:t>
      </w:r>
      <w:r>
        <w:rPr>
          <w:sz w:val="28"/>
          <w:szCs w:val="28"/>
        </w:rPr>
        <w:t xml:space="preserve">в течение </w:t>
      </w:r>
      <w:r w:rsidRPr="00315687">
        <w:rPr>
          <w:sz w:val="28"/>
          <w:szCs w:val="28"/>
        </w:rPr>
        <w:t>3</w:t>
      </w:r>
      <w:r>
        <w:rPr>
          <w:sz w:val="28"/>
          <w:szCs w:val="28"/>
        </w:rPr>
        <w:t xml:space="preserve">-х </w:t>
      </w:r>
      <w:r w:rsidRPr="00315687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315687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1B4A45" w:rsidRDefault="001B4A45" w:rsidP="005D5A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15687">
        <w:rPr>
          <w:sz w:val="28"/>
          <w:szCs w:val="28"/>
        </w:rPr>
        <w:t xml:space="preserve">ри поступлении в стационарное учреждение социального обслуживания </w:t>
      </w:r>
      <w:r>
        <w:rPr>
          <w:sz w:val="28"/>
          <w:szCs w:val="28"/>
        </w:rPr>
        <w:t xml:space="preserve">по согласованию с руководителем стационарного учреждения </w:t>
      </w:r>
      <w:r w:rsidRPr="00315687">
        <w:rPr>
          <w:sz w:val="28"/>
          <w:szCs w:val="28"/>
        </w:rPr>
        <w:t>разрешает</w:t>
      </w:r>
      <w:r>
        <w:rPr>
          <w:sz w:val="28"/>
          <w:szCs w:val="28"/>
        </w:rPr>
        <w:t>ся иметь при себе личные вещи.</w:t>
      </w: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11</w:t>
      </w:r>
    </w:p>
    <w:p w:rsidR="001B4A45" w:rsidRDefault="001B4A45" w:rsidP="00D33C48">
      <w:pPr>
        <w:tabs>
          <w:tab w:val="center" w:pos="4677"/>
          <w:tab w:val="right" w:pos="9355"/>
        </w:tabs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9C21A9">
        <w:rPr>
          <w:sz w:val="22"/>
          <w:szCs w:val="22"/>
        </w:rPr>
        <w:t xml:space="preserve"> Административному регламенту</w:t>
      </w:r>
    </w:p>
    <w:p w:rsidR="001B4A45" w:rsidRDefault="001B4A45" w:rsidP="00351814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 комитета социального обеспечения Курской области </w:t>
      </w:r>
    </w:p>
    <w:p w:rsidR="001B4A45" w:rsidRDefault="001B4A45" w:rsidP="00351814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C21A9">
        <w:rPr>
          <w:sz w:val="22"/>
          <w:szCs w:val="22"/>
        </w:rPr>
        <w:t xml:space="preserve">по предоставлению государственной услуги </w:t>
      </w:r>
    </w:p>
    <w:p w:rsidR="001B4A45" w:rsidRDefault="001B4A45" w:rsidP="00351814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«Признание граждан нуждающимися </w:t>
      </w:r>
    </w:p>
    <w:p w:rsidR="001B4A45" w:rsidRDefault="001B4A45" w:rsidP="00351814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663B8">
        <w:rPr>
          <w:sz w:val="22"/>
          <w:szCs w:val="22"/>
        </w:rPr>
        <w:t xml:space="preserve">в предоставлении социальных услуг в стационарной </w:t>
      </w:r>
    </w:p>
    <w:p w:rsidR="001B4A45" w:rsidRPr="00351814" w:rsidRDefault="001B4A45" w:rsidP="00351814">
      <w:pPr>
        <w:pStyle w:val="ConsTitle"/>
        <w:tabs>
          <w:tab w:val="left" w:pos="720"/>
          <w:tab w:val="left" w:pos="1800"/>
        </w:tabs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1814">
        <w:rPr>
          <w:rFonts w:ascii="Times New Roman" w:hAnsi="Times New Roman" w:cs="Times New Roman"/>
          <w:b w:val="0"/>
          <w:bCs w:val="0"/>
          <w:sz w:val="22"/>
          <w:szCs w:val="22"/>
        </w:rPr>
        <w:t>форме социального обслуживания»</w:t>
      </w:r>
    </w:p>
    <w:p w:rsidR="001B4A45" w:rsidRPr="006B7327" w:rsidRDefault="001B4A45" w:rsidP="00351814">
      <w:pPr>
        <w:pStyle w:val="ConsTitle"/>
        <w:tabs>
          <w:tab w:val="left" w:pos="720"/>
          <w:tab w:val="left" w:pos="1800"/>
        </w:tabs>
        <w:ind w:right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B4A45" w:rsidRPr="00C87C7E" w:rsidRDefault="001B4A45" w:rsidP="00A158DB">
      <w:pPr>
        <w:ind w:firstLine="720"/>
        <w:jc w:val="center"/>
        <w:rPr>
          <w:rFonts w:eastAsia="MS Mincho"/>
          <w:b/>
          <w:bCs/>
          <w:sz w:val="22"/>
          <w:szCs w:val="22"/>
        </w:rPr>
      </w:pPr>
      <w:r w:rsidRPr="00C87C7E">
        <w:rPr>
          <w:b/>
          <w:bCs/>
          <w:sz w:val="22"/>
          <w:szCs w:val="22"/>
        </w:rPr>
        <w:t xml:space="preserve">Общая блок-схема предоставления  государственной услуги по выдаче путевки для оформления на социальное обслуживание отдельных категорий населения в </w:t>
      </w:r>
      <w:r w:rsidRPr="00C87C7E">
        <w:rPr>
          <w:rFonts w:eastAsia="MS Mincho"/>
          <w:b/>
          <w:bCs/>
          <w:sz w:val="22"/>
          <w:szCs w:val="22"/>
        </w:rPr>
        <w:t>областные</w:t>
      </w:r>
      <w:r w:rsidRPr="00C87C7E">
        <w:rPr>
          <w:b/>
          <w:bCs/>
          <w:sz w:val="22"/>
          <w:szCs w:val="22"/>
        </w:rPr>
        <w:t xml:space="preserve"> </w:t>
      </w:r>
      <w:r w:rsidRPr="00C87C7E">
        <w:rPr>
          <w:rFonts w:eastAsia="MS Mincho"/>
          <w:b/>
          <w:bCs/>
          <w:sz w:val="22"/>
          <w:szCs w:val="22"/>
        </w:rPr>
        <w:t>государственные стационарные учреждения социального обслуживания населения</w:t>
      </w:r>
    </w:p>
    <w:p w:rsidR="001B4A45" w:rsidRDefault="001B4A45" w:rsidP="00A158DB">
      <w:pPr>
        <w:ind w:firstLine="720"/>
        <w:jc w:val="center"/>
        <w:rPr>
          <w:b/>
          <w:bCs/>
          <w:sz w:val="28"/>
          <w:szCs w:val="28"/>
        </w:rPr>
      </w:pPr>
      <w:r>
        <w:rPr>
          <w:noProof/>
        </w:rPr>
      </w:r>
      <w:r w:rsidRPr="008C17CF">
        <w:rPr>
          <w:b/>
          <w:bCs/>
          <w:sz w:val="22"/>
          <w:szCs w:val="22"/>
        </w:rPr>
        <w:pict>
          <v:group id="_x0000_s1026" editas="canvas" style="width:456.8pt;height:657pt;mso-position-horizontal-relative:char;mso-position-vertical-relative:line" coordorigin="1929,2157" coordsize="7308,1051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929;top:2157;width:7308;height:10511" o:preferrelative="f">
              <v:fill o:detectmouseclick="t"/>
              <v:path o:extrusionok="t" o:connecttype="none"/>
            </v:shape>
            <v:rect id="_x0000_s1028" style="position:absolute;left:3474;top:2547;width:3107;height:1152">
              <v:textbox style="mso-next-textbox:#_x0000_s1028">
                <w:txbxContent>
                  <w:p w:rsidR="001B4A45" w:rsidRPr="00381E75" w:rsidRDefault="001B4A45" w:rsidP="00BB0157">
                    <w:pPr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  <w:r w:rsidRPr="00381E75">
                      <w:rPr>
                        <w:b/>
                        <w:bCs/>
                        <w:sz w:val="20"/>
                        <w:szCs w:val="20"/>
                      </w:rPr>
                      <w:t>Заявитель</w:t>
                    </w:r>
                  </w:p>
                  <w:p w:rsidR="001B4A45" w:rsidRPr="00381E75" w:rsidRDefault="001B4A45" w:rsidP="00BB015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81E75">
                      <w:rPr>
                        <w:sz w:val="20"/>
                        <w:szCs w:val="20"/>
                      </w:rPr>
                      <w:t>(законный представитель</w:t>
                    </w:r>
                    <w:r>
                      <w:rPr>
                        <w:sz w:val="20"/>
                        <w:szCs w:val="20"/>
                      </w:rPr>
                      <w:t>, органы государственной власти, местного самоуправления, общественные организации</w:t>
                    </w:r>
                    <w:r w:rsidRPr="00381E75">
                      <w:rPr>
                        <w:sz w:val="20"/>
                        <w:szCs w:val="20"/>
                      </w:rPr>
                      <w:t>)</w:t>
                    </w:r>
                  </w:p>
                  <w:p w:rsidR="001B4A45" w:rsidRDefault="001B4A45" w:rsidP="00BB0157">
                    <w:pPr>
                      <w:jc w:val="center"/>
                      <w:rPr>
                        <w:b/>
                        <w:bCs/>
                      </w:rPr>
                    </w:pPr>
                  </w:p>
                </w:txbxContent>
              </v:textbox>
            </v:rect>
            <v:rect id="_x0000_s1029" style="position:absolute;left:5572;top:4118;width:2237;height:2375">
              <v:textbox style="mso-next-textbox:#_x0000_s1029">
                <w:txbxContent>
                  <w:p w:rsidR="001B4A45" w:rsidRPr="00381E75" w:rsidRDefault="001B4A45" w:rsidP="00BB0157">
                    <w:pPr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  <w:r w:rsidRPr="00381E75">
                      <w:rPr>
                        <w:b/>
                        <w:bCs/>
                        <w:sz w:val="20"/>
                        <w:szCs w:val="20"/>
                      </w:rPr>
                      <w:t>Комитет социального обеспечения Курской области</w:t>
                    </w:r>
                  </w:p>
                  <w:p w:rsidR="001B4A45" w:rsidRDefault="001B4A45" w:rsidP="00BB015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81E75">
                      <w:rPr>
                        <w:sz w:val="20"/>
                        <w:szCs w:val="20"/>
                      </w:rPr>
                      <w:t>- проверка документов на соответствие предъявляемым требованиям</w:t>
                    </w:r>
                  </w:p>
                </w:txbxContent>
              </v:textbox>
            </v:rect>
            <v:oval id="_x0000_s1030" style="position:absolute;left:4225;top:6985;width:1768;height:1139">
              <v:textbox style="mso-next-textbox:#_x0000_s1030">
                <w:txbxContent>
                  <w:p w:rsidR="001B4A45" w:rsidRDefault="001B4A45" w:rsidP="00BB0157">
                    <w:pPr>
                      <w:rPr>
                        <w:sz w:val="20"/>
                        <w:szCs w:val="20"/>
                      </w:rPr>
                    </w:pPr>
                  </w:p>
                  <w:p w:rsidR="001B4A45" w:rsidRDefault="001B4A45" w:rsidP="00BB0157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Документы соответствуют требованиям</w:t>
                    </w:r>
                  </w:p>
                </w:txbxContent>
              </v:textbox>
            </v:oval>
            <v:oval id="_x0000_s1031" style="position:absolute;left:6892;top:7023;width:1743;height:1101">
              <v:textbox style="mso-next-textbox:#_x0000_s1031">
                <w:txbxContent>
                  <w:p w:rsidR="001B4A45" w:rsidRDefault="001B4A45" w:rsidP="00BB0157">
                    <w:pPr>
                      <w:rPr>
                        <w:sz w:val="20"/>
                        <w:szCs w:val="20"/>
                      </w:rPr>
                    </w:pPr>
                  </w:p>
                  <w:p w:rsidR="001B4A45" w:rsidRDefault="001B4A45" w:rsidP="00BB015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Документы  не соответствуют требованиям</w:t>
                    </w:r>
                  </w:p>
                  <w:p w:rsidR="001B4A45" w:rsidRDefault="001B4A45" w:rsidP="00BB0157"/>
                </w:txbxContent>
              </v:textbox>
            </v:oval>
            <v:rect id="_x0000_s1032" style="position:absolute;left:3643;top:8548;width:2502;height:1303">
              <v:textbox style="mso-next-textbox:#_x0000_s1032">
                <w:txbxContent>
                  <w:p w:rsidR="001B4A45" w:rsidRPr="00FF40B4" w:rsidRDefault="001B4A45" w:rsidP="00BB0157">
                    <w:pPr>
                      <w:jc w:val="center"/>
                      <w:rPr>
                        <w:sz w:val="19"/>
                        <w:szCs w:val="19"/>
                      </w:rPr>
                    </w:pPr>
                    <w:r w:rsidRPr="00FF40B4">
                      <w:rPr>
                        <w:sz w:val="19"/>
                        <w:szCs w:val="19"/>
                      </w:rPr>
                      <w:t>- принятие решения о нуждаемости заявителя в предоставлении социальных услуг;</w:t>
                    </w:r>
                  </w:p>
                  <w:p w:rsidR="001B4A45" w:rsidRPr="00FF40B4" w:rsidRDefault="001B4A45" w:rsidP="00BB0157">
                    <w:pPr>
                      <w:jc w:val="center"/>
                      <w:rPr>
                        <w:sz w:val="19"/>
                        <w:szCs w:val="19"/>
                      </w:rPr>
                    </w:pPr>
                    <w:r w:rsidRPr="00FF40B4">
                      <w:rPr>
                        <w:sz w:val="19"/>
                        <w:szCs w:val="19"/>
                      </w:rPr>
                      <w:t>- разработка ИППСУ</w:t>
                    </w:r>
                    <w:r>
                      <w:rPr>
                        <w:sz w:val="19"/>
                        <w:szCs w:val="19"/>
                      </w:rPr>
                      <w:t>,</w:t>
                    </w:r>
                  </w:p>
                  <w:p w:rsidR="001B4A45" w:rsidRPr="00FF40B4" w:rsidRDefault="001B4A45" w:rsidP="00BB0157">
                    <w:pPr>
                      <w:jc w:val="center"/>
                      <w:rPr>
                        <w:sz w:val="19"/>
                        <w:szCs w:val="19"/>
                      </w:rPr>
                    </w:pPr>
                    <w:r w:rsidRPr="00FF40B4">
                      <w:rPr>
                        <w:sz w:val="19"/>
                        <w:szCs w:val="19"/>
                      </w:rPr>
                      <w:t>-выдача</w:t>
                    </w:r>
                    <w:r>
                      <w:rPr>
                        <w:sz w:val="19"/>
                        <w:szCs w:val="19"/>
                      </w:rPr>
                      <w:t xml:space="preserve"> решения и </w:t>
                    </w:r>
                    <w:r w:rsidRPr="00FF40B4">
                      <w:rPr>
                        <w:sz w:val="19"/>
                        <w:szCs w:val="19"/>
                      </w:rPr>
                      <w:t xml:space="preserve"> ИПССУ заявителю</w:t>
                    </w:r>
                  </w:p>
                  <w:p w:rsidR="001B4A45" w:rsidRDefault="001B4A45" w:rsidP="00BB0157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-</w:t>
                    </w:r>
                  </w:p>
                </w:txbxContent>
              </v:textbox>
            </v:rect>
            <v:rect id="_x0000_s1033" style="position:absolute;left:6892;top:8479;width:2297;height:1840">
              <v:textbox style="mso-next-textbox:#_x0000_s1033">
                <w:txbxContent>
                  <w:p w:rsidR="001B4A45" w:rsidRDefault="001B4A45" w:rsidP="00BB015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1E0682">
                      <w:rPr>
                        <w:sz w:val="20"/>
                        <w:szCs w:val="20"/>
                      </w:rPr>
                      <w:t>- принятие решения об отказе в признании заявителя нуждающимся в предоставлении социальных услуг</w:t>
                    </w:r>
                    <w:r>
                      <w:rPr>
                        <w:sz w:val="20"/>
                        <w:szCs w:val="20"/>
                      </w:rPr>
                      <w:t>;</w:t>
                    </w:r>
                  </w:p>
                  <w:p w:rsidR="001B4A45" w:rsidRPr="001E0682" w:rsidRDefault="001B4A45" w:rsidP="00BB0157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- направление заявителю уведомления и решения об отказе в предоставлении государственной услуги</w:t>
                    </w:r>
                  </w:p>
                </w:txbxContent>
              </v:textbox>
            </v:rect>
            <v:rect id="_x0000_s1034" style="position:absolute;left:2250;top:4118;width:2080;height:3034">
              <v:textbox style="mso-next-textbox:#_x0000_s1034">
                <w:txbxContent>
                  <w:p w:rsidR="001B4A45" w:rsidRPr="00381E75" w:rsidRDefault="001B4A45" w:rsidP="00BB0157">
                    <w:pPr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Ц</w:t>
                    </w:r>
                    <w:r w:rsidRPr="00381E75">
                      <w:rPr>
                        <w:b/>
                        <w:bCs/>
                        <w:sz w:val="20"/>
                        <w:szCs w:val="20"/>
                      </w:rPr>
                      <w:t xml:space="preserve">ентр социального обслуживания 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по месту жительства</w:t>
                    </w:r>
                  </w:p>
                  <w:p w:rsidR="001B4A45" w:rsidRPr="00381E75" w:rsidRDefault="001B4A45" w:rsidP="00BB015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81E75">
                      <w:rPr>
                        <w:sz w:val="20"/>
                        <w:szCs w:val="20"/>
                      </w:rPr>
                      <w:t>- принятие заявления</w:t>
                    </w:r>
                    <w:r>
                      <w:rPr>
                        <w:sz w:val="20"/>
                        <w:szCs w:val="20"/>
                      </w:rPr>
                      <w:t xml:space="preserve"> и необходимых документов</w:t>
                    </w:r>
                    <w:r w:rsidRPr="00381E75">
                      <w:rPr>
                        <w:sz w:val="20"/>
                        <w:szCs w:val="20"/>
                      </w:rPr>
                      <w:t>;</w:t>
                    </w:r>
                  </w:p>
                  <w:p w:rsidR="001B4A45" w:rsidRDefault="001B4A45" w:rsidP="00BB015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81E75">
                      <w:rPr>
                        <w:sz w:val="20"/>
                        <w:szCs w:val="20"/>
                      </w:rPr>
                      <w:t>- проверка документов</w:t>
                    </w:r>
                    <w:r>
                      <w:rPr>
                        <w:sz w:val="20"/>
                        <w:szCs w:val="20"/>
                      </w:rPr>
                      <w:t>;</w:t>
                    </w:r>
                  </w:p>
                  <w:p w:rsidR="001B4A45" w:rsidRDefault="001B4A45" w:rsidP="00BB0157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- запрос документов в рамках межведомственного взаимодействия;</w:t>
                    </w:r>
                  </w:p>
                  <w:p w:rsidR="001B4A45" w:rsidRDefault="001B4A45" w:rsidP="00BB0157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- составление Акта обследования;</w:t>
                    </w:r>
                  </w:p>
                  <w:p w:rsidR="001B4A45" w:rsidRDefault="001B4A45" w:rsidP="00BB0157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- формирование личного дела заявителя;</w:t>
                    </w:r>
                  </w:p>
                  <w:p w:rsidR="001B4A45" w:rsidRPr="00381E75" w:rsidRDefault="001B4A45" w:rsidP="00BB0157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- передача личного дела в Комитет</w:t>
                    </w:r>
                  </w:p>
                </w:txbxContent>
              </v:textbox>
            </v:rect>
            <v:line id="_x0000_s1035" style="position:absolute" from="5281,3699" to="6737,4118">
              <v:stroke endarrow="block"/>
            </v:line>
            <v:line id="_x0000_s1036" style="position:absolute" from="4330,5450" to="5572,5451">
              <v:stroke endarrow="block"/>
            </v:line>
            <v:line id="_x0000_s1037" style="position:absolute;flip:x" from="5578,6493" to="6353,7071">
              <v:stroke endarrow="block"/>
            </v:line>
            <v:line id="_x0000_s1038" style="position:absolute" from="6969,6493" to="7658,7023">
              <v:stroke endarrow="block"/>
            </v:line>
            <v:line id="_x0000_s1039" style="position:absolute" from="7768,8124" to="7769,8461">
              <v:stroke endarrow="block"/>
            </v:line>
            <v:line id="_x0000_s1040" style="position:absolute;flip:x" from="5028,8124" to="5037,8548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4468;top:10189;width:0;height:0">
              <v:textbox style="mso-next-textbox:#_x0000_s1041">
                <w:txbxContent>
                  <w:p w:rsidR="001B4A45" w:rsidRDefault="001B4A45" w:rsidP="00BB0157"/>
                </w:txbxContent>
              </v:textbox>
            </v:shape>
            <v:shape id="_x0000_s1042" type="#_x0000_t202" style="position:absolute;left:4120;top:10213;width:0;height:0">
              <v:textbox style="mso-next-textbox:#_x0000_s1042">
                <w:txbxContent>
                  <w:p w:rsidR="001B4A45" w:rsidRDefault="001B4A45" w:rsidP="00BB0157">
                    <w:r>
                      <w:t>ВВ</w:t>
                    </w:r>
                  </w:p>
                </w:txbxContent>
              </v:textbox>
            </v:shape>
            <v:line id="_x0000_s1043" style="position:absolute" from="5027,9835" to="5028,10275">
              <v:stroke endarrow="block"/>
            </v:lin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44" type="#_x0000_t109" style="position:absolute;left:3643;top:10275;width:2574;height:1450">
              <v:textbox style="mso-next-textbox:#_x0000_s1044">
                <w:txbxContent>
                  <w:p w:rsidR="001B4A45" w:rsidRPr="002602BF" w:rsidRDefault="001B4A45" w:rsidP="00BB0157">
                    <w:pPr>
                      <w:ind w:firstLine="720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- в</w:t>
                    </w:r>
                    <w:r w:rsidRPr="0062229B">
                      <w:rPr>
                        <w:sz w:val="20"/>
                        <w:szCs w:val="20"/>
                      </w:rPr>
                      <w:t>ыписка путевки</w:t>
                    </w:r>
                    <w:r w:rsidRPr="002602BF">
                      <w:rPr>
                        <w:sz w:val="28"/>
                        <w:szCs w:val="28"/>
                      </w:rPr>
                      <w:t xml:space="preserve"> </w:t>
                    </w:r>
                    <w:r w:rsidRPr="002602BF">
                      <w:rPr>
                        <w:sz w:val="20"/>
                        <w:szCs w:val="20"/>
                      </w:rPr>
                      <w:t>(в случае если гражданин в качестве поставщика социальных услуг выбирает организацию социального  обслуживания, находящуюся в ведении Комитета)</w:t>
                    </w:r>
                  </w:p>
                  <w:p w:rsidR="001B4A45" w:rsidRPr="0062229B" w:rsidRDefault="001B4A45" w:rsidP="00BB0157">
                    <w:pPr>
                      <w:rPr>
                        <w:sz w:val="20"/>
                        <w:szCs w:val="20"/>
                      </w:rPr>
                    </w:pPr>
                    <w:r w:rsidRPr="0062229B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5" type="#_x0000_t32" style="position:absolute;left:3290;top:3699;width:1738;height:419;flip:x" o:connectortype="straight">
              <v:stroke endarrow="block"/>
            </v:shape>
            <w10:anchorlock/>
          </v:group>
        </w:pict>
      </w:r>
    </w:p>
    <w:p w:rsidR="001B4A45" w:rsidRDefault="001B4A45" w:rsidP="00A158DB">
      <w:pPr>
        <w:ind w:firstLine="720"/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ind w:firstLine="720"/>
        <w:jc w:val="center"/>
        <w:rPr>
          <w:b/>
          <w:bCs/>
          <w:sz w:val="28"/>
          <w:szCs w:val="28"/>
        </w:rPr>
      </w:pPr>
    </w:p>
    <w:p w:rsidR="001B4A45" w:rsidRDefault="001B4A45" w:rsidP="00A158DB">
      <w:pPr>
        <w:ind w:firstLine="720"/>
        <w:jc w:val="center"/>
        <w:rPr>
          <w:b/>
          <w:bCs/>
          <w:sz w:val="28"/>
          <w:szCs w:val="28"/>
        </w:rPr>
      </w:pPr>
    </w:p>
    <w:p w:rsidR="001B4A45" w:rsidRDefault="001B4A45" w:rsidP="00A158DB">
      <w:r>
        <w:t xml:space="preserve">                                                                                       </w:t>
      </w:r>
    </w:p>
    <w:p w:rsidR="001B4A45" w:rsidRDefault="001B4A45" w:rsidP="00A158DB">
      <w:pPr>
        <w:tabs>
          <w:tab w:val="left" w:pos="7965"/>
        </w:tabs>
      </w:pPr>
      <w:r>
        <w:tab/>
      </w:r>
    </w:p>
    <w:p w:rsidR="001B4A45" w:rsidRDefault="001B4A45"/>
    <w:sectPr w:rsidR="001B4A45" w:rsidSect="004D33A2">
      <w:headerReference w:type="default" r:id="rId18"/>
      <w:footerReference w:type="default" r:id="rId19"/>
      <w:pgSz w:w="11909" w:h="16834"/>
      <w:pgMar w:top="851" w:right="1276" w:bottom="1079" w:left="1559" w:header="720" w:footer="720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A45" w:rsidRDefault="001B4A45">
      <w:r>
        <w:separator/>
      </w:r>
    </w:p>
  </w:endnote>
  <w:endnote w:type="continuationSeparator" w:id="0">
    <w:p w:rsidR="001B4A45" w:rsidRDefault="001B4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45" w:rsidRDefault="001B4A45" w:rsidP="00986AE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A45" w:rsidRDefault="001B4A45">
      <w:r>
        <w:separator/>
      </w:r>
    </w:p>
  </w:footnote>
  <w:footnote w:type="continuationSeparator" w:id="0">
    <w:p w:rsidR="001B4A45" w:rsidRDefault="001B4A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45" w:rsidRDefault="001B4A45" w:rsidP="00BB523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1B4A45" w:rsidRDefault="001B4A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8DB"/>
    <w:rsid w:val="000024CE"/>
    <w:rsid w:val="00010C0D"/>
    <w:rsid w:val="00020B54"/>
    <w:rsid w:val="00022F2D"/>
    <w:rsid w:val="00024AB8"/>
    <w:rsid w:val="00033D39"/>
    <w:rsid w:val="000409B2"/>
    <w:rsid w:val="0005291C"/>
    <w:rsid w:val="00055A55"/>
    <w:rsid w:val="00056D63"/>
    <w:rsid w:val="00057593"/>
    <w:rsid w:val="00057BAF"/>
    <w:rsid w:val="000765C9"/>
    <w:rsid w:val="00084791"/>
    <w:rsid w:val="000B0E4E"/>
    <w:rsid w:val="000B132E"/>
    <w:rsid w:val="000C25C5"/>
    <w:rsid w:val="000C7DDE"/>
    <w:rsid w:val="000D4B40"/>
    <w:rsid w:val="00100CFC"/>
    <w:rsid w:val="00106A15"/>
    <w:rsid w:val="001125E1"/>
    <w:rsid w:val="0011477B"/>
    <w:rsid w:val="00122170"/>
    <w:rsid w:val="00130C35"/>
    <w:rsid w:val="00130CC3"/>
    <w:rsid w:val="00131218"/>
    <w:rsid w:val="00134234"/>
    <w:rsid w:val="0013593E"/>
    <w:rsid w:val="0014203B"/>
    <w:rsid w:val="001426B0"/>
    <w:rsid w:val="00161111"/>
    <w:rsid w:val="00165BD4"/>
    <w:rsid w:val="00170D67"/>
    <w:rsid w:val="00177E11"/>
    <w:rsid w:val="00180DFD"/>
    <w:rsid w:val="0018716A"/>
    <w:rsid w:val="001904E0"/>
    <w:rsid w:val="00190AD8"/>
    <w:rsid w:val="00192AFF"/>
    <w:rsid w:val="00193B87"/>
    <w:rsid w:val="001A23CC"/>
    <w:rsid w:val="001A3DD6"/>
    <w:rsid w:val="001B03AF"/>
    <w:rsid w:val="001B28B2"/>
    <w:rsid w:val="001B2BD5"/>
    <w:rsid w:val="001B3CC0"/>
    <w:rsid w:val="001B4A45"/>
    <w:rsid w:val="001C4EF4"/>
    <w:rsid w:val="001C5C8E"/>
    <w:rsid w:val="001C7EFB"/>
    <w:rsid w:val="001D2A0A"/>
    <w:rsid w:val="001D6974"/>
    <w:rsid w:val="001E0682"/>
    <w:rsid w:val="001E0A9A"/>
    <w:rsid w:val="001E1091"/>
    <w:rsid w:val="001E4269"/>
    <w:rsid w:val="001E4F84"/>
    <w:rsid w:val="001F0615"/>
    <w:rsid w:val="001F226F"/>
    <w:rsid w:val="002025C5"/>
    <w:rsid w:val="00213C8A"/>
    <w:rsid w:val="00216913"/>
    <w:rsid w:val="0022071B"/>
    <w:rsid w:val="00222C25"/>
    <w:rsid w:val="0022406D"/>
    <w:rsid w:val="00236428"/>
    <w:rsid w:val="00243F4D"/>
    <w:rsid w:val="00251337"/>
    <w:rsid w:val="002516B9"/>
    <w:rsid w:val="00255477"/>
    <w:rsid w:val="002602BF"/>
    <w:rsid w:val="00260B7A"/>
    <w:rsid w:val="00266ABE"/>
    <w:rsid w:val="00271722"/>
    <w:rsid w:val="00272C53"/>
    <w:rsid w:val="002861A0"/>
    <w:rsid w:val="0028744B"/>
    <w:rsid w:val="0028758D"/>
    <w:rsid w:val="00290663"/>
    <w:rsid w:val="00293D71"/>
    <w:rsid w:val="00296E17"/>
    <w:rsid w:val="002A2041"/>
    <w:rsid w:val="002B0DEC"/>
    <w:rsid w:val="002B60CC"/>
    <w:rsid w:val="002C078C"/>
    <w:rsid w:val="002C10AC"/>
    <w:rsid w:val="002C3D52"/>
    <w:rsid w:val="002E156E"/>
    <w:rsid w:val="002F54C7"/>
    <w:rsid w:val="003008FF"/>
    <w:rsid w:val="00307389"/>
    <w:rsid w:val="00312213"/>
    <w:rsid w:val="00315687"/>
    <w:rsid w:val="00317206"/>
    <w:rsid w:val="00337B1D"/>
    <w:rsid w:val="00343651"/>
    <w:rsid w:val="00350E17"/>
    <w:rsid w:val="00351066"/>
    <w:rsid w:val="00351814"/>
    <w:rsid w:val="00352E1D"/>
    <w:rsid w:val="003546AD"/>
    <w:rsid w:val="00354CAC"/>
    <w:rsid w:val="00361825"/>
    <w:rsid w:val="00364133"/>
    <w:rsid w:val="00376F9E"/>
    <w:rsid w:val="00381E75"/>
    <w:rsid w:val="0038429F"/>
    <w:rsid w:val="00384859"/>
    <w:rsid w:val="00390A36"/>
    <w:rsid w:val="00393EAA"/>
    <w:rsid w:val="00396478"/>
    <w:rsid w:val="00397E60"/>
    <w:rsid w:val="003A3D43"/>
    <w:rsid w:val="003B688A"/>
    <w:rsid w:val="003C2883"/>
    <w:rsid w:val="003D738D"/>
    <w:rsid w:val="003D7981"/>
    <w:rsid w:val="003E00A0"/>
    <w:rsid w:val="003F05CC"/>
    <w:rsid w:val="004004C1"/>
    <w:rsid w:val="00406CAB"/>
    <w:rsid w:val="00417860"/>
    <w:rsid w:val="004201BB"/>
    <w:rsid w:val="00440CA4"/>
    <w:rsid w:val="004468BD"/>
    <w:rsid w:val="00457EDB"/>
    <w:rsid w:val="00480BDF"/>
    <w:rsid w:val="004867A3"/>
    <w:rsid w:val="00486DE6"/>
    <w:rsid w:val="00491B22"/>
    <w:rsid w:val="004974C3"/>
    <w:rsid w:val="004B0F7D"/>
    <w:rsid w:val="004B0FA7"/>
    <w:rsid w:val="004C109F"/>
    <w:rsid w:val="004C5776"/>
    <w:rsid w:val="004D0FE5"/>
    <w:rsid w:val="004D33A2"/>
    <w:rsid w:val="004D3B11"/>
    <w:rsid w:val="004D584E"/>
    <w:rsid w:val="004D6A74"/>
    <w:rsid w:val="004E1BC7"/>
    <w:rsid w:val="004E4C96"/>
    <w:rsid w:val="004F122F"/>
    <w:rsid w:val="004F4D48"/>
    <w:rsid w:val="004F714C"/>
    <w:rsid w:val="004F7BCD"/>
    <w:rsid w:val="00502970"/>
    <w:rsid w:val="00507A85"/>
    <w:rsid w:val="00521687"/>
    <w:rsid w:val="00524578"/>
    <w:rsid w:val="00531E53"/>
    <w:rsid w:val="005351F0"/>
    <w:rsid w:val="00536AAF"/>
    <w:rsid w:val="00537707"/>
    <w:rsid w:val="00544440"/>
    <w:rsid w:val="005522ED"/>
    <w:rsid w:val="005526F3"/>
    <w:rsid w:val="00562BC0"/>
    <w:rsid w:val="00585D4F"/>
    <w:rsid w:val="0059068E"/>
    <w:rsid w:val="00596137"/>
    <w:rsid w:val="005A2719"/>
    <w:rsid w:val="005B2F8B"/>
    <w:rsid w:val="005B3453"/>
    <w:rsid w:val="005B6023"/>
    <w:rsid w:val="005D16D4"/>
    <w:rsid w:val="005D29AD"/>
    <w:rsid w:val="005D5A6D"/>
    <w:rsid w:val="005E1B24"/>
    <w:rsid w:val="005E5B80"/>
    <w:rsid w:val="00600E5F"/>
    <w:rsid w:val="0060231B"/>
    <w:rsid w:val="00605EC9"/>
    <w:rsid w:val="00606D8E"/>
    <w:rsid w:val="00615C59"/>
    <w:rsid w:val="0062229B"/>
    <w:rsid w:val="00624782"/>
    <w:rsid w:val="006315EA"/>
    <w:rsid w:val="00641DB0"/>
    <w:rsid w:val="006422F0"/>
    <w:rsid w:val="00645A23"/>
    <w:rsid w:val="00650CA3"/>
    <w:rsid w:val="0065486D"/>
    <w:rsid w:val="00655845"/>
    <w:rsid w:val="006565A0"/>
    <w:rsid w:val="00656C70"/>
    <w:rsid w:val="0066251B"/>
    <w:rsid w:val="00664493"/>
    <w:rsid w:val="00674F35"/>
    <w:rsid w:val="00681560"/>
    <w:rsid w:val="00682C18"/>
    <w:rsid w:val="0069505C"/>
    <w:rsid w:val="006A6333"/>
    <w:rsid w:val="006B48AD"/>
    <w:rsid w:val="006B54C7"/>
    <w:rsid w:val="006B64C7"/>
    <w:rsid w:val="006B7327"/>
    <w:rsid w:val="006D560A"/>
    <w:rsid w:val="006E3F52"/>
    <w:rsid w:val="006E73F0"/>
    <w:rsid w:val="006E7D7A"/>
    <w:rsid w:val="006F1E6A"/>
    <w:rsid w:val="006F3741"/>
    <w:rsid w:val="006F53C7"/>
    <w:rsid w:val="00700844"/>
    <w:rsid w:val="00701BF7"/>
    <w:rsid w:val="0070588D"/>
    <w:rsid w:val="00714EE7"/>
    <w:rsid w:val="0071751C"/>
    <w:rsid w:val="00721A16"/>
    <w:rsid w:val="00732809"/>
    <w:rsid w:val="00733A6E"/>
    <w:rsid w:val="007478F8"/>
    <w:rsid w:val="00764422"/>
    <w:rsid w:val="007663B8"/>
    <w:rsid w:val="00770A57"/>
    <w:rsid w:val="00770FEB"/>
    <w:rsid w:val="0077179F"/>
    <w:rsid w:val="00772285"/>
    <w:rsid w:val="0077667A"/>
    <w:rsid w:val="00776B60"/>
    <w:rsid w:val="00776E17"/>
    <w:rsid w:val="00782AF4"/>
    <w:rsid w:val="007A3FEA"/>
    <w:rsid w:val="007A5CBC"/>
    <w:rsid w:val="007A616C"/>
    <w:rsid w:val="007B2758"/>
    <w:rsid w:val="007B73BE"/>
    <w:rsid w:val="007C3F74"/>
    <w:rsid w:val="007C68DE"/>
    <w:rsid w:val="007D0EF2"/>
    <w:rsid w:val="007D14BF"/>
    <w:rsid w:val="007D78A4"/>
    <w:rsid w:val="007E0A51"/>
    <w:rsid w:val="007F49EC"/>
    <w:rsid w:val="00813926"/>
    <w:rsid w:val="008227DA"/>
    <w:rsid w:val="00825683"/>
    <w:rsid w:val="00834479"/>
    <w:rsid w:val="00836AE2"/>
    <w:rsid w:val="00842CAB"/>
    <w:rsid w:val="00862E15"/>
    <w:rsid w:val="00863755"/>
    <w:rsid w:val="00865D13"/>
    <w:rsid w:val="00877111"/>
    <w:rsid w:val="008801E9"/>
    <w:rsid w:val="008948ED"/>
    <w:rsid w:val="00897CD0"/>
    <w:rsid w:val="008A6C51"/>
    <w:rsid w:val="008B24A7"/>
    <w:rsid w:val="008B75A5"/>
    <w:rsid w:val="008C105D"/>
    <w:rsid w:val="008C17CF"/>
    <w:rsid w:val="008C2076"/>
    <w:rsid w:val="008C302F"/>
    <w:rsid w:val="008C338D"/>
    <w:rsid w:val="008C4520"/>
    <w:rsid w:val="008C6990"/>
    <w:rsid w:val="008C7BC0"/>
    <w:rsid w:val="008D5C00"/>
    <w:rsid w:val="008E0957"/>
    <w:rsid w:val="008E78F5"/>
    <w:rsid w:val="008F010F"/>
    <w:rsid w:val="00900449"/>
    <w:rsid w:val="009019D8"/>
    <w:rsid w:val="009104BC"/>
    <w:rsid w:val="00914EB7"/>
    <w:rsid w:val="00915DA5"/>
    <w:rsid w:val="0092093F"/>
    <w:rsid w:val="00923FEA"/>
    <w:rsid w:val="0092728F"/>
    <w:rsid w:val="0093140E"/>
    <w:rsid w:val="009314A4"/>
    <w:rsid w:val="00934A1B"/>
    <w:rsid w:val="00935BE4"/>
    <w:rsid w:val="00936D0A"/>
    <w:rsid w:val="009466A3"/>
    <w:rsid w:val="00955163"/>
    <w:rsid w:val="0096070D"/>
    <w:rsid w:val="009671B9"/>
    <w:rsid w:val="0097285B"/>
    <w:rsid w:val="00982234"/>
    <w:rsid w:val="00984497"/>
    <w:rsid w:val="00986AE4"/>
    <w:rsid w:val="00992AB1"/>
    <w:rsid w:val="00992F24"/>
    <w:rsid w:val="009936E8"/>
    <w:rsid w:val="009A1194"/>
    <w:rsid w:val="009A73C2"/>
    <w:rsid w:val="009B7526"/>
    <w:rsid w:val="009C21A9"/>
    <w:rsid w:val="009C3110"/>
    <w:rsid w:val="009C4CED"/>
    <w:rsid w:val="009C6211"/>
    <w:rsid w:val="009C627F"/>
    <w:rsid w:val="009D01A4"/>
    <w:rsid w:val="009D0BAA"/>
    <w:rsid w:val="009D1FA8"/>
    <w:rsid w:val="009D6678"/>
    <w:rsid w:val="009E21ED"/>
    <w:rsid w:val="009E302E"/>
    <w:rsid w:val="009F208E"/>
    <w:rsid w:val="009F3723"/>
    <w:rsid w:val="009F6A82"/>
    <w:rsid w:val="00A02B4A"/>
    <w:rsid w:val="00A03551"/>
    <w:rsid w:val="00A06ADB"/>
    <w:rsid w:val="00A158DB"/>
    <w:rsid w:val="00A30FBC"/>
    <w:rsid w:val="00A31A4C"/>
    <w:rsid w:val="00A35628"/>
    <w:rsid w:val="00A52EDC"/>
    <w:rsid w:val="00A566C1"/>
    <w:rsid w:val="00A62B3E"/>
    <w:rsid w:val="00A669AB"/>
    <w:rsid w:val="00A66C18"/>
    <w:rsid w:val="00A77199"/>
    <w:rsid w:val="00A77960"/>
    <w:rsid w:val="00A8076C"/>
    <w:rsid w:val="00A82D5B"/>
    <w:rsid w:val="00A87464"/>
    <w:rsid w:val="00A91E3F"/>
    <w:rsid w:val="00A95697"/>
    <w:rsid w:val="00AA6120"/>
    <w:rsid w:val="00AC2217"/>
    <w:rsid w:val="00AC70A8"/>
    <w:rsid w:val="00AD3F6C"/>
    <w:rsid w:val="00AD708C"/>
    <w:rsid w:val="00AE1229"/>
    <w:rsid w:val="00B1324C"/>
    <w:rsid w:val="00B13DD2"/>
    <w:rsid w:val="00B20F6D"/>
    <w:rsid w:val="00B26FEA"/>
    <w:rsid w:val="00B35B56"/>
    <w:rsid w:val="00B37F60"/>
    <w:rsid w:val="00B41AA1"/>
    <w:rsid w:val="00B43A4C"/>
    <w:rsid w:val="00B46DF7"/>
    <w:rsid w:val="00B657AE"/>
    <w:rsid w:val="00B66125"/>
    <w:rsid w:val="00B66E03"/>
    <w:rsid w:val="00B66F08"/>
    <w:rsid w:val="00B72381"/>
    <w:rsid w:val="00B76A91"/>
    <w:rsid w:val="00B866AE"/>
    <w:rsid w:val="00B95D2E"/>
    <w:rsid w:val="00BB0157"/>
    <w:rsid w:val="00BB5233"/>
    <w:rsid w:val="00BC09A7"/>
    <w:rsid w:val="00BC6BC3"/>
    <w:rsid w:val="00BE34E9"/>
    <w:rsid w:val="00BE52DE"/>
    <w:rsid w:val="00C07D4D"/>
    <w:rsid w:val="00C12D59"/>
    <w:rsid w:val="00C16CF3"/>
    <w:rsid w:val="00C2045D"/>
    <w:rsid w:val="00C20EC0"/>
    <w:rsid w:val="00C26710"/>
    <w:rsid w:val="00C31C59"/>
    <w:rsid w:val="00C35FDC"/>
    <w:rsid w:val="00C5190E"/>
    <w:rsid w:val="00C64867"/>
    <w:rsid w:val="00C65E6D"/>
    <w:rsid w:val="00C6734C"/>
    <w:rsid w:val="00C733CD"/>
    <w:rsid w:val="00C80013"/>
    <w:rsid w:val="00C80363"/>
    <w:rsid w:val="00C808BE"/>
    <w:rsid w:val="00C80918"/>
    <w:rsid w:val="00C84CFF"/>
    <w:rsid w:val="00C85BD8"/>
    <w:rsid w:val="00C87C7E"/>
    <w:rsid w:val="00CA3DB2"/>
    <w:rsid w:val="00CA5A45"/>
    <w:rsid w:val="00CB248F"/>
    <w:rsid w:val="00CB34EF"/>
    <w:rsid w:val="00CC32FE"/>
    <w:rsid w:val="00CC717D"/>
    <w:rsid w:val="00CD0899"/>
    <w:rsid w:val="00CD44F0"/>
    <w:rsid w:val="00CF6CE3"/>
    <w:rsid w:val="00D005E7"/>
    <w:rsid w:val="00D06AB6"/>
    <w:rsid w:val="00D07D0E"/>
    <w:rsid w:val="00D17006"/>
    <w:rsid w:val="00D33C48"/>
    <w:rsid w:val="00D36244"/>
    <w:rsid w:val="00D364F3"/>
    <w:rsid w:val="00D416E1"/>
    <w:rsid w:val="00D41F11"/>
    <w:rsid w:val="00D4367C"/>
    <w:rsid w:val="00D45AFB"/>
    <w:rsid w:val="00D7324B"/>
    <w:rsid w:val="00D75DC0"/>
    <w:rsid w:val="00D830E6"/>
    <w:rsid w:val="00D9754F"/>
    <w:rsid w:val="00DB0122"/>
    <w:rsid w:val="00DD4F12"/>
    <w:rsid w:val="00DD609B"/>
    <w:rsid w:val="00DD61CA"/>
    <w:rsid w:val="00DE2E65"/>
    <w:rsid w:val="00DF30F3"/>
    <w:rsid w:val="00DF4A4E"/>
    <w:rsid w:val="00DF5055"/>
    <w:rsid w:val="00E0289F"/>
    <w:rsid w:val="00E0540E"/>
    <w:rsid w:val="00E05A74"/>
    <w:rsid w:val="00E05C90"/>
    <w:rsid w:val="00E115CF"/>
    <w:rsid w:val="00E150FB"/>
    <w:rsid w:val="00E42106"/>
    <w:rsid w:val="00E4242B"/>
    <w:rsid w:val="00E45E84"/>
    <w:rsid w:val="00E55774"/>
    <w:rsid w:val="00E5685C"/>
    <w:rsid w:val="00E655B2"/>
    <w:rsid w:val="00E73BE8"/>
    <w:rsid w:val="00E75000"/>
    <w:rsid w:val="00E82C6B"/>
    <w:rsid w:val="00E84D63"/>
    <w:rsid w:val="00E91FEF"/>
    <w:rsid w:val="00E92319"/>
    <w:rsid w:val="00E95A3F"/>
    <w:rsid w:val="00EB663E"/>
    <w:rsid w:val="00EB7757"/>
    <w:rsid w:val="00EB7F79"/>
    <w:rsid w:val="00EC631B"/>
    <w:rsid w:val="00ED20BE"/>
    <w:rsid w:val="00ED29C1"/>
    <w:rsid w:val="00ED3C0E"/>
    <w:rsid w:val="00ED3CCD"/>
    <w:rsid w:val="00ED4658"/>
    <w:rsid w:val="00ED72E8"/>
    <w:rsid w:val="00EF7A40"/>
    <w:rsid w:val="00F02F8A"/>
    <w:rsid w:val="00F035B6"/>
    <w:rsid w:val="00F16582"/>
    <w:rsid w:val="00F21013"/>
    <w:rsid w:val="00F21540"/>
    <w:rsid w:val="00F228DA"/>
    <w:rsid w:val="00F2401E"/>
    <w:rsid w:val="00F27B4E"/>
    <w:rsid w:val="00F42405"/>
    <w:rsid w:val="00F42672"/>
    <w:rsid w:val="00F441AB"/>
    <w:rsid w:val="00F444F8"/>
    <w:rsid w:val="00F46FA7"/>
    <w:rsid w:val="00F624EF"/>
    <w:rsid w:val="00F62D60"/>
    <w:rsid w:val="00F82F57"/>
    <w:rsid w:val="00F87CB5"/>
    <w:rsid w:val="00F9460E"/>
    <w:rsid w:val="00F94EB6"/>
    <w:rsid w:val="00FB6A27"/>
    <w:rsid w:val="00FC588E"/>
    <w:rsid w:val="00FD08F5"/>
    <w:rsid w:val="00FE468D"/>
    <w:rsid w:val="00FE7CF7"/>
    <w:rsid w:val="00FF40B4"/>
    <w:rsid w:val="00FF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8D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58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16582"/>
    <w:rPr>
      <w:rFonts w:ascii="Arial" w:hAnsi="Arial" w:cs="Arial"/>
      <w:b/>
      <w:bCs/>
      <w:kern w:val="32"/>
      <w:sz w:val="32"/>
      <w:szCs w:val="3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A158DB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A158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158DB"/>
    <w:rPr>
      <w:sz w:val="24"/>
      <w:szCs w:val="24"/>
      <w:lang w:val="ru-RU" w:eastAsia="ru-RU"/>
    </w:rPr>
  </w:style>
  <w:style w:type="paragraph" w:customStyle="1" w:styleId="ConsPlusNormal">
    <w:name w:val="ConsPlusNormal"/>
    <w:uiPriority w:val="99"/>
    <w:rsid w:val="00A158DB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A158DB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A158DB"/>
    <w:rPr>
      <w:color w:val="0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A158DB"/>
    <w:rPr>
      <w:vertAlign w:val="superscript"/>
    </w:rPr>
  </w:style>
  <w:style w:type="paragraph" w:customStyle="1" w:styleId="a">
    <w:name w:val="Прижатый влево"/>
    <w:basedOn w:val="Normal"/>
    <w:next w:val="Normal"/>
    <w:uiPriority w:val="99"/>
    <w:rsid w:val="00A158D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A158D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sz w:val="16"/>
      <w:szCs w:val="16"/>
    </w:rPr>
  </w:style>
  <w:style w:type="paragraph" w:styleId="NormalWeb">
    <w:name w:val="Normal (Web)"/>
    <w:basedOn w:val="Normal"/>
    <w:uiPriority w:val="99"/>
    <w:rsid w:val="00A158DB"/>
    <w:pPr>
      <w:spacing w:before="24" w:after="24"/>
    </w:pPr>
    <w:rPr>
      <w:rFonts w:ascii="Arial" w:hAnsi="Arial" w:cs="Arial"/>
      <w:color w:val="332E2D"/>
      <w:spacing w:val="2"/>
    </w:rPr>
  </w:style>
  <w:style w:type="paragraph" w:customStyle="1" w:styleId="ConsNormal">
    <w:name w:val="ConsNormal"/>
    <w:uiPriority w:val="99"/>
    <w:rsid w:val="00A158DB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158D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A158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sz w:val="20"/>
      <w:szCs w:val="20"/>
    </w:rPr>
  </w:style>
  <w:style w:type="character" w:styleId="PageNumber">
    <w:name w:val="page number"/>
    <w:basedOn w:val="DefaultParagraphFont"/>
    <w:uiPriority w:val="99"/>
    <w:rsid w:val="00A158DB"/>
  </w:style>
  <w:style w:type="paragraph" w:styleId="Footer">
    <w:name w:val="footer"/>
    <w:basedOn w:val="Normal"/>
    <w:link w:val="FooterChar"/>
    <w:uiPriority w:val="99"/>
    <w:rsid w:val="00A158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</w:rPr>
  </w:style>
  <w:style w:type="character" w:customStyle="1" w:styleId="val">
    <w:name w:val="val"/>
    <w:basedOn w:val="DefaultParagraphFont"/>
    <w:uiPriority w:val="99"/>
    <w:rsid w:val="00271722"/>
  </w:style>
  <w:style w:type="paragraph" w:customStyle="1" w:styleId="1">
    <w:name w:val="Абзац списка1"/>
    <w:basedOn w:val="Normal"/>
    <w:uiPriority w:val="99"/>
    <w:rsid w:val="00222C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DocList">
    <w:name w:val="ConsPlusDocList"/>
    <w:uiPriority w:val="99"/>
    <w:rsid w:val="00C808B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Style1">
    <w:name w:val="Style1"/>
    <w:basedOn w:val="Normal"/>
    <w:uiPriority w:val="99"/>
    <w:rsid w:val="00DF5055"/>
    <w:pPr>
      <w:widowControl w:val="0"/>
      <w:autoSpaceDE w:val="0"/>
      <w:autoSpaceDN w:val="0"/>
      <w:adjustRightInd w:val="0"/>
      <w:spacing w:line="298" w:lineRule="exact"/>
      <w:ind w:firstLine="528"/>
      <w:jc w:val="both"/>
    </w:pPr>
  </w:style>
  <w:style w:type="paragraph" w:customStyle="1" w:styleId="Style3">
    <w:name w:val="Style3"/>
    <w:basedOn w:val="Normal"/>
    <w:uiPriority w:val="99"/>
    <w:rsid w:val="00DF5055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Lucida Sans Unicode" w:hAnsi="Lucida Sans Unicode" w:cs="Lucida Sans Unicode"/>
    </w:rPr>
  </w:style>
  <w:style w:type="character" w:customStyle="1" w:styleId="FontStyle11">
    <w:name w:val="Font Style11"/>
    <w:basedOn w:val="DefaultParagraphFont"/>
    <w:uiPriority w:val="99"/>
    <w:rsid w:val="00DF5055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DefaultParagraphFont"/>
    <w:uiPriority w:val="99"/>
    <w:rsid w:val="00DF5055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38429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56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6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6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EAB01F62ED9A8AA1A4B0D32EC3FAC54D30686AAD37D43545E501502C9ECAFD29AC853409CDM" TargetMode="External"/><Relationship Id="rId13" Type="http://schemas.openxmlformats.org/officeDocument/2006/relationships/hyperlink" Target="https://rpgu.rkursk.ru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adm.rkursk.ru" TargetMode="External"/><Relationship Id="rId12" Type="http://schemas.openxmlformats.org/officeDocument/2006/relationships/hyperlink" Target="consultantplus://offline/ref=808BC2860D0C29086C1E17B7B1202E8EC1EFAABFA27A66CE7BFD523C33BD817331C9998E7ADBD8DFt4MBI" TargetMode="External"/><Relationship Id="rId17" Type="http://schemas.openxmlformats.org/officeDocument/2006/relationships/hyperlink" Target="consultantplus://offline/ref=7AD7D91CC04B2D6C5F7CD38E03959CF11ACB60652BEDE342F8FFF94E9E23BF6F5C56ACD62B219CCFb3i1L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Lgov_12@mail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rkursk.ru/" TargetMode="External"/><Relationship Id="rId11" Type="http://schemas.openxmlformats.org/officeDocument/2006/relationships/hyperlink" Target="consultantplus://offline/ref=808BC2860D0C29086C1E17B7B1202E8EC1EFAABFA27A66CE7BFD523C33BD817331C9998E7ADBD8DFt4MBI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KCSONpristen@mail.ru" TargetMode="External"/><Relationship Id="rId10" Type="http://schemas.openxmlformats.org/officeDocument/2006/relationships/hyperlink" Target="consultantplus://offline/ref=808BC2860D0C29086C1E17B7B1202E8EC1EFAABFA27A66CE7BFD523C33BD817331C9998E7ADBD8DFt4MBI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5CC628CDA83714E6095597C0CFCF2FC6079782A34410289BFBD696D4F77E10877080816h5QCI" TargetMode="External"/><Relationship Id="rId14" Type="http://schemas.openxmlformats.org/officeDocument/2006/relationships/hyperlink" Target="mailto:soz.obsluq.qlushkowo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150</TotalTime>
  <Pages>47</Pages>
  <Words>14166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javorskaja_la</dc:creator>
  <cp:keywords/>
  <dc:description/>
  <cp:lastModifiedBy>chernisheva_ma</cp:lastModifiedBy>
  <cp:revision>89</cp:revision>
  <cp:lastPrinted>2016-06-16T10:23:00Z</cp:lastPrinted>
  <dcterms:created xsi:type="dcterms:W3CDTF">2016-06-16T06:10:00Z</dcterms:created>
  <dcterms:modified xsi:type="dcterms:W3CDTF">2016-06-21T06:46:00Z</dcterms:modified>
</cp:coreProperties>
</file>